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16du="http://schemas.microsoft.com/office/word/2023/wordml/word16du" mc:Ignorable="w14 w15 w16se w16cid w16 w16cex w16sdtdh wp14">
  <w:body>
    <w:p w:rsidR="00702541" w:rsidP="00BB5612" w:rsidRDefault="00404656" w14:paraId="79961CF8" w14:textId="2FFD689F">
      <w:pPr>
        <w:rPr>
          <w:b w:val="1"/>
          <w:bCs w:val="1"/>
          <w:color w:val="6EC2BA" w:themeColor="accent4"/>
          <w:sz w:val="32"/>
          <w:szCs w:val="32"/>
        </w:rPr>
      </w:pPr>
    </w:p>
    <w:p w:rsidR="4E1D997D" w:rsidP="0B323F6C" w:rsidRDefault="4E1D997D" w14:paraId="63FFAE2C" w14:textId="4A1DBEAC">
      <w:pPr>
        <w:pStyle w:val="Normal"/>
        <w:rPr>
          <w:b w:val="1"/>
          <w:bCs w:val="1"/>
          <w:color w:val="6EC2BA" w:themeColor="accent4" w:themeTint="FF" w:themeShade="FF"/>
          <w:sz w:val="32"/>
          <w:szCs w:val="32"/>
        </w:rPr>
      </w:pPr>
      <w:r w:rsidR="4E1D997D">
        <w:drawing>
          <wp:inline wp14:editId="04E793EF" wp14:anchorId="22327447">
            <wp:extent cx="2814320" cy="927735"/>
            <wp:effectExtent l="0" t="0" r="0" b="0"/>
            <wp:docPr id="1277054464" name="Picture 1" descr="A blue text on a black background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8fac584a0c0741d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 bwMode="auto">
                    <a:xfrm xmlns:a="http://schemas.openxmlformats.org/drawingml/2006/main" rot="0" flipH="0" flipV="0">
                      <a:off x="0" y="0"/>
                      <a:ext cx="2814320" cy="927735"/>
                    </a:xfrm>
                    <a:prstGeom xmlns:a="http://schemas.openxmlformats.org/drawingml/2006/main" prst="rect">
                      <a:avLst/>
                    </a:prstGeom>
                    <a:noFill xmlns:a="http://schemas.openxmlformats.org/drawingml/2006/main"/>
                    <a:ln xmlns:a="http://schemas.openxmlformats.org/drawingml/2006/main">
                      <a:noFill/>
                    </a:ln>
                  </pic:spPr>
                </pic:pic>
              </a:graphicData>
            </a:graphic>
          </wp:inline>
        </w:drawing>
      </w:r>
    </w:p>
    <w:p w:rsidRPr="00BB5612" w:rsidR="0053007D" w:rsidP="00BB5612" w:rsidRDefault="0053007D" w14:paraId="7BBCF584" w14:textId="2DAA4E99">
      <w:pPr>
        <w:rPr>
          <w:b/>
          <w:bCs/>
          <w:lang w:val="en-GB"/>
        </w:rPr>
      </w:pPr>
      <w:r w:rsidRPr="00BB5612">
        <w:rPr>
          <w:b/>
          <w:bCs/>
          <w:color w:val="6EC2BA" w:themeColor="accent4"/>
          <w:sz w:val="32"/>
          <w:szCs w:val="28"/>
        </w:rPr>
        <w:t>Your best practice guide for a successful launch</w:t>
      </w:r>
    </w:p>
    <w:p w:rsidR="0053007D" w:rsidP="0053007D" w:rsidRDefault="009F682C" w14:paraId="03447CBD" w14:textId="66E258E6">
      <w:pPr>
        <w:pStyle w:val="NoSpacing"/>
      </w:pPr>
      <w:r w:rsidR="410BFB18">
        <w:rPr/>
        <w:t xml:space="preserve">We are </w:t>
      </w:r>
      <w:r w:rsidR="7BE392C6">
        <w:rPr/>
        <w:t>incredibly</w:t>
      </w:r>
      <w:r w:rsidR="410BFB18">
        <w:rPr/>
        <w:t xml:space="preserve"> excited </w:t>
      </w:r>
      <w:r w:rsidR="410BFB18">
        <w:rPr/>
        <w:t>to launc</w:t>
      </w:r>
      <w:r w:rsidR="410BFB18">
        <w:rPr/>
        <w:t xml:space="preserve">h </w:t>
      </w:r>
      <w:r w:rsidR="2BA37B1D">
        <w:rPr/>
        <w:t>the</w:t>
      </w:r>
      <w:r w:rsidRPr="6B3B01A1" w:rsidR="2BA37B1D">
        <w:rPr>
          <w:b w:val="1"/>
          <w:bCs w:val="1"/>
        </w:rPr>
        <w:t xml:space="preserve"> </w:t>
      </w:r>
      <w:r w:rsidRPr="6B3B01A1" w:rsidR="0CB92E36">
        <w:rPr>
          <w:b w:val="1"/>
          <w:bCs w:val="1"/>
        </w:rPr>
        <w:t>new version</w:t>
      </w:r>
      <w:r w:rsidRPr="6B3B01A1" w:rsidR="0CB92E36">
        <w:rPr>
          <w:b w:val="1"/>
          <w:bCs w:val="1"/>
        </w:rPr>
        <w:t xml:space="preserve"> of our </w:t>
      </w:r>
      <w:r w:rsidRPr="6B3B01A1" w:rsidR="2BA37B1D">
        <w:rPr>
          <w:b w:val="1"/>
          <w:bCs w:val="1"/>
        </w:rPr>
        <w:t>happiness assessment</w:t>
      </w:r>
      <w:r w:rsidR="7BE392C6">
        <w:rPr/>
        <w:t xml:space="preserve"> to your colleagues. Here are some of our top tips to ensure you</w:t>
      </w:r>
      <w:r w:rsidR="450A05EF">
        <w:rPr/>
        <w:t>r colleagues get the most out of our service</w:t>
      </w:r>
      <w:r w:rsidR="720AF477">
        <w:rPr/>
        <w:t>.</w:t>
      </w:r>
    </w:p>
    <w:p w:rsidRPr="009866BF" w:rsidR="00A607C0" w:rsidP="0053007D" w:rsidRDefault="00A607C0" w14:paraId="26DCD2FA" w14:textId="5BF54367">
      <w:pPr>
        <w:pStyle w:val="NoSpacing"/>
        <w:rPr>
          <w:sz w:val="21"/>
          <w:szCs w:val="21"/>
        </w:rPr>
      </w:pPr>
    </w:p>
    <w:p w:rsidRPr="009866BF" w:rsidR="0022696B" w:rsidP="00A607C0" w:rsidRDefault="00F80120" w14:paraId="52E1845B" w14:textId="6B4399D8">
      <w:pPr>
        <w:pStyle w:val="Heading3"/>
        <w:numPr>
          <w:ilvl w:val="0"/>
          <w:numId w:val="5"/>
        </w:numPr>
        <w:spacing w:before="0"/>
        <w:rPr>
          <w:color w:val="6A97CF" w:themeColor="text2"/>
          <w:szCs w:val="21"/>
        </w:rPr>
      </w:pPr>
      <w:r w:rsidRPr="009866BF">
        <w:rPr>
          <w:color w:val="6A97CF" w:themeColor="text2"/>
          <w:szCs w:val="21"/>
        </w:rPr>
        <w:t>Get the word out across all of your internal channels</w:t>
      </w:r>
    </w:p>
    <w:p w:rsidR="0034637B" w:rsidP="0053007D" w:rsidRDefault="00F80120" w14:paraId="40E86326" w14:textId="7259FDFE">
      <w:pPr>
        <w:pStyle w:val="NoSpacing"/>
      </w:pPr>
      <w:r w:rsidR="5B7948D7">
        <w:rPr/>
        <w:t xml:space="preserve">Colleagues </w:t>
      </w:r>
      <w:r w:rsidR="2D456B05">
        <w:rPr/>
        <w:t xml:space="preserve">who </w:t>
      </w:r>
      <w:r w:rsidR="5B7948D7">
        <w:rPr/>
        <w:t xml:space="preserve">complete the </w:t>
      </w:r>
      <w:r w:rsidR="5B7948D7">
        <w:rPr/>
        <w:t xml:space="preserve">assessment </w:t>
      </w:r>
      <w:r w:rsidR="4137F3A6">
        <w:rPr/>
        <w:t>receive</w:t>
      </w:r>
      <w:r w:rsidR="4137F3A6">
        <w:rPr/>
        <w:t xml:space="preserve"> an</w:t>
      </w:r>
      <w:r w:rsidR="5B7948D7">
        <w:rPr/>
        <w:t xml:space="preserve"> instant </w:t>
      </w:r>
      <w:r w:rsidR="5B7948D7">
        <w:rPr/>
        <w:t>personalised</w:t>
      </w:r>
      <w:r w:rsidR="49974653">
        <w:rPr/>
        <w:t xml:space="preserve"> score and </w:t>
      </w:r>
      <w:r w:rsidR="5B7948D7">
        <w:rPr/>
        <w:t>programme</w:t>
      </w:r>
      <w:r w:rsidR="5B7948D7">
        <w:rPr/>
        <w:t xml:space="preserve"> with key actions for their health </w:t>
      </w:r>
      <w:r w:rsidR="4AC69DBE">
        <w:rPr/>
        <w:t xml:space="preserve">and wellbeing. </w:t>
      </w:r>
      <w:r w:rsidR="4AC69DBE">
        <w:rPr/>
        <w:t>We’ve</w:t>
      </w:r>
      <w:r w:rsidR="4AC69DBE">
        <w:rPr/>
        <w:t xml:space="preserve"> created a range of assets for you to share across your internal channels</w:t>
      </w:r>
      <w:r w:rsidR="18CE1F3D">
        <w:rPr/>
        <w:t>, whether that is your</w:t>
      </w:r>
      <w:r w:rsidR="4AC69DBE">
        <w:rPr/>
        <w:t xml:space="preserve"> intranet </w:t>
      </w:r>
      <w:r w:rsidR="18CE1F3D">
        <w:rPr/>
        <w:t xml:space="preserve">or </w:t>
      </w:r>
      <w:r w:rsidR="4AC69DBE">
        <w:rPr/>
        <w:t xml:space="preserve">employee </w:t>
      </w:r>
      <w:r w:rsidR="4AC69DBE">
        <w:rPr/>
        <w:t>platform</w:t>
      </w:r>
      <w:r w:rsidR="4AC69DBE">
        <w:rPr/>
        <w:t xml:space="preserve"> through to</w:t>
      </w:r>
      <w:r w:rsidR="18CE1F3D">
        <w:rPr/>
        <w:t xml:space="preserve"> your</w:t>
      </w:r>
      <w:r w:rsidR="4AC69DBE">
        <w:rPr/>
        <w:t xml:space="preserve"> </w:t>
      </w:r>
      <w:r w:rsidR="3685B0AB">
        <w:rPr/>
        <w:t xml:space="preserve">team meetings and </w:t>
      </w:r>
      <w:r w:rsidR="18CE1F3D">
        <w:rPr/>
        <w:t>staff noticeboards.</w:t>
      </w:r>
    </w:p>
    <w:p w:rsidR="00A607C0" w:rsidP="0053007D" w:rsidRDefault="00A607C0" w14:paraId="634A6962" w14:textId="77777777">
      <w:pPr>
        <w:pStyle w:val="NoSpacing"/>
      </w:pPr>
    </w:p>
    <w:p w:rsidRPr="009866BF" w:rsidR="000E3BBF" w:rsidP="00A607C0" w:rsidRDefault="004564EA" w14:paraId="55296F1E" w14:textId="1E3604B1">
      <w:pPr>
        <w:pStyle w:val="Heading3"/>
        <w:numPr>
          <w:ilvl w:val="0"/>
          <w:numId w:val="5"/>
        </w:numPr>
        <w:spacing w:before="0"/>
        <w:rPr>
          <w:color w:val="6A97CF" w:themeColor="text2"/>
          <w:szCs w:val="21"/>
        </w:rPr>
      </w:pPr>
      <w:r w:rsidRPr="009866BF">
        <w:rPr>
          <w:color w:val="6A97CF" w:themeColor="text2"/>
          <w:szCs w:val="21"/>
        </w:rPr>
        <w:t>The happiness assessment</w:t>
      </w:r>
      <w:r w:rsidRPr="009866BF" w:rsidR="003B3C58">
        <w:rPr>
          <w:color w:val="6A97CF" w:themeColor="text2"/>
          <w:szCs w:val="21"/>
        </w:rPr>
        <w:t xml:space="preserve"> is mobile-optimised</w:t>
      </w:r>
    </w:p>
    <w:p w:rsidR="0034637B" w:rsidP="0053007D" w:rsidRDefault="003B3C58" w14:paraId="13F73DCD" w14:textId="42248F4C">
      <w:pPr>
        <w:pStyle w:val="NoSpacing"/>
      </w:pPr>
      <w:r>
        <w:t xml:space="preserve">For colleagues who don’t have access to a </w:t>
      </w:r>
      <w:r w:rsidR="00E907EC">
        <w:t>computer during the day, they can</w:t>
      </w:r>
      <w:r w:rsidR="00C96878">
        <w:t xml:space="preserve"> easily</w:t>
      </w:r>
      <w:r w:rsidR="00E907EC">
        <w:t xml:space="preserve"> </w:t>
      </w:r>
      <w:r w:rsidR="00446E36">
        <w:t>access the link on their mobile phone and take part</w:t>
      </w:r>
      <w:r w:rsidR="00C96878">
        <w:t>. Your toolkit of resources includes your unique URL and a QR code that can be scanned for quick and easy access.</w:t>
      </w:r>
    </w:p>
    <w:p w:rsidR="00A607C0" w:rsidP="0053007D" w:rsidRDefault="00A607C0" w14:paraId="7C461214" w14:textId="77777777">
      <w:pPr>
        <w:pStyle w:val="NoSpacing"/>
      </w:pPr>
    </w:p>
    <w:p w:rsidRPr="009866BF" w:rsidR="00C96878" w:rsidP="00A607C0" w:rsidRDefault="00C96878" w14:paraId="2DAC647C" w14:textId="26BD7D18">
      <w:pPr>
        <w:pStyle w:val="Heading3"/>
        <w:numPr>
          <w:ilvl w:val="0"/>
          <w:numId w:val="5"/>
        </w:numPr>
        <w:spacing w:before="0"/>
        <w:rPr>
          <w:color w:val="6A97CF" w:themeColor="text2"/>
          <w:szCs w:val="21"/>
        </w:rPr>
      </w:pPr>
      <w:r w:rsidRPr="009866BF">
        <w:rPr>
          <w:color w:val="6A97CF" w:themeColor="text2"/>
          <w:szCs w:val="21"/>
        </w:rPr>
        <w:t>It only takes five minutes</w:t>
      </w:r>
    </w:p>
    <w:p w:rsidR="00446E36" w:rsidP="0053007D" w:rsidRDefault="00721ECF" w14:paraId="37B4CDF2" w14:textId="68582174">
      <w:pPr>
        <w:pStyle w:val="NoSpacing"/>
      </w:pPr>
      <w:r>
        <w:t xml:space="preserve">Yes, that’s right, </w:t>
      </w:r>
      <w:r w:rsidR="00561171">
        <w:t xml:space="preserve">in </w:t>
      </w:r>
      <w:r>
        <w:t xml:space="preserve">five minutes </w:t>
      </w:r>
      <w:r w:rsidR="00561171">
        <w:t>your people</w:t>
      </w:r>
      <w:r>
        <w:t xml:space="preserve"> can be empowered with the tools to </w:t>
      </w:r>
      <w:r w:rsidR="005C40CB">
        <w:t>unlock their happy</w:t>
      </w:r>
      <w:r>
        <w:t>. That’s the</w:t>
      </w:r>
      <w:r w:rsidR="00B21BCA">
        <w:t xml:space="preserve"> time </w:t>
      </w:r>
      <w:r w:rsidR="005C40CB">
        <w:t xml:space="preserve">in which </w:t>
      </w:r>
      <w:r w:rsidR="00B21BCA">
        <w:t xml:space="preserve">it takes </w:t>
      </w:r>
      <w:r>
        <w:t>to make a cuppa.</w:t>
      </w:r>
    </w:p>
    <w:p w:rsidR="00A607C0" w:rsidP="0053007D" w:rsidRDefault="00A607C0" w14:paraId="668B4142" w14:textId="77777777">
      <w:pPr>
        <w:pStyle w:val="NoSpacing"/>
      </w:pPr>
    </w:p>
    <w:p w:rsidRPr="009866BF" w:rsidR="00561171" w:rsidP="4F454EBF" w:rsidRDefault="00561171" w14:paraId="7C964AFC" w14:textId="1E9AB487">
      <w:pPr>
        <w:pStyle w:val="Heading3"/>
        <w:numPr>
          <w:ilvl w:val="0"/>
          <w:numId w:val="5"/>
        </w:numPr>
        <w:spacing w:before="0"/>
        <w:rPr>
          <w:color w:val="6A97CF" w:themeColor="text2"/>
        </w:rPr>
      </w:pPr>
      <w:r w:rsidRPr="4F454EBF" w:rsidR="00561171">
        <w:rPr>
          <w:color w:val="6A97CF" w:themeColor="accent5" w:themeTint="FF" w:themeShade="FF"/>
        </w:rPr>
        <w:t xml:space="preserve">Encourage colleagues to </w:t>
      </w:r>
      <w:r w:rsidRPr="4F454EBF" w:rsidR="00D06A9A">
        <w:rPr>
          <w:color w:val="6A97CF" w:themeColor="accent5" w:themeTint="FF" w:themeShade="FF"/>
        </w:rPr>
        <w:t>create</w:t>
      </w:r>
      <w:r w:rsidRPr="4F454EBF" w:rsidR="00561171">
        <w:rPr>
          <w:color w:val="6A97CF" w:themeColor="accent5" w:themeTint="FF" w:themeShade="FF"/>
        </w:rPr>
        <w:t xml:space="preserve"> a</w:t>
      </w:r>
      <w:r w:rsidRPr="4F454EBF" w:rsidR="2E5A8B2F">
        <w:rPr>
          <w:color w:val="6A97CF" w:themeColor="accent5" w:themeTint="FF" w:themeShade="FF"/>
        </w:rPr>
        <w:t>n account</w:t>
      </w:r>
      <w:r w:rsidRPr="4F454EBF" w:rsidR="00B51CE0">
        <w:rPr>
          <w:color w:val="6A97CF" w:themeColor="accent5" w:themeTint="FF" w:themeShade="FF"/>
        </w:rPr>
        <w:t xml:space="preserve"> with the Retail Trust</w:t>
      </w:r>
    </w:p>
    <w:p w:rsidR="004E0B86" w:rsidP="4F454EBF" w:rsidRDefault="004E0B86" w14:paraId="613DB8B8" w14:textId="64EC2B91">
      <w:pPr>
        <w:pStyle w:val="NoSpacing"/>
        <w:ind/>
      </w:pPr>
      <w:r w:rsidR="1CEAFD81">
        <w:rPr/>
        <w:t xml:space="preserve">Once </w:t>
      </w:r>
      <w:r w:rsidR="5955933D">
        <w:rPr/>
        <w:t>individuals have completed the</w:t>
      </w:r>
      <w:r w:rsidR="35FD4F38">
        <w:rPr/>
        <w:t xml:space="preserve"> happiness</w:t>
      </w:r>
      <w:r w:rsidR="5955933D">
        <w:rPr/>
        <w:t xml:space="preserve"> assessment, </w:t>
      </w:r>
      <w:r w:rsidR="5955933D">
        <w:rPr/>
        <w:t>they’ll</w:t>
      </w:r>
      <w:r w:rsidR="5955933D">
        <w:rPr/>
        <w:t xml:space="preserve"> be </w:t>
      </w:r>
      <w:r w:rsidR="393DE873">
        <w:rPr/>
        <w:t>encouraged</w:t>
      </w:r>
      <w:r w:rsidR="5955933D">
        <w:rPr/>
        <w:t xml:space="preserve"> to create </w:t>
      </w:r>
      <w:r w:rsidR="5F729F26">
        <w:rPr/>
        <w:t>an</w:t>
      </w:r>
      <w:r w:rsidR="5955933D">
        <w:rPr/>
        <w:t xml:space="preserve"> </w:t>
      </w:r>
      <w:r w:rsidR="083F9CC1">
        <w:rPr/>
        <w:t>account on the Retail Trust website, they will get access to a whole host of wellbeing content to support their action plan.</w:t>
      </w:r>
    </w:p>
    <w:p w:rsidR="004E0B86" w:rsidP="08E5F39C" w:rsidRDefault="004E0B86" w14:paraId="72E6F552" w14:textId="139D23FF">
      <w:pPr>
        <w:pStyle w:val="NoSpacing"/>
        <w:spacing w:before="0"/>
        <w:ind w:left="360"/>
        <w:rPr>
          <w:color w:val="6A96CF"/>
        </w:rPr>
      </w:pPr>
    </w:p>
    <w:p w:rsidRPr="009866BF" w:rsidR="004E0B86" w:rsidP="059D110C" w:rsidRDefault="00631420" w14:paraId="215E3C88" w14:textId="75B442BF">
      <w:pPr>
        <w:pStyle w:val="Heading3"/>
        <w:numPr>
          <w:ilvl w:val="0"/>
          <w:numId w:val="5"/>
        </w:numPr>
        <w:spacing w:before="0"/>
        <w:rPr>
          <w:color w:val="6A97CF" w:themeColor="text2"/>
        </w:rPr>
      </w:pPr>
      <w:r w:rsidRPr="059D110C" w:rsidR="00631420">
        <w:rPr>
          <w:color w:val="6A97CF" w:themeColor="accent5" w:themeTint="FF" w:themeShade="FF"/>
        </w:rPr>
        <w:t>The happiness assessment</w:t>
      </w:r>
      <w:r w:rsidRPr="059D110C" w:rsidR="004E0B86">
        <w:rPr>
          <w:color w:val="6A97CF" w:themeColor="accent5" w:themeTint="FF" w:themeShade="FF"/>
        </w:rPr>
        <w:t xml:space="preserve"> is for the individual</w:t>
      </w:r>
      <w:r w:rsidRPr="059D110C" w:rsidR="790200FC">
        <w:rPr>
          <w:color w:val="6A97CF" w:themeColor="accent5" w:themeTint="FF" w:themeShade="FF"/>
        </w:rPr>
        <w:t>.</w:t>
      </w:r>
    </w:p>
    <w:p w:rsidR="005970DC" w:rsidP="0053007D" w:rsidRDefault="005970DC" w14:paraId="3635A029" w14:textId="24EA4F04">
      <w:pPr>
        <w:pStyle w:val="NoSpacing"/>
      </w:pPr>
      <w:r w:rsidR="56A28792">
        <w:rPr/>
        <w:t>The assessment</w:t>
      </w:r>
      <w:r w:rsidR="0D44D0C1">
        <w:rPr/>
        <w:t xml:space="preserve"> </w:t>
      </w:r>
      <w:r w:rsidR="56A28792">
        <w:rPr/>
        <w:t xml:space="preserve">and </w:t>
      </w:r>
      <w:r w:rsidR="56A28792">
        <w:rPr/>
        <w:t>subsequent</w:t>
      </w:r>
      <w:r w:rsidR="56A28792">
        <w:rPr/>
        <w:t xml:space="preserve"> action plan </w:t>
      </w:r>
      <w:r w:rsidR="4C6DE68D">
        <w:rPr/>
        <w:t>help</w:t>
      </w:r>
      <w:r w:rsidR="4C6DE68D">
        <w:rPr/>
        <w:t xml:space="preserve"> your colleagues </w:t>
      </w:r>
      <w:r w:rsidR="0D44D0C1">
        <w:rPr/>
        <w:t>understand how they can make themselves happier at work. It is all about them</w:t>
      </w:r>
      <w:r w:rsidR="4AF3B05B">
        <w:rPr/>
        <w:t>.</w:t>
      </w:r>
    </w:p>
    <w:p w:rsidR="6B3B01A1" w:rsidP="6B3B01A1" w:rsidRDefault="6B3B01A1" w14:paraId="3926D687" w14:textId="410DD5AF">
      <w:pPr>
        <w:pStyle w:val="NoSpacing"/>
      </w:pPr>
    </w:p>
    <w:p w:rsidR="6B3B01A1" w:rsidP="6B3B01A1" w:rsidRDefault="6B3B01A1" w14:paraId="42D35C83" w14:textId="06756FD6">
      <w:pPr>
        <w:pStyle w:val="NoSpacing"/>
      </w:pPr>
    </w:p>
    <w:p w:rsidRPr="009866BF" w:rsidR="0053007D" w:rsidP="0B323F6C" w:rsidRDefault="00171B49" w14:paraId="1B6D816D" w14:textId="16E686A8">
      <w:pPr>
        <w:pStyle w:val="NoSpacing"/>
        <w:rPr>
          <w:b w:val="1"/>
          <w:bCs w:val="1"/>
        </w:rPr>
      </w:pPr>
      <w:r w:rsidRPr="08E5F39C" w:rsidR="1EAE5DA2">
        <w:rPr>
          <w:b w:val="1"/>
          <w:bCs w:val="1"/>
        </w:rPr>
        <w:t>Remember, y</w:t>
      </w:r>
      <w:r w:rsidRPr="08E5F39C" w:rsidR="473EB4A0">
        <w:rPr>
          <w:b w:val="1"/>
          <w:bCs w:val="1"/>
        </w:rPr>
        <w:t xml:space="preserve">our account manager </w:t>
      </w:r>
      <w:r w:rsidRPr="08E5F39C" w:rsidR="1EAE5DA2">
        <w:rPr>
          <w:b w:val="1"/>
          <w:bCs w:val="1"/>
        </w:rPr>
        <w:t xml:space="preserve">is on hand </w:t>
      </w:r>
      <w:r w:rsidRPr="08E5F39C" w:rsidR="0727F5CC">
        <w:rPr>
          <w:b w:val="1"/>
          <w:bCs w:val="1"/>
        </w:rPr>
        <w:t>should you have any questions.</w:t>
      </w:r>
      <w:r w:rsidRPr="08E5F39C" w:rsidR="473EB4A0">
        <w:rPr>
          <w:b w:val="1"/>
          <w:bCs w:val="1"/>
        </w:rPr>
        <w:t xml:space="preserve"> </w:t>
      </w:r>
    </w:p>
    <w:p w:rsidRPr="009866BF" w:rsidR="0053007D" w:rsidP="0053007D" w:rsidRDefault="00171B49" w14:paraId="468F8CCC" w14:textId="44F36C3A">
      <w:pPr>
        <w:pStyle w:val="NoSpacing"/>
        <w:rPr>
          <w:b w:val="1"/>
          <w:bCs w:val="1"/>
        </w:rPr>
      </w:pPr>
      <w:r w:rsidRPr="4F454EBF" w:rsidR="473EB4A0">
        <w:rPr>
          <w:b w:val="1"/>
          <w:bCs w:val="1"/>
        </w:rPr>
        <w:t xml:space="preserve">Empower your colleagues to unlock their </w:t>
      </w:r>
      <w:r w:rsidRPr="4F454EBF" w:rsidR="70C0A2C0">
        <w:rPr>
          <w:b w:val="1"/>
          <w:bCs w:val="1"/>
        </w:rPr>
        <w:t>happiness</w:t>
      </w:r>
      <w:r w:rsidRPr="4F454EBF" w:rsidR="4F212F79">
        <w:rPr>
          <w:b w:val="1"/>
          <w:bCs w:val="1"/>
        </w:rPr>
        <w:t xml:space="preserve"> today!</w:t>
      </w:r>
    </w:p>
    <w:sectPr w:rsidRPr="009866BF" w:rsidR="0053007D" w:rsidSect="002F32E7">
      <w:headerReference w:type="default" r:id="rId12"/>
      <w:footerReference w:type="default" r:id="rId13"/>
      <w:headerReference w:type="first" r:id="rId14"/>
      <w:footerReference w:type="first" r:id="rId15"/>
      <w:pgSz w:w="11907" w:h="16840" w:orient="portrait" w:code="9"/>
      <w:pgMar w:top="2552" w:right="851" w:bottom="1701" w:left="851" w:header="79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241D" w:rsidP="007944E9" w:rsidRDefault="00DC241D" w14:paraId="4555CA39" w14:textId="77777777">
      <w:pPr>
        <w:spacing w:after="0" w:line="240" w:lineRule="auto"/>
      </w:pPr>
      <w:r>
        <w:separator/>
      </w:r>
    </w:p>
    <w:p w:rsidR="00DC241D" w:rsidRDefault="00DC241D" w14:paraId="073BBA7D" w14:textId="77777777"/>
  </w:endnote>
  <w:endnote w:type="continuationSeparator" w:id="0">
    <w:p w:rsidR="00DC241D" w:rsidP="007944E9" w:rsidRDefault="00DC241D" w14:paraId="29843467" w14:textId="77777777">
      <w:pPr>
        <w:spacing w:after="0" w:line="240" w:lineRule="auto"/>
      </w:pPr>
      <w:r>
        <w:continuationSeparator/>
      </w:r>
    </w:p>
    <w:p w:rsidR="00DC241D" w:rsidRDefault="00DC241D" w14:paraId="4FDB0BB0" w14:textId="77777777"/>
  </w:endnote>
  <w:endnote w:type="continuationNotice" w:id="1">
    <w:p w:rsidR="00DC241D" w:rsidRDefault="00DC241D" w14:paraId="6C5980AD" w14:textId="77777777">
      <w:pPr>
        <w:spacing w:after="0" w:line="240" w:lineRule="auto"/>
      </w:pPr>
    </w:p>
    <w:p w:rsidR="00DC241D" w:rsidRDefault="00DC241D" w14:paraId="40AA530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xa">
    <w:altName w:val="Calibri"/>
    <w:panose1 w:val="00000000000000000000"/>
    <w:charset w:val="4D"/>
    <w:family w:val="auto"/>
    <w:notTrueType/>
    <w:pitch w:val="variable"/>
    <w:sig w:usb0="80000207" w:usb1="00000073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DB1240" w:rsidR="003441D1" w:rsidP="00DB1240" w:rsidRDefault="00DB1240" w14:paraId="05A5EF24" w14:textId="77777777">
    <w:pPr>
      <w:pStyle w:val="Footer"/>
    </w:pPr>
    <w:r w:rsidRPr="00580F9D">
      <w:rPr>
        <w:noProof/>
      </w:rPr>
      <w:t xml:space="preserve">© </w:t>
    </w:r>
    <w:r w:rsidRPr="00580F9D"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4C9E2FF1" wp14:editId="6BA2206B">
              <wp:simplePos x="0" y="0"/>
              <wp:positionH relativeFrom="page">
                <wp:posOffset>540385</wp:posOffset>
              </wp:positionH>
              <wp:positionV relativeFrom="page">
                <wp:posOffset>9943465</wp:posOffset>
              </wp:positionV>
              <wp:extent cx="392400" cy="442800"/>
              <wp:effectExtent l="19050" t="0" r="8255" b="14605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400" cy="442800"/>
                      </a:xfrm>
                      <a:custGeom>
                        <a:avLst/>
                        <a:gdLst>
                          <a:gd name="connsiteX0" fmla="*/ 1414533 w 2282082"/>
                          <a:gd name="connsiteY0" fmla="*/ 2429148 h 2585432"/>
                          <a:gd name="connsiteX1" fmla="*/ 1307517 w 2282082"/>
                          <a:gd name="connsiteY1" fmla="*/ 1925164 h 2585432"/>
                          <a:gd name="connsiteX2" fmla="*/ 1307517 w 2282082"/>
                          <a:gd name="connsiteY2" fmla="*/ 1603310 h 2585432"/>
                          <a:gd name="connsiteX3" fmla="*/ 1230035 w 2282082"/>
                          <a:gd name="connsiteY3" fmla="*/ 1564830 h 2585432"/>
                          <a:gd name="connsiteX4" fmla="*/ 974682 w 2282082"/>
                          <a:gd name="connsiteY4" fmla="*/ 1564830 h 2585432"/>
                          <a:gd name="connsiteX5" fmla="*/ 974682 w 2282082"/>
                          <a:gd name="connsiteY5" fmla="*/ 1925211 h 2585432"/>
                          <a:gd name="connsiteX6" fmla="*/ 867666 w 2282082"/>
                          <a:gd name="connsiteY6" fmla="*/ 2429196 h 2585432"/>
                          <a:gd name="connsiteX7" fmla="*/ 690363 w 2282082"/>
                          <a:gd name="connsiteY7" fmla="*/ 2546388 h 2585432"/>
                          <a:gd name="connsiteX8" fmla="*/ 687049 w 2282082"/>
                          <a:gd name="connsiteY8" fmla="*/ 2574787 h 2585432"/>
                          <a:gd name="connsiteX9" fmla="*/ 1141052 w 2282082"/>
                          <a:gd name="connsiteY9" fmla="*/ 2483958 h 2585432"/>
                          <a:gd name="connsiteX10" fmla="*/ 1595007 w 2282082"/>
                          <a:gd name="connsiteY10" fmla="*/ 2574787 h 2585432"/>
                          <a:gd name="connsiteX11" fmla="*/ 1591694 w 2282082"/>
                          <a:gd name="connsiteY11" fmla="*/ 2546388 h 2585432"/>
                          <a:gd name="connsiteX12" fmla="*/ 1414580 w 2282082"/>
                          <a:gd name="connsiteY12" fmla="*/ 2429148 h 2585432"/>
                          <a:gd name="connsiteX13" fmla="*/ 699829 w 2282082"/>
                          <a:gd name="connsiteY13" fmla="*/ 125293 h 2585432"/>
                          <a:gd name="connsiteX14" fmla="*/ 943633 w 2282082"/>
                          <a:gd name="connsiteY14" fmla="*/ 154639 h 2585432"/>
                          <a:gd name="connsiteX15" fmla="*/ 974398 w 2282082"/>
                          <a:gd name="connsiteY15" fmla="*/ 274103 h 2585432"/>
                          <a:gd name="connsiteX16" fmla="*/ 974635 w 2282082"/>
                          <a:gd name="connsiteY16" fmla="*/ 1285670 h 2585432"/>
                          <a:gd name="connsiteX17" fmla="*/ 1228237 w 2282082"/>
                          <a:gd name="connsiteY17" fmla="*/ 1285670 h 2585432"/>
                          <a:gd name="connsiteX18" fmla="*/ 1307469 w 2282082"/>
                          <a:gd name="connsiteY18" fmla="*/ 1277955 h 2585432"/>
                          <a:gd name="connsiteX19" fmla="*/ 1307469 w 2282082"/>
                          <a:gd name="connsiteY19" fmla="*/ 274103 h 2585432"/>
                          <a:gd name="connsiteX20" fmla="*/ 1338235 w 2282082"/>
                          <a:gd name="connsiteY20" fmla="*/ 154639 h 2585432"/>
                          <a:gd name="connsiteX21" fmla="*/ 1582039 w 2282082"/>
                          <a:gd name="connsiteY21" fmla="*/ 125293 h 2585432"/>
                          <a:gd name="connsiteX22" fmla="*/ 2077172 w 2282082"/>
                          <a:gd name="connsiteY22" fmla="*/ 170447 h 2585432"/>
                          <a:gd name="connsiteX23" fmla="*/ 2251920 w 2282082"/>
                          <a:gd name="connsiteY23" fmla="*/ 353194 h 2585432"/>
                          <a:gd name="connsiteX24" fmla="*/ 2251920 w 2282082"/>
                          <a:gd name="connsiteY24" fmla="*/ 353194 h 2585432"/>
                          <a:gd name="connsiteX25" fmla="*/ 2281975 w 2282082"/>
                          <a:gd name="connsiteY25" fmla="*/ 353194 h 2585432"/>
                          <a:gd name="connsiteX26" fmla="*/ 2231472 w 2282082"/>
                          <a:gd name="connsiteY26" fmla="*/ 17046 h 2585432"/>
                          <a:gd name="connsiteX27" fmla="*/ 2201606 w 2282082"/>
                          <a:gd name="connsiteY27" fmla="*/ 244 h 2585432"/>
                          <a:gd name="connsiteX28" fmla="*/ 1141099 w 2282082"/>
                          <a:gd name="connsiteY28" fmla="*/ 5450 h 2585432"/>
                          <a:gd name="connsiteX29" fmla="*/ 80498 w 2282082"/>
                          <a:gd name="connsiteY29" fmla="*/ 244 h 2585432"/>
                          <a:gd name="connsiteX30" fmla="*/ 50679 w 2282082"/>
                          <a:gd name="connsiteY30" fmla="*/ 17046 h 2585432"/>
                          <a:gd name="connsiteX31" fmla="*/ -107 w 2282082"/>
                          <a:gd name="connsiteY31" fmla="*/ 353383 h 2585432"/>
                          <a:gd name="connsiteX32" fmla="*/ 29995 w 2282082"/>
                          <a:gd name="connsiteY32" fmla="*/ 353383 h 2585432"/>
                          <a:gd name="connsiteX33" fmla="*/ 29995 w 2282082"/>
                          <a:gd name="connsiteY33" fmla="*/ 353383 h 2585432"/>
                          <a:gd name="connsiteX34" fmla="*/ 204743 w 2282082"/>
                          <a:gd name="connsiteY34" fmla="*/ 170637 h 2585432"/>
                          <a:gd name="connsiteX35" fmla="*/ 699829 w 2282082"/>
                          <a:gd name="connsiteY35" fmla="*/ 125483 h 2585432"/>
                          <a:gd name="connsiteX36" fmla="*/ 1946822 w 2282082"/>
                          <a:gd name="connsiteY36" fmla="*/ 1988967 h 2585432"/>
                          <a:gd name="connsiteX37" fmla="*/ 1706662 w 2282082"/>
                          <a:gd name="connsiteY37" fmla="*/ 1527580 h 2585432"/>
                          <a:gd name="connsiteX38" fmla="*/ 1422674 w 2282082"/>
                          <a:gd name="connsiteY38" fmla="*/ 1435663 h 2585432"/>
                          <a:gd name="connsiteX39" fmla="*/ 1422674 w 2282082"/>
                          <a:gd name="connsiteY39" fmla="*/ 1431640 h 2585432"/>
                          <a:gd name="connsiteX40" fmla="*/ 2029841 w 2282082"/>
                          <a:gd name="connsiteY40" fmla="*/ 911420 h 2585432"/>
                          <a:gd name="connsiteX41" fmla="*/ 1388358 w 2282082"/>
                          <a:gd name="connsiteY41" fmla="*/ 367677 h 2585432"/>
                          <a:gd name="connsiteX42" fmla="*/ 1388358 w 2282082"/>
                          <a:gd name="connsiteY42" fmla="*/ 495851 h 2585432"/>
                          <a:gd name="connsiteX43" fmla="*/ 1710212 w 2282082"/>
                          <a:gd name="connsiteY43" fmla="*/ 912367 h 2585432"/>
                          <a:gd name="connsiteX44" fmla="*/ 1519041 w 2282082"/>
                          <a:gd name="connsiteY44" fmla="*/ 1308294 h 2585432"/>
                          <a:gd name="connsiteX45" fmla="*/ 1260469 w 2282082"/>
                          <a:gd name="connsiteY45" fmla="*/ 1361447 h 2585432"/>
                          <a:gd name="connsiteX46" fmla="*/ 790658 w 2282082"/>
                          <a:gd name="connsiteY46" fmla="*/ 1361447 h 2585432"/>
                          <a:gd name="connsiteX47" fmla="*/ 718478 w 2282082"/>
                          <a:gd name="connsiteY47" fmla="*/ 1345733 h 2585432"/>
                          <a:gd name="connsiteX48" fmla="*/ 702574 w 2282082"/>
                          <a:gd name="connsiteY48" fmla="*/ 1271943 h 2585432"/>
                          <a:gd name="connsiteX49" fmla="*/ 702574 w 2282082"/>
                          <a:gd name="connsiteY49" fmla="*/ 607411 h 2585432"/>
                          <a:gd name="connsiteX50" fmla="*/ 718998 w 2282082"/>
                          <a:gd name="connsiteY50" fmla="*/ 551086 h 2585432"/>
                          <a:gd name="connsiteX51" fmla="*/ 893604 w 2282082"/>
                          <a:gd name="connsiteY51" fmla="*/ 498738 h 2585432"/>
                          <a:gd name="connsiteX52" fmla="*/ 893604 w 2282082"/>
                          <a:gd name="connsiteY52" fmla="*/ 371937 h 2585432"/>
                          <a:gd name="connsiteX53" fmla="*/ 521626 w 2282082"/>
                          <a:gd name="connsiteY53" fmla="*/ 420405 h 2585432"/>
                          <a:gd name="connsiteX54" fmla="*/ 226563 w 2282082"/>
                          <a:gd name="connsiteY54" fmla="*/ 395698 h 2585432"/>
                          <a:gd name="connsiteX55" fmla="*/ 224811 w 2282082"/>
                          <a:gd name="connsiteY55" fmla="*/ 439290 h 2585432"/>
                          <a:gd name="connsiteX56" fmla="*/ 360558 w 2282082"/>
                          <a:gd name="connsiteY56" fmla="*/ 550471 h 2585432"/>
                          <a:gd name="connsiteX57" fmla="*/ 389761 w 2282082"/>
                          <a:gd name="connsiteY57" fmla="*/ 1337829 h 2585432"/>
                          <a:gd name="connsiteX58" fmla="*/ 296566 w 2282082"/>
                          <a:gd name="connsiteY58" fmla="*/ 2233007 h 2585432"/>
                          <a:gd name="connsiteX59" fmla="*/ 166168 w 2282082"/>
                          <a:gd name="connsiteY59" fmla="*/ 2320191 h 2585432"/>
                          <a:gd name="connsiteX60" fmla="*/ 166168 w 2282082"/>
                          <a:gd name="connsiteY60" fmla="*/ 2351856 h 2585432"/>
                          <a:gd name="connsiteX61" fmla="*/ 322077 w 2282082"/>
                          <a:gd name="connsiteY61" fmla="*/ 2357063 h 2585432"/>
                          <a:gd name="connsiteX62" fmla="*/ 702574 w 2282082"/>
                          <a:gd name="connsiteY62" fmla="*/ 1995924 h 2585432"/>
                          <a:gd name="connsiteX63" fmla="*/ 702574 w 2282082"/>
                          <a:gd name="connsiteY63" fmla="*/ 1579408 h 2585432"/>
                          <a:gd name="connsiteX64" fmla="*/ 718478 w 2282082"/>
                          <a:gd name="connsiteY64" fmla="*/ 1505618 h 2585432"/>
                          <a:gd name="connsiteX65" fmla="*/ 790658 w 2282082"/>
                          <a:gd name="connsiteY65" fmla="*/ 1489904 h 2585432"/>
                          <a:gd name="connsiteX66" fmla="*/ 1237561 w 2282082"/>
                          <a:gd name="connsiteY66" fmla="*/ 1489904 h 2585432"/>
                          <a:gd name="connsiteX67" fmla="*/ 1366823 w 2282082"/>
                          <a:gd name="connsiteY67" fmla="*/ 1510352 h 2585432"/>
                          <a:gd name="connsiteX68" fmla="*/ 1436211 w 2282082"/>
                          <a:gd name="connsiteY68" fmla="*/ 1574391 h 2585432"/>
                          <a:gd name="connsiteX69" fmla="*/ 1652799 w 2282082"/>
                          <a:gd name="connsiteY69" fmla="*/ 2177724 h 2585432"/>
                          <a:gd name="connsiteX70" fmla="*/ 2014221 w 2282082"/>
                          <a:gd name="connsiteY70" fmla="*/ 2351762 h 2585432"/>
                          <a:gd name="connsiteX71" fmla="*/ 2281880 w 2282082"/>
                          <a:gd name="connsiteY71" fmla="*/ 2301070 h 2585432"/>
                          <a:gd name="connsiteX72" fmla="*/ 2271373 w 2282082"/>
                          <a:gd name="connsiteY72" fmla="*/ 2274753 h 2585432"/>
                          <a:gd name="connsiteX73" fmla="*/ 1946822 w 2282082"/>
                          <a:gd name="connsiteY73" fmla="*/ 1988967 h 258543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</a:cxnLst>
                        <a:rect l="l" t="t" r="r" b="b"/>
                        <a:pathLst>
                          <a:path w="2282082" h="2585432">
                            <a:moveTo>
                              <a:pt x="1414533" y="2429148"/>
                            </a:moveTo>
                            <a:cubicBezTo>
                              <a:pt x="1320580" y="2312287"/>
                              <a:pt x="1307327" y="2135268"/>
                              <a:pt x="1307517" y="1925164"/>
                            </a:cubicBezTo>
                            <a:cubicBezTo>
                              <a:pt x="1307517" y="1887535"/>
                              <a:pt x="1307517" y="1603310"/>
                              <a:pt x="1307517" y="1603310"/>
                            </a:cubicBezTo>
                            <a:cubicBezTo>
                              <a:pt x="1307517" y="1593040"/>
                              <a:pt x="1300795" y="1564830"/>
                              <a:pt x="1230035" y="1564830"/>
                            </a:cubicBezTo>
                            <a:lnTo>
                              <a:pt x="974682" y="1564830"/>
                            </a:lnTo>
                            <a:cubicBezTo>
                              <a:pt x="974682" y="1747813"/>
                              <a:pt x="974682" y="1885263"/>
                              <a:pt x="974682" y="1925211"/>
                            </a:cubicBezTo>
                            <a:cubicBezTo>
                              <a:pt x="974682" y="2135315"/>
                              <a:pt x="961666" y="2312335"/>
                              <a:pt x="867666" y="2429196"/>
                            </a:cubicBezTo>
                            <a:cubicBezTo>
                              <a:pt x="826109" y="2480882"/>
                              <a:pt x="770826" y="2525373"/>
                              <a:pt x="690363" y="2546388"/>
                            </a:cubicBezTo>
                            <a:cubicBezTo>
                              <a:pt x="689511" y="2553583"/>
                              <a:pt x="688469" y="2562623"/>
                              <a:pt x="687049" y="2574787"/>
                            </a:cubicBezTo>
                            <a:cubicBezTo>
                              <a:pt x="774518" y="2586762"/>
                              <a:pt x="967819" y="2614261"/>
                              <a:pt x="1141052" y="2483958"/>
                            </a:cubicBezTo>
                            <a:cubicBezTo>
                              <a:pt x="1314238" y="2614261"/>
                              <a:pt x="1507539" y="2586762"/>
                              <a:pt x="1595007" y="2574787"/>
                            </a:cubicBezTo>
                            <a:cubicBezTo>
                              <a:pt x="1593588" y="2562386"/>
                              <a:pt x="1592546" y="2553346"/>
                              <a:pt x="1591694" y="2546388"/>
                            </a:cubicBezTo>
                            <a:cubicBezTo>
                              <a:pt x="1511231" y="2525373"/>
                              <a:pt x="1456043" y="2480692"/>
                              <a:pt x="1414580" y="2429148"/>
                            </a:cubicBezTo>
                            <a:moveTo>
                              <a:pt x="699829" y="125293"/>
                            </a:moveTo>
                            <a:cubicBezTo>
                              <a:pt x="874387" y="125293"/>
                              <a:pt x="912820" y="126903"/>
                              <a:pt x="943633" y="154639"/>
                            </a:cubicBezTo>
                            <a:cubicBezTo>
                              <a:pt x="968955" y="177547"/>
                              <a:pt x="974351" y="208455"/>
                              <a:pt x="974398" y="274103"/>
                            </a:cubicBezTo>
                            <a:cubicBezTo>
                              <a:pt x="974635" y="439290"/>
                              <a:pt x="974730" y="894618"/>
                              <a:pt x="974635" y="1285670"/>
                            </a:cubicBezTo>
                            <a:lnTo>
                              <a:pt x="1228237" y="1285670"/>
                            </a:lnTo>
                            <a:cubicBezTo>
                              <a:pt x="1278692" y="1285670"/>
                              <a:pt x="1307469" y="1282404"/>
                              <a:pt x="1307469" y="1277955"/>
                            </a:cubicBezTo>
                            <a:lnTo>
                              <a:pt x="1307469" y="274103"/>
                            </a:lnTo>
                            <a:cubicBezTo>
                              <a:pt x="1307469" y="208455"/>
                              <a:pt x="1312960" y="177547"/>
                              <a:pt x="1338235" y="154639"/>
                            </a:cubicBezTo>
                            <a:cubicBezTo>
                              <a:pt x="1368905" y="126903"/>
                              <a:pt x="1407528" y="125293"/>
                              <a:pt x="1582039" y="125293"/>
                            </a:cubicBezTo>
                            <a:cubicBezTo>
                              <a:pt x="1916340" y="125293"/>
                              <a:pt x="1998791" y="134760"/>
                              <a:pt x="2077172" y="170447"/>
                            </a:cubicBezTo>
                            <a:cubicBezTo>
                              <a:pt x="2164167" y="210206"/>
                              <a:pt x="2210126" y="274577"/>
                              <a:pt x="2251920" y="353194"/>
                            </a:cubicBezTo>
                            <a:lnTo>
                              <a:pt x="2251920" y="353194"/>
                            </a:lnTo>
                            <a:lnTo>
                              <a:pt x="2281975" y="353194"/>
                            </a:lnTo>
                            <a:cubicBezTo>
                              <a:pt x="2281975" y="353194"/>
                              <a:pt x="2233366" y="31483"/>
                              <a:pt x="2231472" y="17046"/>
                            </a:cubicBezTo>
                            <a:cubicBezTo>
                              <a:pt x="2229627" y="1569"/>
                              <a:pt x="2221060" y="244"/>
                              <a:pt x="2201606" y="244"/>
                            </a:cubicBezTo>
                            <a:cubicBezTo>
                              <a:pt x="2194885" y="244"/>
                              <a:pt x="1684984" y="5450"/>
                              <a:pt x="1141099" y="5450"/>
                            </a:cubicBezTo>
                            <a:cubicBezTo>
                              <a:pt x="597215" y="5450"/>
                              <a:pt x="87314" y="244"/>
                              <a:pt x="80498" y="244"/>
                            </a:cubicBezTo>
                            <a:cubicBezTo>
                              <a:pt x="61139" y="244"/>
                              <a:pt x="52572" y="1569"/>
                              <a:pt x="50679" y="17046"/>
                            </a:cubicBezTo>
                            <a:cubicBezTo>
                              <a:pt x="48928" y="31483"/>
                              <a:pt x="-107" y="353383"/>
                              <a:pt x="-107" y="353383"/>
                            </a:cubicBezTo>
                            <a:lnTo>
                              <a:pt x="29995" y="353383"/>
                            </a:lnTo>
                            <a:cubicBezTo>
                              <a:pt x="29995" y="353383"/>
                              <a:pt x="29995" y="353383"/>
                              <a:pt x="29995" y="353383"/>
                            </a:cubicBezTo>
                            <a:cubicBezTo>
                              <a:pt x="71742" y="274719"/>
                              <a:pt x="117700" y="210395"/>
                              <a:pt x="204743" y="170637"/>
                            </a:cubicBezTo>
                            <a:cubicBezTo>
                              <a:pt x="283076" y="134807"/>
                              <a:pt x="365669" y="125483"/>
                              <a:pt x="699829" y="125483"/>
                            </a:cubicBezTo>
                            <a:moveTo>
                              <a:pt x="1946822" y="1988967"/>
                            </a:moveTo>
                            <a:cubicBezTo>
                              <a:pt x="1887705" y="1844322"/>
                              <a:pt x="1843261" y="1640560"/>
                              <a:pt x="1706662" y="1527580"/>
                            </a:cubicBezTo>
                            <a:cubicBezTo>
                              <a:pt x="1636138" y="1469221"/>
                              <a:pt x="1535323" y="1435663"/>
                              <a:pt x="1422674" y="1435663"/>
                            </a:cubicBezTo>
                            <a:lnTo>
                              <a:pt x="1422674" y="1431640"/>
                            </a:lnTo>
                            <a:cubicBezTo>
                              <a:pt x="1825701" y="1420990"/>
                              <a:pt x="2029841" y="1212921"/>
                              <a:pt x="2029841" y="911420"/>
                            </a:cubicBezTo>
                            <a:cubicBezTo>
                              <a:pt x="2029841" y="624829"/>
                              <a:pt x="1834457" y="391296"/>
                              <a:pt x="1388358" y="367677"/>
                            </a:cubicBezTo>
                            <a:lnTo>
                              <a:pt x="1388358" y="495851"/>
                            </a:lnTo>
                            <a:cubicBezTo>
                              <a:pt x="1604284" y="526569"/>
                              <a:pt x="1710212" y="723799"/>
                              <a:pt x="1710212" y="912367"/>
                            </a:cubicBezTo>
                            <a:cubicBezTo>
                              <a:pt x="1710212" y="1077790"/>
                              <a:pt x="1663401" y="1228683"/>
                              <a:pt x="1519041" y="1308294"/>
                            </a:cubicBezTo>
                            <a:cubicBezTo>
                              <a:pt x="1449558" y="1346585"/>
                              <a:pt x="1374065" y="1361447"/>
                              <a:pt x="1260469" y="1361447"/>
                            </a:cubicBezTo>
                            <a:lnTo>
                              <a:pt x="790658" y="1361447"/>
                            </a:lnTo>
                            <a:cubicBezTo>
                              <a:pt x="747728" y="1361447"/>
                              <a:pt x="730216" y="1357424"/>
                              <a:pt x="718478" y="1345733"/>
                            </a:cubicBezTo>
                            <a:cubicBezTo>
                              <a:pt x="705982" y="1333190"/>
                              <a:pt x="702574" y="1318233"/>
                              <a:pt x="702574" y="1271943"/>
                            </a:cubicBezTo>
                            <a:lnTo>
                              <a:pt x="702574" y="607411"/>
                            </a:lnTo>
                            <a:cubicBezTo>
                              <a:pt x="702574" y="582041"/>
                              <a:pt x="708680" y="563771"/>
                              <a:pt x="718998" y="551086"/>
                            </a:cubicBezTo>
                            <a:cubicBezTo>
                              <a:pt x="740487" y="524581"/>
                              <a:pt x="800124" y="508772"/>
                              <a:pt x="893604" y="498738"/>
                            </a:cubicBezTo>
                            <a:lnTo>
                              <a:pt x="893604" y="371937"/>
                            </a:lnTo>
                            <a:cubicBezTo>
                              <a:pt x="731636" y="392242"/>
                              <a:pt x="643789" y="415245"/>
                              <a:pt x="521626" y="420405"/>
                            </a:cubicBezTo>
                            <a:cubicBezTo>
                              <a:pt x="410634" y="425138"/>
                              <a:pt x="315451" y="404596"/>
                              <a:pt x="226563" y="395698"/>
                            </a:cubicBezTo>
                            <a:cubicBezTo>
                              <a:pt x="225805" y="411364"/>
                              <a:pt x="225427" y="422392"/>
                              <a:pt x="224811" y="439290"/>
                            </a:cubicBezTo>
                            <a:cubicBezTo>
                              <a:pt x="294104" y="465701"/>
                              <a:pt x="338407" y="497223"/>
                              <a:pt x="360558" y="550471"/>
                            </a:cubicBezTo>
                            <a:cubicBezTo>
                              <a:pt x="388341" y="617350"/>
                              <a:pt x="389761" y="652802"/>
                              <a:pt x="389761" y="1337829"/>
                            </a:cubicBezTo>
                            <a:cubicBezTo>
                              <a:pt x="389761" y="1968567"/>
                              <a:pt x="375846" y="2129162"/>
                              <a:pt x="296566" y="2233007"/>
                            </a:cubicBezTo>
                            <a:cubicBezTo>
                              <a:pt x="263860" y="2275889"/>
                              <a:pt x="217286" y="2311151"/>
                              <a:pt x="166168" y="2320191"/>
                            </a:cubicBezTo>
                            <a:lnTo>
                              <a:pt x="166168" y="2351856"/>
                            </a:lnTo>
                            <a:cubicBezTo>
                              <a:pt x="192105" y="2353655"/>
                              <a:pt x="259316" y="2357631"/>
                              <a:pt x="322077" y="2357063"/>
                            </a:cubicBezTo>
                            <a:cubicBezTo>
                              <a:pt x="612834" y="2354791"/>
                              <a:pt x="702290" y="2230073"/>
                              <a:pt x="702574" y="1995924"/>
                            </a:cubicBezTo>
                            <a:cubicBezTo>
                              <a:pt x="702574" y="1838405"/>
                              <a:pt x="702574" y="1579408"/>
                              <a:pt x="702574" y="1579408"/>
                            </a:cubicBezTo>
                            <a:cubicBezTo>
                              <a:pt x="702574" y="1533071"/>
                              <a:pt x="705982" y="1518114"/>
                              <a:pt x="718478" y="1505618"/>
                            </a:cubicBezTo>
                            <a:cubicBezTo>
                              <a:pt x="730216" y="1493928"/>
                              <a:pt x="747728" y="1489904"/>
                              <a:pt x="790658" y="1489904"/>
                            </a:cubicBezTo>
                            <a:cubicBezTo>
                              <a:pt x="790658" y="1489904"/>
                              <a:pt x="1076965" y="1489904"/>
                              <a:pt x="1237561" y="1489904"/>
                            </a:cubicBezTo>
                            <a:cubicBezTo>
                              <a:pt x="1303825" y="1489904"/>
                              <a:pt x="1332224" y="1492792"/>
                              <a:pt x="1366823" y="1510352"/>
                            </a:cubicBezTo>
                            <a:cubicBezTo>
                              <a:pt x="1391293" y="1522705"/>
                              <a:pt x="1413302" y="1542584"/>
                              <a:pt x="1436211" y="1574391"/>
                            </a:cubicBezTo>
                            <a:cubicBezTo>
                              <a:pt x="1530116" y="1704883"/>
                              <a:pt x="1551368" y="2025980"/>
                              <a:pt x="1652799" y="2177724"/>
                            </a:cubicBezTo>
                            <a:cubicBezTo>
                              <a:pt x="1704059" y="2254448"/>
                              <a:pt x="1806295" y="2346224"/>
                              <a:pt x="2014221" y="2351762"/>
                            </a:cubicBezTo>
                            <a:cubicBezTo>
                              <a:pt x="2099418" y="2354034"/>
                              <a:pt x="2206292" y="2332072"/>
                              <a:pt x="2281880" y="2301070"/>
                            </a:cubicBezTo>
                            <a:cubicBezTo>
                              <a:pt x="2278946" y="2294443"/>
                              <a:pt x="2273171" y="2279108"/>
                              <a:pt x="2271373" y="2274753"/>
                            </a:cubicBezTo>
                            <a:cubicBezTo>
                              <a:pt x="2106612" y="2278729"/>
                              <a:pt x="2015310" y="2156425"/>
                              <a:pt x="1946822" y="1988967"/>
                            </a:cubicBezTo>
                          </a:path>
                        </a:pathLst>
                      </a:custGeom>
                      <a:solidFill>
                        <a:schemeClr val="tx2"/>
                      </a:solidFill>
                      <a:ln w="4730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w16du="http://schemas.microsoft.com/office/word/2023/wordml/word16du" xmlns:oel="http://schemas.microsoft.com/office/2019/extlst">
          <w:pict w14:anchorId="65FB8AAC">
            <v:shape id="Graphic 3" style="position:absolute;margin-left:42.55pt;margin-top:782.95pt;width:30.9pt;height:34.8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282082,2585432" o:spid="_x0000_s1026" fillcolor="#6a97cf [3215]" stroked="f" strokeweight=".1314mm" path="m1414533,2429148v-93953,-116861,-107206,-293880,-107016,-503984c1307517,1887535,1307517,1603310,1307517,1603310v,-10270,-6722,-38480,-77482,-38480l974682,1564830v,182983,,320433,,360381c974682,2135315,961666,2312335,867666,2429196v-41557,51686,-96840,96177,-177303,117192c689511,2553583,688469,2562623,687049,2574787v87469,11975,280770,39474,454003,-90829c1314238,2614261,1507539,2586762,1595007,2574787v-1419,-12401,-2461,-21441,-3313,-28399c1511231,2525373,1456043,2480692,1414580,2429148m699829,125293v174558,,212991,1610,243804,29346c968955,177547,974351,208455,974398,274103v237,165187,332,620515,237,1011567l1228237,1285670v50455,,79232,-3266,79232,-7715l1307469,274103v,-65648,5491,-96556,30766,-119464c1368905,126903,1407528,125293,1582039,125293v334301,,416752,9467,495133,45154c2164167,210206,2210126,274577,2251920,353194r,l2281975,353194v,,-48609,-321711,-50503,-336148c2229627,1569,2221060,244,2201606,244v-6721,,-516622,5206,-1060507,5206c597215,5450,87314,244,80498,244,61139,244,52572,1569,50679,17046,48928,31483,-107,353383,-107,353383r30102,c29995,353383,29995,353383,29995,353383,71742,274719,117700,210395,204743,170637v78333,-35830,160926,-45154,495086,-45154m1946822,1988967v-59117,-144645,-103561,-348407,-240160,-461387c1636138,1469221,1535323,1435663,1422674,1435663r,-4023c1825701,1420990,2029841,1212921,2029841,911420v,-286591,-195384,-520124,-641483,-543743l1388358,495851v215926,30718,321854,227948,321854,416516c1710212,1077790,1663401,1228683,1519041,1308294v-69483,38291,-144976,53153,-258572,53153l790658,1361447v-42930,,-60442,-4023,-72180,-15714c705982,1333190,702574,1318233,702574,1271943r,-664532c702574,582041,708680,563771,718998,551086v21489,-26505,81126,-42314,174606,-52348l893604,371937c731636,392242,643789,415245,521626,420405,410634,425138,315451,404596,226563,395698v-758,15666,-1136,26694,-1752,43592c294104,465701,338407,497223,360558,550471v27783,66879,29203,102331,29203,787358c389761,1968567,375846,2129162,296566,2233007v-32706,42882,-79280,78144,-130398,87184l166168,2351856v25937,1799,93148,5775,155909,5207c612834,2354791,702290,2230073,702574,1995924v,-157519,,-416516,,-416516c702574,1533071,705982,1518114,718478,1505618v11738,-11690,29250,-15714,72180,-15714c790658,1489904,1076965,1489904,1237561,1489904v66264,,94663,2888,129262,20448c1391293,1522705,1413302,1542584,1436211,1574391v93905,130492,115157,451589,216588,603333c1704059,2254448,1806295,2346224,2014221,2351762v85197,2272,192071,-19690,267659,-50692c2278946,2294443,2273171,2279108,2271373,2274753v-164761,3976,-256063,-118328,-324551,-2857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" w14:anchorId="7F5999F6">
              <v:stroke joinstyle="miter"/>
              <v:path arrowok="t" o:connecttype="custom" o:connectlocs="243226,416034;224825,329718;224825,274595;211502,268004;167595,268004;167595,329726;149194,416042;118707,436113;118137,440977;196202,425421;274259,440977;273689,436113;243235,416034;120334,21459;162256,26485;167546,46945;167587,220193;211193,220193;224817,218872;224817,46945;230107,26485;272029,21459;357166,29192;387214,60491;387214,60491;392382,60491;383698,2919;378562,42;196210,933;13841,42;8714,2919;-18,60523;5158,60523;5158,60523;35205,29225;120334,21491;334753,340645;293458,261625;244626,245882;244626,245193;349028,156096;238726,62971;238726,84923;294068,156259;261196,224068;216735,233171;135952,233171;123541,230480;120806,217842;120806,104030;123630,94383;153654,85418;153654,63701;89693,72002;38957,67770;38656,75236;61997,94278;67019,229126;50994,382441;28572,397373;28572,402796;55381,403688;120806,341837;120806,270501;123541,257863;135952,255172;212796,255172;235023,258674;246954,269642;284196,372973;346342,402780;392365,394098;390559,389591;334753,340645" o:connectangles="0,0,0,0,0,0,0,0,0,0,0,0,0,0,0,0,0,0,0,0,0,0,0,0,0,0,0,0,0,0,0,0,0,0,0,0,0,0,0,0,0,0,0,0,0,0,0,0,0,0,0,0,0,0,0,0,0,0,0,0,0,0,0,0,0,0,0,0,0,0,0,0,0,0"/>
              <w10:wrap anchorx="page" anchory="page"/>
              <w10:anchorlock/>
            </v:shape>
          </w:pict>
        </mc:Fallback>
      </mc:AlternateContent>
    </w:r>
    <w:r w:rsidRPr="00580F9D">
      <w:rPr>
        <w:noProof/>
      </w:rPr>
      <w:t>Retail Trust | retailtrust.org.uk</w:t>
    </w:r>
    <w:r w:rsidRPr="00580F9D">
      <w:tab/>
    </w:r>
    <w:r w:rsidRPr="00580F9D">
      <w:br/>
    </w:r>
    <w:r w:rsidRPr="00580F9D">
      <w:rPr>
        <w:sz w:val="14"/>
        <w:szCs w:val="18"/>
      </w:rPr>
      <w:t xml:space="preserve">Retail Trust is a registered charity in England and Wales (1090136) and in Scotland (SC039684). Company No 4254201 </w:t>
    </w:r>
    <w:r w:rsidRPr="00580F9D">
      <w:rPr>
        <w:sz w:val="14"/>
        <w:szCs w:val="18"/>
      </w:rPr>
      <w:br/>
    </w:r>
    <w:r w:rsidRPr="00580F9D">
      <w:rPr>
        <w:sz w:val="14"/>
        <w:szCs w:val="18"/>
      </w:rPr>
      <w:t xml:space="preserve">(Company limited by Guarantee) Registered England &amp; Wales. Registered office: </w:t>
    </w:r>
    <w:r w:rsidRPr="00580F9D" w:rsidR="00FB3DFF">
      <w:rPr>
        <w:rFonts w:cstheme="minorHAnsi"/>
        <w:sz w:val="14"/>
        <w:szCs w:val="14"/>
        <w:shd w:val="clear" w:color="auto" w:fill="FFFFFF"/>
      </w:rPr>
      <w:t xml:space="preserve">Retail Trust, The Form Rooms, Second Floor, 22 Tower Street, London, WC2H 9NS.                                                                                       </w:t>
    </w:r>
    <w:r w:rsidRPr="00C65704">
      <w:tab/>
    </w:r>
    <w:r w:rsidRPr="00C65704">
      <w:fldChar w:fldCharType="begin"/>
    </w:r>
    <w:r w:rsidRPr="00C65704">
      <w:instrText xml:space="preserve"> PAGE  \* Arabic  \* MERGEFORMAT </w:instrText>
    </w:r>
    <w:r w:rsidRPr="00C65704">
      <w:fldChar w:fldCharType="separate"/>
    </w:r>
    <w:r>
      <w:t>1</w:t>
    </w:r>
    <w:r w:rsidRPr="00C65704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580F9D" w:rsidR="00DA65D9" w:rsidP="00DA65D9" w:rsidRDefault="00DA65D9" w14:paraId="2E3788C6" w14:textId="77777777">
    <w:pPr>
      <w:pStyle w:val="Footer"/>
      <w:ind w:left="1440"/>
      <w:rPr>
        <w:rFonts w:cstheme="minorHAnsi"/>
        <w:sz w:val="14"/>
        <w:szCs w:val="14"/>
      </w:rPr>
    </w:pPr>
    <w:r w:rsidRPr="00580F9D">
      <w:rPr>
        <w:rFonts w:cstheme="minorHAnsi"/>
        <w:noProof/>
        <w:sz w:val="14"/>
        <w:szCs w:val="14"/>
      </w:rPr>
      <w:t xml:space="preserve">© </w:t>
    </w:r>
    <w:r w:rsidRPr="00580F9D">
      <w:rPr>
        <w:rFonts w:cstheme="minorHAnsi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B69DA14" wp14:editId="46DFF96C">
              <wp:simplePos x="0" y="0"/>
              <wp:positionH relativeFrom="page">
                <wp:posOffset>540385</wp:posOffset>
              </wp:positionH>
              <wp:positionV relativeFrom="page">
                <wp:posOffset>9629775</wp:posOffset>
              </wp:positionV>
              <wp:extent cx="391795" cy="442595"/>
              <wp:effectExtent l="19050" t="0" r="8255" b="14605"/>
              <wp:wrapNone/>
              <wp:docPr id="5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1795" cy="442595"/>
                      </a:xfrm>
                      <a:custGeom>
                        <a:avLst/>
                        <a:gdLst>
                          <a:gd name="connsiteX0" fmla="*/ 1414533 w 2282082"/>
                          <a:gd name="connsiteY0" fmla="*/ 2429148 h 2585432"/>
                          <a:gd name="connsiteX1" fmla="*/ 1307517 w 2282082"/>
                          <a:gd name="connsiteY1" fmla="*/ 1925164 h 2585432"/>
                          <a:gd name="connsiteX2" fmla="*/ 1307517 w 2282082"/>
                          <a:gd name="connsiteY2" fmla="*/ 1603310 h 2585432"/>
                          <a:gd name="connsiteX3" fmla="*/ 1230035 w 2282082"/>
                          <a:gd name="connsiteY3" fmla="*/ 1564830 h 2585432"/>
                          <a:gd name="connsiteX4" fmla="*/ 974682 w 2282082"/>
                          <a:gd name="connsiteY4" fmla="*/ 1564830 h 2585432"/>
                          <a:gd name="connsiteX5" fmla="*/ 974682 w 2282082"/>
                          <a:gd name="connsiteY5" fmla="*/ 1925211 h 2585432"/>
                          <a:gd name="connsiteX6" fmla="*/ 867666 w 2282082"/>
                          <a:gd name="connsiteY6" fmla="*/ 2429196 h 2585432"/>
                          <a:gd name="connsiteX7" fmla="*/ 690363 w 2282082"/>
                          <a:gd name="connsiteY7" fmla="*/ 2546388 h 2585432"/>
                          <a:gd name="connsiteX8" fmla="*/ 687049 w 2282082"/>
                          <a:gd name="connsiteY8" fmla="*/ 2574787 h 2585432"/>
                          <a:gd name="connsiteX9" fmla="*/ 1141052 w 2282082"/>
                          <a:gd name="connsiteY9" fmla="*/ 2483958 h 2585432"/>
                          <a:gd name="connsiteX10" fmla="*/ 1595007 w 2282082"/>
                          <a:gd name="connsiteY10" fmla="*/ 2574787 h 2585432"/>
                          <a:gd name="connsiteX11" fmla="*/ 1591694 w 2282082"/>
                          <a:gd name="connsiteY11" fmla="*/ 2546388 h 2585432"/>
                          <a:gd name="connsiteX12" fmla="*/ 1414580 w 2282082"/>
                          <a:gd name="connsiteY12" fmla="*/ 2429148 h 2585432"/>
                          <a:gd name="connsiteX13" fmla="*/ 699829 w 2282082"/>
                          <a:gd name="connsiteY13" fmla="*/ 125293 h 2585432"/>
                          <a:gd name="connsiteX14" fmla="*/ 943633 w 2282082"/>
                          <a:gd name="connsiteY14" fmla="*/ 154639 h 2585432"/>
                          <a:gd name="connsiteX15" fmla="*/ 974398 w 2282082"/>
                          <a:gd name="connsiteY15" fmla="*/ 274103 h 2585432"/>
                          <a:gd name="connsiteX16" fmla="*/ 974635 w 2282082"/>
                          <a:gd name="connsiteY16" fmla="*/ 1285670 h 2585432"/>
                          <a:gd name="connsiteX17" fmla="*/ 1228237 w 2282082"/>
                          <a:gd name="connsiteY17" fmla="*/ 1285670 h 2585432"/>
                          <a:gd name="connsiteX18" fmla="*/ 1307469 w 2282082"/>
                          <a:gd name="connsiteY18" fmla="*/ 1277955 h 2585432"/>
                          <a:gd name="connsiteX19" fmla="*/ 1307469 w 2282082"/>
                          <a:gd name="connsiteY19" fmla="*/ 274103 h 2585432"/>
                          <a:gd name="connsiteX20" fmla="*/ 1338235 w 2282082"/>
                          <a:gd name="connsiteY20" fmla="*/ 154639 h 2585432"/>
                          <a:gd name="connsiteX21" fmla="*/ 1582039 w 2282082"/>
                          <a:gd name="connsiteY21" fmla="*/ 125293 h 2585432"/>
                          <a:gd name="connsiteX22" fmla="*/ 2077172 w 2282082"/>
                          <a:gd name="connsiteY22" fmla="*/ 170447 h 2585432"/>
                          <a:gd name="connsiteX23" fmla="*/ 2251920 w 2282082"/>
                          <a:gd name="connsiteY23" fmla="*/ 353194 h 2585432"/>
                          <a:gd name="connsiteX24" fmla="*/ 2251920 w 2282082"/>
                          <a:gd name="connsiteY24" fmla="*/ 353194 h 2585432"/>
                          <a:gd name="connsiteX25" fmla="*/ 2281975 w 2282082"/>
                          <a:gd name="connsiteY25" fmla="*/ 353194 h 2585432"/>
                          <a:gd name="connsiteX26" fmla="*/ 2231472 w 2282082"/>
                          <a:gd name="connsiteY26" fmla="*/ 17046 h 2585432"/>
                          <a:gd name="connsiteX27" fmla="*/ 2201606 w 2282082"/>
                          <a:gd name="connsiteY27" fmla="*/ 244 h 2585432"/>
                          <a:gd name="connsiteX28" fmla="*/ 1141099 w 2282082"/>
                          <a:gd name="connsiteY28" fmla="*/ 5450 h 2585432"/>
                          <a:gd name="connsiteX29" fmla="*/ 80498 w 2282082"/>
                          <a:gd name="connsiteY29" fmla="*/ 244 h 2585432"/>
                          <a:gd name="connsiteX30" fmla="*/ 50679 w 2282082"/>
                          <a:gd name="connsiteY30" fmla="*/ 17046 h 2585432"/>
                          <a:gd name="connsiteX31" fmla="*/ -107 w 2282082"/>
                          <a:gd name="connsiteY31" fmla="*/ 353383 h 2585432"/>
                          <a:gd name="connsiteX32" fmla="*/ 29995 w 2282082"/>
                          <a:gd name="connsiteY32" fmla="*/ 353383 h 2585432"/>
                          <a:gd name="connsiteX33" fmla="*/ 29995 w 2282082"/>
                          <a:gd name="connsiteY33" fmla="*/ 353383 h 2585432"/>
                          <a:gd name="connsiteX34" fmla="*/ 204743 w 2282082"/>
                          <a:gd name="connsiteY34" fmla="*/ 170637 h 2585432"/>
                          <a:gd name="connsiteX35" fmla="*/ 699829 w 2282082"/>
                          <a:gd name="connsiteY35" fmla="*/ 125483 h 2585432"/>
                          <a:gd name="connsiteX36" fmla="*/ 1946822 w 2282082"/>
                          <a:gd name="connsiteY36" fmla="*/ 1988967 h 2585432"/>
                          <a:gd name="connsiteX37" fmla="*/ 1706662 w 2282082"/>
                          <a:gd name="connsiteY37" fmla="*/ 1527580 h 2585432"/>
                          <a:gd name="connsiteX38" fmla="*/ 1422674 w 2282082"/>
                          <a:gd name="connsiteY38" fmla="*/ 1435663 h 2585432"/>
                          <a:gd name="connsiteX39" fmla="*/ 1422674 w 2282082"/>
                          <a:gd name="connsiteY39" fmla="*/ 1431640 h 2585432"/>
                          <a:gd name="connsiteX40" fmla="*/ 2029841 w 2282082"/>
                          <a:gd name="connsiteY40" fmla="*/ 911420 h 2585432"/>
                          <a:gd name="connsiteX41" fmla="*/ 1388358 w 2282082"/>
                          <a:gd name="connsiteY41" fmla="*/ 367677 h 2585432"/>
                          <a:gd name="connsiteX42" fmla="*/ 1388358 w 2282082"/>
                          <a:gd name="connsiteY42" fmla="*/ 495851 h 2585432"/>
                          <a:gd name="connsiteX43" fmla="*/ 1710212 w 2282082"/>
                          <a:gd name="connsiteY43" fmla="*/ 912367 h 2585432"/>
                          <a:gd name="connsiteX44" fmla="*/ 1519041 w 2282082"/>
                          <a:gd name="connsiteY44" fmla="*/ 1308294 h 2585432"/>
                          <a:gd name="connsiteX45" fmla="*/ 1260469 w 2282082"/>
                          <a:gd name="connsiteY45" fmla="*/ 1361447 h 2585432"/>
                          <a:gd name="connsiteX46" fmla="*/ 790658 w 2282082"/>
                          <a:gd name="connsiteY46" fmla="*/ 1361447 h 2585432"/>
                          <a:gd name="connsiteX47" fmla="*/ 718478 w 2282082"/>
                          <a:gd name="connsiteY47" fmla="*/ 1345733 h 2585432"/>
                          <a:gd name="connsiteX48" fmla="*/ 702574 w 2282082"/>
                          <a:gd name="connsiteY48" fmla="*/ 1271943 h 2585432"/>
                          <a:gd name="connsiteX49" fmla="*/ 702574 w 2282082"/>
                          <a:gd name="connsiteY49" fmla="*/ 607411 h 2585432"/>
                          <a:gd name="connsiteX50" fmla="*/ 718998 w 2282082"/>
                          <a:gd name="connsiteY50" fmla="*/ 551086 h 2585432"/>
                          <a:gd name="connsiteX51" fmla="*/ 893604 w 2282082"/>
                          <a:gd name="connsiteY51" fmla="*/ 498738 h 2585432"/>
                          <a:gd name="connsiteX52" fmla="*/ 893604 w 2282082"/>
                          <a:gd name="connsiteY52" fmla="*/ 371937 h 2585432"/>
                          <a:gd name="connsiteX53" fmla="*/ 521626 w 2282082"/>
                          <a:gd name="connsiteY53" fmla="*/ 420405 h 2585432"/>
                          <a:gd name="connsiteX54" fmla="*/ 226563 w 2282082"/>
                          <a:gd name="connsiteY54" fmla="*/ 395698 h 2585432"/>
                          <a:gd name="connsiteX55" fmla="*/ 224811 w 2282082"/>
                          <a:gd name="connsiteY55" fmla="*/ 439290 h 2585432"/>
                          <a:gd name="connsiteX56" fmla="*/ 360558 w 2282082"/>
                          <a:gd name="connsiteY56" fmla="*/ 550471 h 2585432"/>
                          <a:gd name="connsiteX57" fmla="*/ 389761 w 2282082"/>
                          <a:gd name="connsiteY57" fmla="*/ 1337829 h 2585432"/>
                          <a:gd name="connsiteX58" fmla="*/ 296566 w 2282082"/>
                          <a:gd name="connsiteY58" fmla="*/ 2233007 h 2585432"/>
                          <a:gd name="connsiteX59" fmla="*/ 166168 w 2282082"/>
                          <a:gd name="connsiteY59" fmla="*/ 2320191 h 2585432"/>
                          <a:gd name="connsiteX60" fmla="*/ 166168 w 2282082"/>
                          <a:gd name="connsiteY60" fmla="*/ 2351856 h 2585432"/>
                          <a:gd name="connsiteX61" fmla="*/ 322077 w 2282082"/>
                          <a:gd name="connsiteY61" fmla="*/ 2357063 h 2585432"/>
                          <a:gd name="connsiteX62" fmla="*/ 702574 w 2282082"/>
                          <a:gd name="connsiteY62" fmla="*/ 1995924 h 2585432"/>
                          <a:gd name="connsiteX63" fmla="*/ 702574 w 2282082"/>
                          <a:gd name="connsiteY63" fmla="*/ 1579408 h 2585432"/>
                          <a:gd name="connsiteX64" fmla="*/ 718478 w 2282082"/>
                          <a:gd name="connsiteY64" fmla="*/ 1505618 h 2585432"/>
                          <a:gd name="connsiteX65" fmla="*/ 790658 w 2282082"/>
                          <a:gd name="connsiteY65" fmla="*/ 1489904 h 2585432"/>
                          <a:gd name="connsiteX66" fmla="*/ 1237561 w 2282082"/>
                          <a:gd name="connsiteY66" fmla="*/ 1489904 h 2585432"/>
                          <a:gd name="connsiteX67" fmla="*/ 1366823 w 2282082"/>
                          <a:gd name="connsiteY67" fmla="*/ 1510352 h 2585432"/>
                          <a:gd name="connsiteX68" fmla="*/ 1436211 w 2282082"/>
                          <a:gd name="connsiteY68" fmla="*/ 1574391 h 2585432"/>
                          <a:gd name="connsiteX69" fmla="*/ 1652799 w 2282082"/>
                          <a:gd name="connsiteY69" fmla="*/ 2177724 h 2585432"/>
                          <a:gd name="connsiteX70" fmla="*/ 2014221 w 2282082"/>
                          <a:gd name="connsiteY70" fmla="*/ 2351762 h 2585432"/>
                          <a:gd name="connsiteX71" fmla="*/ 2281880 w 2282082"/>
                          <a:gd name="connsiteY71" fmla="*/ 2301070 h 2585432"/>
                          <a:gd name="connsiteX72" fmla="*/ 2271373 w 2282082"/>
                          <a:gd name="connsiteY72" fmla="*/ 2274753 h 2585432"/>
                          <a:gd name="connsiteX73" fmla="*/ 1946822 w 2282082"/>
                          <a:gd name="connsiteY73" fmla="*/ 1988967 h 258543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</a:cxnLst>
                        <a:rect l="l" t="t" r="r" b="b"/>
                        <a:pathLst>
                          <a:path w="2282082" h="2585432">
                            <a:moveTo>
                              <a:pt x="1414533" y="2429148"/>
                            </a:moveTo>
                            <a:cubicBezTo>
                              <a:pt x="1320580" y="2312287"/>
                              <a:pt x="1307327" y="2135268"/>
                              <a:pt x="1307517" y="1925164"/>
                            </a:cubicBezTo>
                            <a:cubicBezTo>
                              <a:pt x="1307517" y="1887535"/>
                              <a:pt x="1307517" y="1603310"/>
                              <a:pt x="1307517" y="1603310"/>
                            </a:cubicBezTo>
                            <a:cubicBezTo>
                              <a:pt x="1307517" y="1593040"/>
                              <a:pt x="1300795" y="1564830"/>
                              <a:pt x="1230035" y="1564830"/>
                            </a:cubicBezTo>
                            <a:lnTo>
                              <a:pt x="974682" y="1564830"/>
                            </a:lnTo>
                            <a:cubicBezTo>
                              <a:pt x="974682" y="1747813"/>
                              <a:pt x="974682" y="1885263"/>
                              <a:pt x="974682" y="1925211"/>
                            </a:cubicBezTo>
                            <a:cubicBezTo>
                              <a:pt x="974682" y="2135315"/>
                              <a:pt x="961666" y="2312335"/>
                              <a:pt x="867666" y="2429196"/>
                            </a:cubicBezTo>
                            <a:cubicBezTo>
                              <a:pt x="826109" y="2480882"/>
                              <a:pt x="770826" y="2525373"/>
                              <a:pt x="690363" y="2546388"/>
                            </a:cubicBezTo>
                            <a:cubicBezTo>
                              <a:pt x="689511" y="2553583"/>
                              <a:pt x="688469" y="2562623"/>
                              <a:pt x="687049" y="2574787"/>
                            </a:cubicBezTo>
                            <a:cubicBezTo>
                              <a:pt x="774518" y="2586762"/>
                              <a:pt x="967819" y="2614261"/>
                              <a:pt x="1141052" y="2483958"/>
                            </a:cubicBezTo>
                            <a:cubicBezTo>
                              <a:pt x="1314238" y="2614261"/>
                              <a:pt x="1507539" y="2586762"/>
                              <a:pt x="1595007" y="2574787"/>
                            </a:cubicBezTo>
                            <a:cubicBezTo>
                              <a:pt x="1593588" y="2562386"/>
                              <a:pt x="1592546" y="2553346"/>
                              <a:pt x="1591694" y="2546388"/>
                            </a:cubicBezTo>
                            <a:cubicBezTo>
                              <a:pt x="1511231" y="2525373"/>
                              <a:pt x="1456043" y="2480692"/>
                              <a:pt x="1414580" y="2429148"/>
                            </a:cubicBezTo>
                            <a:moveTo>
                              <a:pt x="699829" y="125293"/>
                            </a:moveTo>
                            <a:cubicBezTo>
                              <a:pt x="874387" y="125293"/>
                              <a:pt x="912820" y="126903"/>
                              <a:pt x="943633" y="154639"/>
                            </a:cubicBezTo>
                            <a:cubicBezTo>
                              <a:pt x="968955" y="177547"/>
                              <a:pt x="974351" y="208455"/>
                              <a:pt x="974398" y="274103"/>
                            </a:cubicBezTo>
                            <a:cubicBezTo>
                              <a:pt x="974635" y="439290"/>
                              <a:pt x="974730" y="894618"/>
                              <a:pt x="974635" y="1285670"/>
                            </a:cubicBezTo>
                            <a:lnTo>
                              <a:pt x="1228237" y="1285670"/>
                            </a:lnTo>
                            <a:cubicBezTo>
                              <a:pt x="1278692" y="1285670"/>
                              <a:pt x="1307469" y="1282404"/>
                              <a:pt x="1307469" y="1277955"/>
                            </a:cubicBezTo>
                            <a:lnTo>
                              <a:pt x="1307469" y="274103"/>
                            </a:lnTo>
                            <a:cubicBezTo>
                              <a:pt x="1307469" y="208455"/>
                              <a:pt x="1312960" y="177547"/>
                              <a:pt x="1338235" y="154639"/>
                            </a:cubicBezTo>
                            <a:cubicBezTo>
                              <a:pt x="1368905" y="126903"/>
                              <a:pt x="1407528" y="125293"/>
                              <a:pt x="1582039" y="125293"/>
                            </a:cubicBezTo>
                            <a:cubicBezTo>
                              <a:pt x="1916340" y="125293"/>
                              <a:pt x="1998791" y="134760"/>
                              <a:pt x="2077172" y="170447"/>
                            </a:cubicBezTo>
                            <a:cubicBezTo>
                              <a:pt x="2164167" y="210206"/>
                              <a:pt x="2210126" y="274577"/>
                              <a:pt x="2251920" y="353194"/>
                            </a:cubicBezTo>
                            <a:lnTo>
                              <a:pt x="2251920" y="353194"/>
                            </a:lnTo>
                            <a:lnTo>
                              <a:pt x="2281975" y="353194"/>
                            </a:lnTo>
                            <a:cubicBezTo>
                              <a:pt x="2281975" y="353194"/>
                              <a:pt x="2233366" y="31483"/>
                              <a:pt x="2231472" y="17046"/>
                            </a:cubicBezTo>
                            <a:cubicBezTo>
                              <a:pt x="2229627" y="1569"/>
                              <a:pt x="2221060" y="244"/>
                              <a:pt x="2201606" y="244"/>
                            </a:cubicBezTo>
                            <a:cubicBezTo>
                              <a:pt x="2194885" y="244"/>
                              <a:pt x="1684984" y="5450"/>
                              <a:pt x="1141099" y="5450"/>
                            </a:cubicBezTo>
                            <a:cubicBezTo>
                              <a:pt x="597215" y="5450"/>
                              <a:pt x="87314" y="244"/>
                              <a:pt x="80498" y="244"/>
                            </a:cubicBezTo>
                            <a:cubicBezTo>
                              <a:pt x="61139" y="244"/>
                              <a:pt x="52572" y="1569"/>
                              <a:pt x="50679" y="17046"/>
                            </a:cubicBezTo>
                            <a:cubicBezTo>
                              <a:pt x="48928" y="31483"/>
                              <a:pt x="-107" y="353383"/>
                              <a:pt x="-107" y="353383"/>
                            </a:cubicBezTo>
                            <a:lnTo>
                              <a:pt x="29995" y="353383"/>
                            </a:lnTo>
                            <a:cubicBezTo>
                              <a:pt x="29995" y="353383"/>
                              <a:pt x="29995" y="353383"/>
                              <a:pt x="29995" y="353383"/>
                            </a:cubicBezTo>
                            <a:cubicBezTo>
                              <a:pt x="71742" y="274719"/>
                              <a:pt x="117700" y="210395"/>
                              <a:pt x="204743" y="170637"/>
                            </a:cubicBezTo>
                            <a:cubicBezTo>
                              <a:pt x="283076" y="134807"/>
                              <a:pt x="365669" y="125483"/>
                              <a:pt x="699829" y="125483"/>
                            </a:cubicBezTo>
                            <a:moveTo>
                              <a:pt x="1946822" y="1988967"/>
                            </a:moveTo>
                            <a:cubicBezTo>
                              <a:pt x="1887705" y="1844322"/>
                              <a:pt x="1843261" y="1640560"/>
                              <a:pt x="1706662" y="1527580"/>
                            </a:cubicBezTo>
                            <a:cubicBezTo>
                              <a:pt x="1636138" y="1469221"/>
                              <a:pt x="1535323" y="1435663"/>
                              <a:pt x="1422674" y="1435663"/>
                            </a:cubicBezTo>
                            <a:lnTo>
                              <a:pt x="1422674" y="1431640"/>
                            </a:lnTo>
                            <a:cubicBezTo>
                              <a:pt x="1825701" y="1420990"/>
                              <a:pt x="2029841" y="1212921"/>
                              <a:pt x="2029841" y="911420"/>
                            </a:cubicBezTo>
                            <a:cubicBezTo>
                              <a:pt x="2029841" y="624829"/>
                              <a:pt x="1834457" y="391296"/>
                              <a:pt x="1388358" y="367677"/>
                            </a:cubicBezTo>
                            <a:lnTo>
                              <a:pt x="1388358" y="495851"/>
                            </a:lnTo>
                            <a:cubicBezTo>
                              <a:pt x="1604284" y="526569"/>
                              <a:pt x="1710212" y="723799"/>
                              <a:pt x="1710212" y="912367"/>
                            </a:cubicBezTo>
                            <a:cubicBezTo>
                              <a:pt x="1710212" y="1077790"/>
                              <a:pt x="1663401" y="1228683"/>
                              <a:pt x="1519041" y="1308294"/>
                            </a:cubicBezTo>
                            <a:cubicBezTo>
                              <a:pt x="1449558" y="1346585"/>
                              <a:pt x="1374065" y="1361447"/>
                              <a:pt x="1260469" y="1361447"/>
                            </a:cubicBezTo>
                            <a:lnTo>
                              <a:pt x="790658" y="1361447"/>
                            </a:lnTo>
                            <a:cubicBezTo>
                              <a:pt x="747728" y="1361447"/>
                              <a:pt x="730216" y="1357424"/>
                              <a:pt x="718478" y="1345733"/>
                            </a:cubicBezTo>
                            <a:cubicBezTo>
                              <a:pt x="705982" y="1333190"/>
                              <a:pt x="702574" y="1318233"/>
                              <a:pt x="702574" y="1271943"/>
                            </a:cubicBezTo>
                            <a:lnTo>
                              <a:pt x="702574" y="607411"/>
                            </a:lnTo>
                            <a:cubicBezTo>
                              <a:pt x="702574" y="582041"/>
                              <a:pt x="708680" y="563771"/>
                              <a:pt x="718998" y="551086"/>
                            </a:cubicBezTo>
                            <a:cubicBezTo>
                              <a:pt x="740487" y="524581"/>
                              <a:pt x="800124" y="508772"/>
                              <a:pt x="893604" y="498738"/>
                            </a:cubicBezTo>
                            <a:lnTo>
                              <a:pt x="893604" y="371937"/>
                            </a:lnTo>
                            <a:cubicBezTo>
                              <a:pt x="731636" y="392242"/>
                              <a:pt x="643789" y="415245"/>
                              <a:pt x="521626" y="420405"/>
                            </a:cubicBezTo>
                            <a:cubicBezTo>
                              <a:pt x="410634" y="425138"/>
                              <a:pt x="315451" y="404596"/>
                              <a:pt x="226563" y="395698"/>
                            </a:cubicBezTo>
                            <a:cubicBezTo>
                              <a:pt x="225805" y="411364"/>
                              <a:pt x="225427" y="422392"/>
                              <a:pt x="224811" y="439290"/>
                            </a:cubicBezTo>
                            <a:cubicBezTo>
                              <a:pt x="294104" y="465701"/>
                              <a:pt x="338407" y="497223"/>
                              <a:pt x="360558" y="550471"/>
                            </a:cubicBezTo>
                            <a:cubicBezTo>
                              <a:pt x="388341" y="617350"/>
                              <a:pt x="389761" y="652802"/>
                              <a:pt x="389761" y="1337829"/>
                            </a:cubicBezTo>
                            <a:cubicBezTo>
                              <a:pt x="389761" y="1968567"/>
                              <a:pt x="375846" y="2129162"/>
                              <a:pt x="296566" y="2233007"/>
                            </a:cubicBezTo>
                            <a:cubicBezTo>
                              <a:pt x="263860" y="2275889"/>
                              <a:pt x="217286" y="2311151"/>
                              <a:pt x="166168" y="2320191"/>
                            </a:cubicBezTo>
                            <a:lnTo>
                              <a:pt x="166168" y="2351856"/>
                            </a:lnTo>
                            <a:cubicBezTo>
                              <a:pt x="192105" y="2353655"/>
                              <a:pt x="259316" y="2357631"/>
                              <a:pt x="322077" y="2357063"/>
                            </a:cubicBezTo>
                            <a:cubicBezTo>
                              <a:pt x="612834" y="2354791"/>
                              <a:pt x="702290" y="2230073"/>
                              <a:pt x="702574" y="1995924"/>
                            </a:cubicBezTo>
                            <a:cubicBezTo>
                              <a:pt x="702574" y="1838405"/>
                              <a:pt x="702574" y="1579408"/>
                              <a:pt x="702574" y="1579408"/>
                            </a:cubicBezTo>
                            <a:cubicBezTo>
                              <a:pt x="702574" y="1533071"/>
                              <a:pt x="705982" y="1518114"/>
                              <a:pt x="718478" y="1505618"/>
                            </a:cubicBezTo>
                            <a:cubicBezTo>
                              <a:pt x="730216" y="1493928"/>
                              <a:pt x="747728" y="1489904"/>
                              <a:pt x="790658" y="1489904"/>
                            </a:cubicBezTo>
                            <a:cubicBezTo>
                              <a:pt x="790658" y="1489904"/>
                              <a:pt x="1076965" y="1489904"/>
                              <a:pt x="1237561" y="1489904"/>
                            </a:cubicBezTo>
                            <a:cubicBezTo>
                              <a:pt x="1303825" y="1489904"/>
                              <a:pt x="1332224" y="1492792"/>
                              <a:pt x="1366823" y="1510352"/>
                            </a:cubicBezTo>
                            <a:cubicBezTo>
                              <a:pt x="1391293" y="1522705"/>
                              <a:pt x="1413302" y="1542584"/>
                              <a:pt x="1436211" y="1574391"/>
                            </a:cubicBezTo>
                            <a:cubicBezTo>
                              <a:pt x="1530116" y="1704883"/>
                              <a:pt x="1551368" y="2025980"/>
                              <a:pt x="1652799" y="2177724"/>
                            </a:cubicBezTo>
                            <a:cubicBezTo>
                              <a:pt x="1704059" y="2254448"/>
                              <a:pt x="1806295" y="2346224"/>
                              <a:pt x="2014221" y="2351762"/>
                            </a:cubicBezTo>
                            <a:cubicBezTo>
                              <a:pt x="2099418" y="2354034"/>
                              <a:pt x="2206292" y="2332072"/>
                              <a:pt x="2281880" y="2301070"/>
                            </a:cubicBezTo>
                            <a:cubicBezTo>
                              <a:pt x="2278946" y="2294443"/>
                              <a:pt x="2273171" y="2279108"/>
                              <a:pt x="2271373" y="2274753"/>
                            </a:cubicBezTo>
                            <a:cubicBezTo>
                              <a:pt x="2106612" y="2278729"/>
                              <a:pt x="2015310" y="2156425"/>
                              <a:pt x="1946822" y="1988967"/>
                            </a:cubicBezTo>
                          </a:path>
                        </a:pathLst>
                      </a:custGeom>
                      <a:solidFill>
                        <a:schemeClr val="tx2"/>
                      </a:solidFill>
                      <a:ln w="4730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w16du="http://schemas.microsoft.com/office/word/2023/wordml/word16du" xmlns:oel="http://schemas.microsoft.com/office/2019/extlst">
          <w:pict w14:anchorId="17EF04A5">
            <v:shape id="Graphic 3" style="position:absolute;margin-left:42.55pt;margin-top:758.25pt;width:30.85pt;height:34.8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282082,2585432" o:spid="_x0000_s1026" fillcolor="#6a97cf [3215]" stroked="f" strokeweight=".1314mm" path="m1414533,2429148v-93953,-116861,-107206,-293880,-107016,-503984c1307517,1887535,1307517,1603310,1307517,1603310v,-10270,-6722,-38480,-77482,-38480l974682,1564830v,182983,,320433,,360381c974682,2135315,961666,2312335,867666,2429196v-41557,51686,-96840,96177,-177303,117192c689511,2553583,688469,2562623,687049,2574787v87469,11975,280770,39474,454003,-90829c1314238,2614261,1507539,2586762,1595007,2574787v-1419,-12401,-2461,-21441,-3313,-28399c1511231,2525373,1456043,2480692,1414580,2429148m699829,125293v174558,,212991,1610,243804,29346c968955,177547,974351,208455,974398,274103v237,165187,332,620515,237,1011567l1228237,1285670v50455,,79232,-3266,79232,-7715l1307469,274103v,-65648,5491,-96556,30766,-119464c1368905,126903,1407528,125293,1582039,125293v334301,,416752,9467,495133,45154c2164167,210206,2210126,274577,2251920,353194r,l2281975,353194v,,-48609,-321711,-50503,-336148c2229627,1569,2221060,244,2201606,244v-6721,,-516622,5206,-1060507,5206c597215,5450,87314,244,80498,244,61139,244,52572,1569,50679,17046,48928,31483,-107,353383,-107,353383r30102,c29995,353383,29995,353383,29995,353383,71742,274719,117700,210395,204743,170637v78333,-35830,160926,-45154,495086,-45154m1946822,1988967v-59117,-144645,-103561,-348407,-240160,-461387c1636138,1469221,1535323,1435663,1422674,1435663r,-4023c1825701,1420990,2029841,1212921,2029841,911420v,-286591,-195384,-520124,-641483,-543743l1388358,495851v215926,30718,321854,227948,321854,416516c1710212,1077790,1663401,1228683,1519041,1308294v-69483,38291,-144976,53153,-258572,53153l790658,1361447v-42930,,-60442,-4023,-72180,-15714c705982,1333190,702574,1318233,702574,1271943r,-664532c702574,582041,708680,563771,718998,551086v21489,-26505,81126,-42314,174606,-52348l893604,371937c731636,392242,643789,415245,521626,420405,410634,425138,315451,404596,226563,395698v-758,15666,-1136,26694,-1752,43592c294104,465701,338407,497223,360558,550471v27783,66879,29203,102331,29203,787358c389761,1968567,375846,2129162,296566,2233007v-32706,42882,-79280,78144,-130398,87184l166168,2351856v25937,1799,93148,5775,155909,5207c612834,2354791,702290,2230073,702574,1995924v,-157519,,-416516,,-416516c702574,1533071,705982,1518114,718478,1505618v11738,-11690,29250,-15714,72180,-15714c790658,1489904,1076965,1489904,1237561,1489904v66264,,94663,2888,129262,20448c1391293,1522705,1413302,1542584,1436211,1574391v93905,130492,115157,451589,216588,603333c1704059,2254448,1806295,2346224,2014221,2351762v85197,2272,192071,-19690,267659,-50692c2278946,2294443,2273171,2279108,2271373,2274753v-164761,3976,-256063,-118328,-324551,-2857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" w14:anchorId="7F318F94">
              <v:stroke joinstyle="miter"/>
              <v:path arrowok="t" o:connecttype="custom" o:connectlocs="242851,415841;224479,329565;224479,274467;211176,267880;167336,267880;167336,329573;148964,415849;118524,435911;117955,440773;195899,425224;273836,440773;273267,435911;242860,415841;120149,21449;162006,26472;167288,46923;167328,220091;210868,220091;224470,218771;224470,46923;229752,26472;271609,21449;356615,29178;386617,60463;386617,60463;391777,60463;383106,2918;377979,42;195907,933;13820,42;8701,2918;-18,60495;5150,60495;5150,60495;35151,29211;120149,21481;334237,340487;293005,261503;244249,245768;244249,245080;348489,156024;238358,62942;238358,84884;293615,156186;260794,223964;216401,233063;135743,233063;123351,230373;120620,217741;120620,103981;123440,94339;153417,85378;153417,63671;89554,71968;38897,67739;38596,75201;61902,94234;66915,229020;50915,382264;28528,397189;28528,402610;55295,403501;120620,341678;120620,270376;123351,257744;135743,255054;212468,255054;234660,258554;246573,269517;283758,372800;345808,402593;391760,393916;389956,389410;334237,340487" o:connectangles="0,0,0,0,0,0,0,0,0,0,0,0,0,0,0,0,0,0,0,0,0,0,0,0,0,0,0,0,0,0,0,0,0,0,0,0,0,0,0,0,0,0,0,0,0,0,0,0,0,0,0,0,0,0,0,0,0,0,0,0,0,0,0,0,0,0,0,0,0,0,0,0,0,0"/>
              <w10:wrap anchorx="page" anchory="page"/>
              <w10:anchorlock/>
            </v:shape>
          </w:pict>
        </mc:Fallback>
      </mc:AlternateContent>
    </w:r>
    <w:r w:rsidRPr="00580F9D">
      <w:rPr>
        <w:rFonts w:cstheme="minorHAnsi"/>
        <w:noProof/>
        <w:sz w:val="14"/>
        <w:szCs w:val="14"/>
      </w:rPr>
      <w:t>Retail Trust | retailtrust.org.uk</w:t>
    </w:r>
    <w:r w:rsidRPr="00580F9D">
      <w:rPr>
        <w:rFonts w:cstheme="minorHAnsi"/>
        <w:sz w:val="14"/>
        <w:szCs w:val="14"/>
      </w:rPr>
      <w:tab/>
    </w:r>
  </w:p>
  <w:p w:rsidRPr="009C3E1F" w:rsidR="00DA65D9" w:rsidP="00DA65D9" w:rsidRDefault="00DA65D9" w14:paraId="2386DE1C" w14:textId="77777777">
    <w:pPr>
      <w:ind w:left="1440"/>
      <w:rPr>
        <w:rFonts w:ascii="Nexa" w:hAnsi="Nexa" w:cs="Arial"/>
        <w:color w:val="353636" w:themeColor="text1"/>
        <w:sz w:val="14"/>
        <w:szCs w:val="14"/>
        <w:shd w:val="clear" w:color="auto" w:fill="FFFFFF"/>
      </w:rPr>
    </w:pPr>
    <w:r w:rsidRPr="00580F9D">
      <w:rPr>
        <w:rFonts w:cstheme="minorHAnsi"/>
        <w:sz w:val="14"/>
        <w:szCs w:val="14"/>
        <w:shd w:val="clear" w:color="auto" w:fill="FFFFFF"/>
      </w:rPr>
      <w:t xml:space="preserve">Retail Trust is a registered charity in England and Wales (1090136) and in Scotland (SC039684). Company No 4254201 (Company limited </w:t>
    </w:r>
    <w:r w:rsidRPr="00580F9D">
      <w:rPr>
        <w:rFonts w:cstheme="minorHAnsi"/>
        <w:sz w:val="14"/>
        <w:szCs w:val="14"/>
        <w:shd w:val="clear" w:color="auto" w:fill="FFFFFF"/>
      </w:rPr>
      <w:br/>
    </w:r>
    <w:r w:rsidRPr="00580F9D">
      <w:rPr>
        <w:rFonts w:cstheme="minorHAnsi"/>
        <w:sz w:val="14"/>
        <w:szCs w:val="14"/>
        <w:shd w:val="clear" w:color="auto" w:fill="FFFFFF"/>
      </w:rPr>
      <w:t xml:space="preserve">by Guarantee) Registered England &amp; Wales. Registered office: Retail Trust, The Form Rooms, Second Floor, 22 Tower Street, London, WC2H 9NS.                                                                                                                                                                                                      </w:t>
    </w:r>
    <w:r w:rsidRPr="009C3E1F">
      <w:rPr>
        <w:color w:val="353636" w:themeColor="text1"/>
        <w:sz w:val="14"/>
        <w:szCs w:val="14"/>
      </w:rPr>
      <w:fldChar w:fldCharType="begin"/>
    </w:r>
    <w:r w:rsidRPr="009C3E1F">
      <w:rPr>
        <w:color w:val="353636" w:themeColor="text1"/>
        <w:sz w:val="14"/>
        <w:szCs w:val="14"/>
      </w:rPr>
      <w:instrText xml:space="preserve"> PAGE  \* Arabic  \* MERGEFORMAT </w:instrText>
    </w:r>
    <w:r w:rsidRPr="009C3E1F">
      <w:rPr>
        <w:color w:val="353636" w:themeColor="text1"/>
        <w:sz w:val="14"/>
        <w:szCs w:val="14"/>
      </w:rPr>
      <w:fldChar w:fldCharType="separate"/>
    </w:r>
    <w:r>
      <w:rPr>
        <w:color w:val="353636" w:themeColor="text1"/>
        <w:sz w:val="14"/>
        <w:szCs w:val="14"/>
      </w:rPr>
      <w:t>4</w:t>
    </w:r>
    <w:r w:rsidRPr="009C3E1F">
      <w:rPr>
        <w:color w:val="353636" w:themeColor="text1"/>
        <w:sz w:val="14"/>
        <w:szCs w:val="14"/>
      </w:rPr>
      <w:fldChar w:fldCharType="end"/>
    </w:r>
  </w:p>
  <w:p w:rsidRPr="00DA65D9" w:rsidR="00E37278" w:rsidP="00DA65D9" w:rsidRDefault="00DA65D9" w14:paraId="0803AB45" w14:textId="77777777">
    <w:pPr>
      <w:pStyle w:val="Footer"/>
      <w:ind w:left="0"/>
    </w:pPr>
    <w:r w:rsidRPr="009C3E1F">
      <w:rPr>
        <w:rFonts w:cstheme="minorHAnsi"/>
        <w:color w:val="353636" w:themeColor="text1"/>
        <w:sz w:val="14"/>
        <w:szCs w:val="14"/>
        <w:shd w:val="clear" w:color="auto" w:fill="FFFFFF"/>
      </w:rPr>
      <w:t xml:space="preserve">                                                                                                   </w:t>
    </w:r>
    <w:r>
      <w:rPr>
        <w:rFonts w:cstheme="minorHAnsi"/>
        <w:color w:val="353636" w:themeColor="text1"/>
        <w:sz w:val="14"/>
        <w:szCs w:val="14"/>
        <w:shd w:val="clear" w:color="auto" w:fill="FFFFFF"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241D" w:rsidP="007944E9" w:rsidRDefault="00DC241D" w14:paraId="32FF8048" w14:textId="77777777">
      <w:pPr>
        <w:spacing w:after="0" w:line="240" w:lineRule="auto"/>
      </w:pPr>
      <w:r>
        <w:separator/>
      </w:r>
    </w:p>
    <w:p w:rsidR="00DC241D" w:rsidRDefault="00DC241D" w14:paraId="0EE92319" w14:textId="77777777"/>
  </w:footnote>
  <w:footnote w:type="continuationSeparator" w:id="0">
    <w:p w:rsidR="00DC241D" w:rsidP="007944E9" w:rsidRDefault="00DC241D" w14:paraId="55691C66" w14:textId="77777777">
      <w:pPr>
        <w:spacing w:after="0" w:line="240" w:lineRule="auto"/>
      </w:pPr>
      <w:r>
        <w:continuationSeparator/>
      </w:r>
    </w:p>
    <w:p w:rsidR="00DC241D" w:rsidRDefault="00DC241D" w14:paraId="3C736526" w14:textId="77777777"/>
  </w:footnote>
  <w:footnote w:type="continuationNotice" w:id="1">
    <w:p w:rsidR="00DC241D" w:rsidRDefault="00DC241D" w14:paraId="33286934" w14:textId="77777777">
      <w:pPr>
        <w:spacing w:after="0" w:line="240" w:lineRule="auto"/>
      </w:pPr>
    </w:p>
    <w:p w:rsidR="00DC241D" w:rsidRDefault="00DC241D" w14:paraId="3058BA4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80709" w:rsidP="00683D92" w:rsidRDefault="00F80709" w14:paraId="63F69679" w14:textId="77777777">
    <w:pPr>
      <w:pStyle w:val="Header"/>
      <w:jc w:val="center"/>
    </w:pPr>
    <w:r w:rsidRPr="00BB73F5">
      <w:rPr>
        <w:noProof/>
      </w:rPr>
      <mc:AlternateContent>
        <mc:Choice Requires="wpg">
          <w:drawing>
            <wp:anchor distT="0" distB="0" distL="114300" distR="114300" simplePos="0" relativeHeight="251658240" behindDoc="1" locked="1" layoutInCell="1" allowOverlap="1" wp14:anchorId="14F6DB6A" wp14:editId="5D4C2116">
              <wp:simplePos x="0" y="0"/>
              <wp:positionH relativeFrom="page">
                <wp:align>center</wp:align>
              </wp:positionH>
              <wp:positionV relativeFrom="page">
                <wp:posOffset>453390</wp:posOffset>
              </wp:positionV>
              <wp:extent cx="1116000" cy="633600"/>
              <wp:effectExtent l="0" t="0" r="27305" b="14605"/>
              <wp:wrapNone/>
              <wp:docPr id="4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6000" cy="633600"/>
                        <a:chOff x="0" y="0"/>
                        <a:chExt cx="2581777" cy="1467322"/>
                      </a:xfrm>
                      <a:solidFill>
                        <a:schemeClr val="tx2"/>
                      </a:solidFill>
                    </wpg:grpSpPr>
                    <wps:wsp>
                      <wps:cNvPr id="5" name="Graphic 6"/>
                      <wps:cNvSpPr/>
                      <wps:spPr>
                        <a:xfrm>
                          <a:off x="483360" y="1344141"/>
                          <a:ext cx="64226" cy="119878"/>
                        </a:xfrm>
                        <a:custGeom>
                          <a:avLst/>
                          <a:gdLst>
                            <a:gd name="connsiteX0" fmla="*/ 20186 w 64226"/>
                            <a:gd name="connsiteY0" fmla="*/ 97964 h 119878"/>
                            <a:gd name="connsiteX1" fmla="*/ 20186 w 64226"/>
                            <a:gd name="connsiteY1" fmla="*/ 33207 h 119878"/>
                            <a:gd name="connsiteX2" fmla="*/ 1023 w 64226"/>
                            <a:gd name="connsiteY2" fmla="*/ 39171 h 119878"/>
                            <a:gd name="connsiteX3" fmla="*/ 1023 w 64226"/>
                            <a:gd name="connsiteY3" fmla="*/ 15916 h 119878"/>
                            <a:gd name="connsiteX4" fmla="*/ 45347 w 64226"/>
                            <a:gd name="connsiteY4" fmla="*/ 0 h 119878"/>
                            <a:gd name="connsiteX5" fmla="*/ 45347 w 64226"/>
                            <a:gd name="connsiteY5" fmla="*/ 97964 h 119878"/>
                            <a:gd name="connsiteX6" fmla="*/ 64227 w 64226"/>
                            <a:gd name="connsiteY6" fmla="*/ 97964 h 119878"/>
                            <a:gd name="connsiteX7" fmla="*/ 64227 w 64226"/>
                            <a:gd name="connsiteY7" fmla="*/ 119878 h 119878"/>
                            <a:gd name="connsiteX8" fmla="*/ 0 w 64226"/>
                            <a:gd name="connsiteY8" fmla="*/ 119878 h 119878"/>
                            <a:gd name="connsiteX9" fmla="*/ 0 w 64226"/>
                            <a:gd name="connsiteY9" fmla="*/ 97964 h 119878"/>
                            <a:gd name="connsiteX10" fmla="*/ 20186 w 64226"/>
                            <a:gd name="connsiteY10" fmla="*/ 97964 h 1198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4226" h="119878">
                              <a:moveTo>
                                <a:pt x="20186" y="97964"/>
                              </a:moveTo>
                              <a:lnTo>
                                <a:pt x="20186" y="33207"/>
                              </a:lnTo>
                              <a:lnTo>
                                <a:pt x="1023" y="39171"/>
                              </a:lnTo>
                              <a:lnTo>
                                <a:pt x="1023" y="15916"/>
                              </a:lnTo>
                              <a:lnTo>
                                <a:pt x="45347" y="0"/>
                              </a:lnTo>
                              <a:lnTo>
                                <a:pt x="45347" y="97964"/>
                              </a:lnTo>
                              <a:lnTo>
                                <a:pt x="64227" y="97964"/>
                              </a:lnTo>
                              <a:lnTo>
                                <a:pt x="64227" y="119878"/>
                              </a:lnTo>
                              <a:lnTo>
                                <a:pt x="0" y="119878"/>
                              </a:lnTo>
                              <a:lnTo>
                                <a:pt x="0" y="97964"/>
                              </a:lnTo>
                              <a:lnTo>
                                <a:pt x="20186" y="97964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576855" y="1341529"/>
                          <a:ext cx="105545" cy="125399"/>
                        </a:xfrm>
                        <a:custGeom>
                          <a:avLst/>
                          <a:gdLst>
                            <a:gd name="connsiteX0" fmla="*/ 19093 w 105545"/>
                            <a:gd name="connsiteY0" fmla="*/ 60479 h 125399"/>
                            <a:gd name="connsiteX1" fmla="*/ 4025 w 105545"/>
                            <a:gd name="connsiteY1" fmla="*/ 35776 h 125399"/>
                            <a:gd name="connsiteX2" fmla="*/ 52654 w 105545"/>
                            <a:gd name="connsiteY2" fmla="*/ 134 h 125399"/>
                            <a:gd name="connsiteX3" fmla="*/ 102341 w 105545"/>
                            <a:gd name="connsiteY3" fmla="*/ 32495 h 125399"/>
                            <a:gd name="connsiteX4" fmla="*/ 102341 w 105545"/>
                            <a:gd name="connsiteY4" fmla="*/ 35776 h 125399"/>
                            <a:gd name="connsiteX5" fmla="*/ 86920 w 105545"/>
                            <a:gd name="connsiteY5" fmla="*/ 59244 h 125399"/>
                            <a:gd name="connsiteX6" fmla="*/ 105588 w 105545"/>
                            <a:gd name="connsiteY6" fmla="*/ 84935 h 125399"/>
                            <a:gd name="connsiteX7" fmla="*/ 52477 w 105545"/>
                            <a:gd name="connsiteY7" fmla="*/ 125518 h 125399"/>
                            <a:gd name="connsiteX8" fmla="*/ 72 w 105545"/>
                            <a:gd name="connsiteY8" fmla="*/ 84935 h 125399"/>
                            <a:gd name="connsiteX9" fmla="*/ 18917 w 105545"/>
                            <a:gd name="connsiteY9" fmla="*/ 60620 h 125399"/>
                            <a:gd name="connsiteX10" fmla="*/ 28163 w 105545"/>
                            <a:gd name="connsiteY10" fmla="*/ 86311 h 125399"/>
                            <a:gd name="connsiteX11" fmla="*/ 52865 w 105545"/>
                            <a:gd name="connsiteY11" fmla="*/ 102050 h 125399"/>
                            <a:gd name="connsiteX12" fmla="*/ 77568 w 105545"/>
                            <a:gd name="connsiteY12" fmla="*/ 86311 h 125399"/>
                            <a:gd name="connsiteX13" fmla="*/ 52865 w 105545"/>
                            <a:gd name="connsiteY13" fmla="*/ 71384 h 125399"/>
                            <a:gd name="connsiteX14" fmla="*/ 28163 w 105545"/>
                            <a:gd name="connsiteY14" fmla="*/ 86311 h 125399"/>
                            <a:gd name="connsiteX15" fmla="*/ 52865 w 105545"/>
                            <a:gd name="connsiteY15" fmla="*/ 51339 h 125399"/>
                            <a:gd name="connsiteX16" fmla="*/ 74462 w 105545"/>
                            <a:gd name="connsiteY16" fmla="*/ 35776 h 125399"/>
                            <a:gd name="connsiteX17" fmla="*/ 52512 w 105545"/>
                            <a:gd name="connsiteY17" fmla="*/ 21661 h 125399"/>
                            <a:gd name="connsiteX18" fmla="*/ 31127 w 105545"/>
                            <a:gd name="connsiteY18" fmla="*/ 36553 h 125399"/>
                            <a:gd name="connsiteX19" fmla="*/ 52865 w 105545"/>
                            <a:gd name="connsiteY19" fmla="*/ 51445 h 125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05545" h="125399">
                              <a:moveTo>
                                <a:pt x="19093" y="60479"/>
                              </a:moveTo>
                              <a:cubicBezTo>
                                <a:pt x="9735" y="55832"/>
                                <a:pt x="3873" y="46226"/>
                                <a:pt x="4025" y="35776"/>
                              </a:cubicBezTo>
                              <a:cubicBezTo>
                                <a:pt x="4025" y="12662"/>
                                <a:pt x="25587" y="134"/>
                                <a:pt x="52654" y="134"/>
                              </a:cubicBezTo>
                              <a:cubicBezTo>
                                <a:pt x="79721" y="134"/>
                                <a:pt x="99589" y="11109"/>
                                <a:pt x="102341" y="32495"/>
                              </a:cubicBezTo>
                              <a:cubicBezTo>
                                <a:pt x="102422" y="33589"/>
                                <a:pt x="102422" y="34682"/>
                                <a:pt x="102341" y="35776"/>
                              </a:cubicBezTo>
                              <a:cubicBezTo>
                                <a:pt x="102461" y="46010"/>
                                <a:pt x="96360" y="55292"/>
                                <a:pt x="86920" y="59244"/>
                              </a:cubicBezTo>
                              <a:cubicBezTo>
                                <a:pt x="97877" y="63098"/>
                                <a:pt x="105305" y="73325"/>
                                <a:pt x="105588" y="84935"/>
                              </a:cubicBezTo>
                              <a:cubicBezTo>
                                <a:pt x="106117" y="113731"/>
                                <a:pt x="80885" y="126047"/>
                                <a:pt x="52477" y="125518"/>
                              </a:cubicBezTo>
                              <a:cubicBezTo>
                                <a:pt x="25269" y="125518"/>
                                <a:pt x="-810" y="113872"/>
                                <a:pt x="72" y="84935"/>
                              </a:cubicBezTo>
                              <a:cubicBezTo>
                                <a:pt x="1067" y="73847"/>
                                <a:pt x="8429" y="64350"/>
                                <a:pt x="18917" y="60620"/>
                              </a:cubicBezTo>
                              <a:moveTo>
                                <a:pt x="28163" y="86311"/>
                              </a:moveTo>
                              <a:cubicBezTo>
                                <a:pt x="28163" y="92451"/>
                                <a:pt x="32786" y="102050"/>
                                <a:pt x="52865" y="102050"/>
                              </a:cubicBezTo>
                              <a:cubicBezTo>
                                <a:pt x="72945" y="102050"/>
                                <a:pt x="77886" y="92628"/>
                                <a:pt x="77568" y="86311"/>
                              </a:cubicBezTo>
                              <a:cubicBezTo>
                                <a:pt x="77356" y="77383"/>
                                <a:pt x="68781" y="71384"/>
                                <a:pt x="52865" y="71384"/>
                              </a:cubicBezTo>
                              <a:cubicBezTo>
                                <a:pt x="38467" y="71384"/>
                                <a:pt x="28374" y="76889"/>
                                <a:pt x="28163" y="86311"/>
                              </a:cubicBezTo>
                              <a:moveTo>
                                <a:pt x="52865" y="51339"/>
                              </a:moveTo>
                              <a:cubicBezTo>
                                <a:pt x="66981" y="51339"/>
                                <a:pt x="74462" y="44281"/>
                                <a:pt x="74462" y="35776"/>
                              </a:cubicBezTo>
                              <a:cubicBezTo>
                                <a:pt x="74462" y="29601"/>
                                <a:pt x="67757" y="21661"/>
                                <a:pt x="52512" y="21661"/>
                              </a:cubicBezTo>
                              <a:cubicBezTo>
                                <a:pt x="34868" y="21661"/>
                                <a:pt x="30598" y="32248"/>
                                <a:pt x="31127" y="36553"/>
                              </a:cubicBezTo>
                              <a:cubicBezTo>
                                <a:pt x="31621" y="44599"/>
                                <a:pt x="38997" y="51445"/>
                                <a:pt x="52865" y="51445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6"/>
                      <wps:cNvSpPr/>
                      <wps:spPr>
                        <a:xfrm>
                          <a:off x="715105" y="1342059"/>
                          <a:ext cx="101150" cy="124360"/>
                        </a:xfrm>
                        <a:custGeom>
                          <a:avLst/>
                          <a:gdLst>
                            <a:gd name="connsiteX0" fmla="*/ 32976 w 101150"/>
                            <a:gd name="connsiteY0" fmla="*/ 49822 h 124360"/>
                            <a:gd name="connsiteX1" fmla="*/ 49597 w 101150"/>
                            <a:gd name="connsiteY1" fmla="*/ 49822 h 124360"/>
                            <a:gd name="connsiteX2" fmla="*/ 71512 w 101150"/>
                            <a:gd name="connsiteY2" fmla="*/ 38000 h 124360"/>
                            <a:gd name="connsiteX3" fmla="*/ 50338 w 101150"/>
                            <a:gd name="connsiteY3" fmla="*/ 24484 h 124360"/>
                            <a:gd name="connsiteX4" fmla="*/ 28423 w 101150"/>
                            <a:gd name="connsiteY4" fmla="*/ 36129 h 124360"/>
                            <a:gd name="connsiteX5" fmla="*/ 1850 w 101150"/>
                            <a:gd name="connsiteY5" fmla="*/ 36129 h 124360"/>
                            <a:gd name="connsiteX6" fmla="*/ 50479 w 101150"/>
                            <a:gd name="connsiteY6" fmla="*/ 134 h 124360"/>
                            <a:gd name="connsiteX7" fmla="*/ 97767 w 101150"/>
                            <a:gd name="connsiteY7" fmla="*/ 30977 h 124360"/>
                            <a:gd name="connsiteX8" fmla="*/ 98296 w 101150"/>
                            <a:gd name="connsiteY8" fmla="*/ 36623 h 124360"/>
                            <a:gd name="connsiteX9" fmla="*/ 82522 w 101150"/>
                            <a:gd name="connsiteY9" fmla="*/ 60797 h 124360"/>
                            <a:gd name="connsiteX10" fmla="*/ 101190 w 101150"/>
                            <a:gd name="connsiteY10" fmla="*/ 88217 h 124360"/>
                            <a:gd name="connsiteX11" fmla="*/ 100873 w 101150"/>
                            <a:gd name="connsiteY11" fmla="*/ 93510 h 124360"/>
                            <a:gd name="connsiteX12" fmla="*/ 49456 w 101150"/>
                            <a:gd name="connsiteY12" fmla="*/ 124494 h 124360"/>
                            <a:gd name="connsiteX13" fmla="*/ 50 w 101150"/>
                            <a:gd name="connsiteY13" fmla="*/ 85676 h 124360"/>
                            <a:gd name="connsiteX14" fmla="*/ 26765 w 101150"/>
                            <a:gd name="connsiteY14" fmla="*/ 85676 h 124360"/>
                            <a:gd name="connsiteX15" fmla="*/ 49562 w 101150"/>
                            <a:gd name="connsiteY15" fmla="*/ 100780 h 124360"/>
                            <a:gd name="connsiteX16" fmla="*/ 72853 w 101150"/>
                            <a:gd name="connsiteY16" fmla="*/ 86205 h 124360"/>
                            <a:gd name="connsiteX17" fmla="*/ 51256 w 101150"/>
                            <a:gd name="connsiteY17" fmla="*/ 71666 h 124360"/>
                            <a:gd name="connsiteX18" fmla="*/ 32940 w 101150"/>
                            <a:gd name="connsiteY18" fmla="*/ 71666 h 124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01150" h="124360">
                              <a:moveTo>
                                <a:pt x="32976" y="49822"/>
                              </a:moveTo>
                              <a:lnTo>
                                <a:pt x="49597" y="49822"/>
                              </a:lnTo>
                              <a:cubicBezTo>
                                <a:pt x="58313" y="49822"/>
                                <a:pt x="71512" y="49151"/>
                                <a:pt x="71512" y="38000"/>
                              </a:cubicBezTo>
                              <a:cubicBezTo>
                                <a:pt x="71512" y="32847"/>
                                <a:pt x="67983" y="24484"/>
                                <a:pt x="50338" y="24484"/>
                              </a:cubicBezTo>
                              <a:cubicBezTo>
                                <a:pt x="40951" y="24484"/>
                                <a:pt x="30152" y="26213"/>
                                <a:pt x="28423" y="36129"/>
                              </a:cubicBezTo>
                              <a:lnTo>
                                <a:pt x="1850" y="36129"/>
                              </a:lnTo>
                              <a:cubicBezTo>
                                <a:pt x="4074" y="9239"/>
                                <a:pt x="27753" y="134"/>
                                <a:pt x="50479" y="134"/>
                              </a:cubicBezTo>
                              <a:cubicBezTo>
                                <a:pt x="70524" y="134"/>
                                <a:pt x="94203" y="8215"/>
                                <a:pt x="97767" y="30977"/>
                              </a:cubicBezTo>
                              <a:cubicBezTo>
                                <a:pt x="98116" y="32840"/>
                                <a:pt x="98296" y="34728"/>
                                <a:pt x="98296" y="36623"/>
                              </a:cubicBezTo>
                              <a:cubicBezTo>
                                <a:pt x="98572" y="47175"/>
                                <a:pt x="92290" y="56798"/>
                                <a:pt x="82522" y="60797"/>
                              </a:cubicBezTo>
                              <a:cubicBezTo>
                                <a:pt x="93959" y="65014"/>
                                <a:pt x="101462" y="76028"/>
                                <a:pt x="101190" y="88217"/>
                              </a:cubicBezTo>
                              <a:cubicBezTo>
                                <a:pt x="101236" y="89988"/>
                                <a:pt x="101130" y="91760"/>
                                <a:pt x="100873" y="93510"/>
                              </a:cubicBezTo>
                              <a:cubicBezTo>
                                <a:pt x="96744" y="119554"/>
                                <a:pt x="70030" y="124494"/>
                                <a:pt x="49456" y="124494"/>
                              </a:cubicBezTo>
                              <a:cubicBezTo>
                                <a:pt x="26200" y="124494"/>
                                <a:pt x="1850" y="113731"/>
                                <a:pt x="50" y="85676"/>
                              </a:cubicBezTo>
                              <a:lnTo>
                                <a:pt x="26765" y="85676"/>
                              </a:lnTo>
                              <a:cubicBezTo>
                                <a:pt x="28141" y="97004"/>
                                <a:pt x="38410" y="100780"/>
                                <a:pt x="49562" y="100780"/>
                              </a:cubicBezTo>
                              <a:cubicBezTo>
                                <a:pt x="57078" y="100780"/>
                                <a:pt x="72853" y="98909"/>
                                <a:pt x="72853" y="86205"/>
                              </a:cubicBezTo>
                              <a:cubicBezTo>
                                <a:pt x="72853" y="81582"/>
                                <a:pt x="71829" y="71666"/>
                                <a:pt x="51256" y="71666"/>
                              </a:cubicBezTo>
                              <a:lnTo>
                                <a:pt x="32940" y="71666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6"/>
                      <wps:cNvSpPr/>
                      <wps:spPr>
                        <a:xfrm>
                          <a:off x="850299" y="1342588"/>
                          <a:ext cx="97787" cy="121501"/>
                        </a:xfrm>
                        <a:custGeom>
                          <a:avLst/>
                          <a:gdLst>
                            <a:gd name="connsiteX0" fmla="*/ 49738 w 97787"/>
                            <a:gd name="connsiteY0" fmla="*/ 134 h 121501"/>
                            <a:gd name="connsiteX1" fmla="*/ 97838 w 97787"/>
                            <a:gd name="connsiteY1" fmla="*/ 37823 h 121501"/>
                            <a:gd name="connsiteX2" fmla="*/ 49879 w 97787"/>
                            <a:gd name="connsiteY2" fmla="*/ 76006 h 121501"/>
                            <a:gd name="connsiteX3" fmla="*/ 25177 w 97787"/>
                            <a:gd name="connsiteY3" fmla="*/ 92275 h 121501"/>
                            <a:gd name="connsiteX4" fmla="*/ 25177 w 97787"/>
                            <a:gd name="connsiteY4" fmla="*/ 96933 h 121501"/>
                            <a:gd name="connsiteX5" fmla="*/ 96955 w 97787"/>
                            <a:gd name="connsiteY5" fmla="*/ 96933 h 121501"/>
                            <a:gd name="connsiteX6" fmla="*/ 96955 w 97787"/>
                            <a:gd name="connsiteY6" fmla="*/ 121636 h 121501"/>
                            <a:gd name="connsiteX7" fmla="*/ 50 w 97787"/>
                            <a:gd name="connsiteY7" fmla="*/ 121636 h 121501"/>
                            <a:gd name="connsiteX8" fmla="*/ 50 w 97787"/>
                            <a:gd name="connsiteY8" fmla="*/ 92204 h 121501"/>
                            <a:gd name="connsiteX9" fmla="*/ 49879 w 97787"/>
                            <a:gd name="connsiteY9" fmla="*/ 52786 h 121501"/>
                            <a:gd name="connsiteX10" fmla="*/ 71653 w 97787"/>
                            <a:gd name="connsiteY10" fmla="*/ 38423 h 121501"/>
                            <a:gd name="connsiteX11" fmla="*/ 49738 w 97787"/>
                            <a:gd name="connsiteY11" fmla="*/ 23002 h 121501"/>
                            <a:gd name="connsiteX12" fmla="*/ 27082 w 97787"/>
                            <a:gd name="connsiteY12" fmla="*/ 37400 h 121501"/>
                            <a:gd name="connsiteX13" fmla="*/ 1427 w 97787"/>
                            <a:gd name="connsiteY13" fmla="*/ 37400 h 121501"/>
                            <a:gd name="connsiteX14" fmla="*/ 49738 w 97787"/>
                            <a:gd name="connsiteY14" fmla="*/ 205 h 1215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97787" h="121501">
                              <a:moveTo>
                                <a:pt x="49738" y="134"/>
                              </a:moveTo>
                              <a:cubicBezTo>
                                <a:pt x="75252" y="134"/>
                                <a:pt x="97838" y="11780"/>
                                <a:pt x="97838" y="37823"/>
                              </a:cubicBezTo>
                              <a:cubicBezTo>
                                <a:pt x="97838" y="67466"/>
                                <a:pt x="77476" y="76006"/>
                                <a:pt x="49879" y="76006"/>
                              </a:cubicBezTo>
                              <a:cubicBezTo>
                                <a:pt x="39610" y="76006"/>
                                <a:pt x="25177" y="77242"/>
                                <a:pt x="25177" y="92275"/>
                              </a:cubicBezTo>
                              <a:lnTo>
                                <a:pt x="25177" y="96933"/>
                              </a:lnTo>
                              <a:lnTo>
                                <a:pt x="96955" y="96933"/>
                              </a:lnTo>
                              <a:lnTo>
                                <a:pt x="96955" y="121636"/>
                              </a:lnTo>
                              <a:lnTo>
                                <a:pt x="50" y="121636"/>
                              </a:lnTo>
                              <a:lnTo>
                                <a:pt x="50" y="92204"/>
                              </a:lnTo>
                              <a:cubicBezTo>
                                <a:pt x="50" y="59985"/>
                                <a:pt x="26094" y="52786"/>
                                <a:pt x="49879" y="52786"/>
                              </a:cubicBezTo>
                              <a:cubicBezTo>
                                <a:pt x="58807" y="52786"/>
                                <a:pt x="71653" y="50245"/>
                                <a:pt x="71653" y="38423"/>
                              </a:cubicBezTo>
                              <a:cubicBezTo>
                                <a:pt x="71653" y="28295"/>
                                <a:pt x="63430" y="23002"/>
                                <a:pt x="49738" y="23002"/>
                              </a:cubicBezTo>
                              <a:cubicBezTo>
                                <a:pt x="38939" y="23002"/>
                                <a:pt x="27612" y="27624"/>
                                <a:pt x="27082" y="37400"/>
                              </a:cubicBezTo>
                              <a:lnTo>
                                <a:pt x="1427" y="37400"/>
                              </a:lnTo>
                              <a:cubicBezTo>
                                <a:pt x="2803" y="9450"/>
                                <a:pt x="26412" y="205"/>
                                <a:pt x="49738" y="205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6"/>
                      <wps:cNvSpPr/>
                      <wps:spPr>
                        <a:xfrm>
                          <a:off x="1038569" y="1341212"/>
                          <a:ext cx="129477" cy="125736"/>
                        </a:xfrm>
                        <a:custGeom>
                          <a:avLst/>
                          <a:gdLst>
                            <a:gd name="connsiteX0" fmla="*/ 64807 w 129477"/>
                            <a:gd name="connsiteY0" fmla="*/ 125870 h 125736"/>
                            <a:gd name="connsiteX1" fmla="*/ 50 w 129477"/>
                            <a:gd name="connsiteY1" fmla="*/ 63020 h 125736"/>
                            <a:gd name="connsiteX2" fmla="*/ 64807 w 129477"/>
                            <a:gd name="connsiteY2" fmla="*/ 134 h 125736"/>
                            <a:gd name="connsiteX3" fmla="*/ 129528 w 129477"/>
                            <a:gd name="connsiteY3" fmla="*/ 63020 h 125736"/>
                            <a:gd name="connsiteX4" fmla="*/ 64807 w 129477"/>
                            <a:gd name="connsiteY4" fmla="*/ 125870 h 125736"/>
                            <a:gd name="connsiteX5" fmla="*/ 64807 w 129477"/>
                            <a:gd name="connsiteY5" fmla="*/ 24131 h 125736"/>
                            <a:gd name="connsiteX6" fmla="*/ 26264 w 129477"/>
                            <a:gd name="connsiteY6" fmla="*/ 60874 h 125736"/>
                            <a:gd name="connsiteX7" fmla="*/ 26271 w 129477"/>
                            <a:gd name="connsiteY7" fmla="*/ 62949 h 125736"/>
                            <a:gd name="connsiteX8" fmla="*/ 64807 w 129477"/>
                            <a:gd name="connsiteY8" fmla="*/ 101768 h 125736"/>
                            <a:gd name="connsiteX9" fmla="*/ 103343 w 129477"/>
                            <a:gd name="connsiteY9" fmla="*/ 62949 h 125736"/>
                            <a:gd name="connsiteX10" fmla="*/ 64807 w 129477"/>
                            <a:gd name="connsiteY10" fmla="*/ 24131 h 1257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9477" h="125736">
                              <a:moveTo>
                                <a:pt x="64807" y="125870"/>
                              </a:moveTo>
                              <a:cubicBezTo>
                                <a:pt x="26447" y="125870"/>
                                <a:pt x="50" y="102050"/>
                                <a:pt x="50" y="63020"/>
                              </a:cubicBezTo>
                              <a:cubicBezTo>
                                <a:pt x="50" y="23990"/>
                                <a:pt x="26447" y="134"/>
                                <a:pt x="64807" y="134"/>
                              </a:cubicBezTo>
                              <a:cubicBezTo>
                                <a:pt x="103166" y="134"/>
                                <a:pt x="129528" y="23954"/>
                                <a:pt x="129528" y="63020"/>
                              </a:cubicBezTo>
                              <a:cubicBezTo>
                                <a:pt x="129528" y="102085"/>
                                <a:pt x="103166" y="125870"/>
                                <a:pt x="64807" y="125870"/>
                              </a:cubicBezTo>
                              <a:moveTo>
                                <a:pt x="64807" y="24131"/>
                              </a:moveTo>
                              <a:cubicBezTo>
                                <a:pt x="44018" y="23633"/>
                                <a:pt x="26761" y="40085"/>
                                <a:pt x="26264" y="60874"/>
                              </a:cubicBezTo>
                              <a:cubicBezTo>
                                <a:pt x="26246" y="61566"/>
                                <a:pt x="26249" y="62258"/>
                                <a:pt x="26271" y="62949"/>
                              </a:cubicBezTo>
                              <a:cubicBezTo>
                                <a:pt x="26271" y="85358"/>
                                <a:pt x="42045" y="101768"/>
                                <a:pt x="64807" y="101768"/>
                              </a:cubicBezTo>
                              <a:cubicBezTo>
                                <a:pt x="88098" y="101768"/>
                                <a:pt x="103343" y="85464"/>
                                <a:pt x="103343" y="62949"/>
                              </a:cubicBezTo>
                              <a:cubicBezTo>
                                <a:pt x="103343" y="40435"/>
                                <a:pt x="88098" y="24131"/>
                                <a:pt x="64807" y="24131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Graphic 6"/>
                      <wps:cNvSpPr/>
                      <wps:spPr>
                        <a:xfrm>
                          <a:off x="1205065" y="1344141"/>
                          <a:ext cx="108620" cy="119878"/>
                        </a:xfrm>
                        <a:custGeom>
                          <a:avLst/>
                          <a:gdLst>
                            <a:gd name="connsiteX0" fmla="*/ 81730 w 108620"/>
                            <a:gd name="connsiteY0" fmla="*/ 40230 h 119878"/>
                            <a:gd name="connsiteX1" fmla="*/ 81730 w 108620"/>
                            <a:gd name="connsiteY1" fmla="*/ 0 h 119878"/>
                            <a:gd name="connsiteX2" fmla="*/ 108621 w 108620"/>
                            <a:gd name="connsiteY2" fmla="*/ 0 h 119878"/>
                            <a:gd name="connsiteX3" fmla="*/ 108621 w 108620"/>
                            <a:gd name="connsiteY3" fmla="*/ 119878 h 119878"/>
                            <a:gd name="connsiteX4" fmla="*/ 85648 w 108620"/>
                            <a:gd name="connsiteY4" fmla="*/ 119878 h 119878"/>
                            <a:gd name="connsiteX5" fmla="*/ 26044 w 108620"/>
                            <a:gd name="connsiteY5" fmla="*/ 43124 h 119878"/>
                            <a:gd name="connsiteX6" fmla="*/ 27102 w 108620"/>
                            <a:gd name="connsiteY6" fmla="*/ 82542 h 119878"/>
                            <a:gd name="connsiteX7" fmla="*/ 27102 w 108620"/>
                            <a:gd name="connsiteY7" fmla="*/ 119878 h 119878"/>
                            <a:gd name="connsiteX8" fmla="*/ 0 w 108620"/>
                            <a:gd name="connsiteY8" fmla="*/ 119878 h 119878"/>
                            <a:gd name="connsiteX9" fmla="*/ 0 w 108620"/>
                            <a:gd name="connsiteY9" fmla="*/ 0 h 119878"/>
                            <a:gd name="connsiteX10" fmla="*/ 22938 w 108620"/>
                            <a:gd name="connsiteY10" fmla="*/ 0 h 119878"/>
                            <a:gd name="connsiteX11" fmla="*/ 83424 w 108620"/>
                            <a:gd name="connsiteY11" fmla="*/ 77919 h 119878"/>
                            <a:gd name="connsiteX12" fmla="*/ 81730 w 108620"/>
                            <a:gd name="connsiteY12" fmla="*/ 40230 h 1198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8620" h="119878">
                              <a:moveTo>
                                <a:pt x="81730" y="40230"/>
                              </a:moveTo>
                              <a:lnTo>
                                <a:pt x="81730" y="0"/>
                              </a:lnTo>
                              <a:lnTo>
                                <a:pt x="108621" y="0"/>
                              </a:lnTo>
                              <a:lnTo>
                                <a:pt x="108621" y="119878"/>
                              </a:lnTo>
                              <a:lnTo>
                                <a:pt x="85648" y="119878"/>
                              </a:lnTo>
                              <a:lnTo>
                                <a:pt x="26044" y="43124"/>
                              </a:lnTo>
                              <a:lnTo>
                                <a:pt x="27102" y="82542"/>
                              </a:lnTo>
                              <a:lnTo>
                                <a:pt x="27102" y="119878"/>
                              </a:lnTo>
                              <a:lnTo>
                                <a:pt x="0" y="119878"/>
                              </a:lnTo>
                              <a:lnTo>
                                <a:pt x="0" y="0"/>
                              </a:lnTo>
                              <a:lnTo>
                                <a:pt x="22938" y="0"/>
                              </a:lnTo>
                              <a:lnTo>
                                <a:pt x="83424" y="77919"/>
                              </a:lnTo>
                              <a:lnTo>
                                <a:pt x="81730" y="40230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Graphic 6"/>
                      <wps:cNvSpPr/>
                      <wps:spPr>
                        <a:xfrm>
                          <a:off x="1344493" y="1344141"/>
                          <a:ext cx="182623" cy="119701"/>
                        </a:xfrm>
                        <a:custGeom>
                          <a:avLst/>
                          <a:gdLst>
                            <a:gd name="connsiteX0" fmla="*/ 117196 w 182623"/>
                            <a:gd name="connsiteY0" fmla="*/ 119702 h 119701"/>
                            <a:gd name="connsiteX1" fmla="*/ 91506 w 182623"/>
                            <a:gd name="connsiteY1" fmla="*/ 52758 h 119701"/>
                            <a:gd name="connsiteX2" fmla="*/ 66662 w 182623"/>
                            <a:gd name="connsiteY2" fmla="*/ 119702 h 119701"/>
                            <a:gd name="connsiteX3" fmla="*/ 44747 w 182623"/>
                            <a:gd name="connsiteY3" fmla="*/ 119702 h 119701"/>
                            <a:gd name="connsiteX4" fmla="*/ 0 w 182623"/>
                            <a:gd name="connsiteY4" fmla="*/ 0 h 119701"/>
                            <a:gd name="connsiteX5" fmla="*/ 30031 w 182623"/>
                            <a:gd name="connsiteY5" fmla="*/ 0 h 119701"/>
                            <a:gd name="connsiteX6" fmla="*/ 44923 w 182623"/>
                            <a:gd name="connsiteY6" fmla="*/ 40900 h 119701"/>
                            <a:gd name="connsiteX7" fmla="*/ 55722 w 182623"/>
                            <a:gd name="connsiteY7" fmla="*/ 79613 h 119701"/>
                            <a:gd name="connsiteX8" fmla="*/ 82613 w 182623"/>
                            <a:gd name="connsiteY8" fmla="*/ 0 h 119701"/>
                            <a:gd name="connsiteX9" fmla="*/ 100046 w 182623"/>
                            <a:gd name="connsiteY9" fmla="*/ 0 h 119701"/>
                            <a:gd name="connsiteX10" fmla="*/ 128171 w 182623"/>
                            <a:gd name="connsiteY10" fmla="*/ 79613 h 119701"/>
                            <a:gd name="connsiteX11" fmla="*/ 138441 w 182623"/>
                            <a:gd name="connsiteY11" fmla="*/ 41112 h 119701"/>
                            <a:gd name="connsiteX12" fmla="*/ 152662 w 182623"/>
                            <a:gd name="connsiteY12" fmla="*/ 0 h 119701"/>
                            <a:gd name="connsiteX13" fmla="*/ 182623 w 182623"/>
                            <a:gd name="connsiteY13" fmla="*/ 0 h 119701"/>
                            <a:gd name="connsiteX14" fmla="*/ 139111 w 182623"/>
                            <a:gd name="connsiteY14" fmla="*/ 119702 h 119701"/>
                            <a:gd name="connsiteX15" fmla="*/ 117196 w 182623"/>
                            <a:gd name="connsiteY15" fmla="*/ 119702 h 119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82623" h="119701">
                              <a:moveTo>
                                <a:pt x="117196" y="119702"/>
                              </a:moveTo>
                              <a:lnTo>
                                <a:pt x="91506" y="52758"/>
                              </a:lnTo>
                              <a:lnTo>
                                <a:pt x="66662" y="119702"/>
                              </a:lnTo>
                              <a:lnTo>
                                <a:pt x="44747" y="119702"/>
                              </a:lnTo>
                              <a:lnTo>
                                <a:pt x="0" y="0"/>
                              </a:lnTo>
                              <a:lnTo>
                                <a:pt x="30031" y="0"/>
                              </a:lnTo>
                              <a:lnTo>
                                <a:pt x="44923" y="40900"/>
                              </a:lnTo>
                              <a:lnTo>
                                <a:pt x="55722" y="79613"/>
                              </a:lnTo>
                              <a:lnTo>
                                <a:pt x="82613" y="0"/>
                              </a:lnTo>
                              <a:lnTo>
                                <a:pt x="100046" y="0"/>
                              </a:lnTo>
                              <a:lnTo>
                                <a:pt x="128171" y="79613"/>
                              </a:lnTo>
                              <a:lnTo>
                                <a:pt x="138441" y="41112"/>
                              </a:lnTo>
                              <a:lnTo>
                                <a:pt x="152662" y="0"/>
                              </a:lnTo>
                              <a:lnTo>
                                <a:pt x="182623" y="0"/>
                              </a:lnTo>
                              <a:lnTo>
                                <a:pt x="139111" y="119702"/>
                              </a:lnTo>
                              <a:lnTo>
                                <a:pt x="117196" y="119702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6"/>
                      <wps:cNvSpPr/>
                      <wps:spPr>
                        <a:xfrm>
                          <a:off x="1536574" y="1344070"/>
                          <a:ext cx="136711" cy="119984"/>
                        </a:xfrm>
                        <a:custGeom>
                          <a:avLst/>
                          <a:gdLst>
                            <a:gd name="connsiteX0" fmla="*/ 37563 w 136711"/>
                            <a:gd name="connsiteY0" fmla="*/ 99545 h 119984"/>
                            <a:gd name="connsiteX1" fmla="*/ 28811 w 136711"/>
                            <a:gd name="connsiteY1" fmla="*/ 120118 h 119984"/>
                            <a:gd name="connsiteX2" fmla="*/ 50 w 136711"/>
                            <a:gd name="connsiteY2" fmla="*/ 120118 h 119984"/>
                            <a:gd name="connsiteX3" fmla="*/ 53867 w 136711"/>
                            <a:gd name="connsiteY3" fmla="*/ 134 h 119984"/>
                            <a:gd name="connsiteX4" fmla="*/ 82981 w 136711"/>
                            <a:gd name="connsiteY4" fmla="*/ 134 h 119984"/>
                            <a:gd name="connsiteX5" fmla="*/ 136762 w 136711"/>
                            <a:gd name="connsiteY5" fmla="*/ 120118 h 119984"/>
                            <a:gd name="connsiteX6" fmla="*/ 107789 w 136711"/>
                            <a:gd name="connsiteY6" fmla="*/ 120118 h 119984"/>
                            <a:gd name="connsiteX7" fmla="*/ 99073 w 136711"/>
                            <a:gd name="connsiteY7" fmla="*/ 99545 h 119984"/>
                            <a:gd name="connsiteX8" fmla="*/ 47691 w 136711"/>
                            <a:gd name="connsiteY8" fmla="*/ 75901 h 119984"/>
                            <a:gd name="connsiteX9" fmla="*/ 88945 w 136711"/>
                            <a:gd name="connsiteY9" fmla="*/ 75901 h 119984"/>
                            <a:gd name="connsiteX10" fmla="*/ 68406 w 136711"/>
                            <a:gd name="connsiteY10" fmla="*/ 27272 h 119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6711" h="119984">
                              <a:moveTo>
                                <a:pt x="37563" y="99545"/>
                              </a:moveTo>
                              <a:lnTo>
                                <a:pt x="28811" y="120118"/>
                              </a:lnTo>
                              <a:lnTo>
                                <a:pt x="50" y="120118"/>
                              </a:lnTo>
                              <a:lnTo>
                                <a:pt x="53867" y="134"/>
                              </a:lnTo>
                              <a:lnTo>
                                <a:pt x="82981" y="134"/>
                              </a:lnTo>
                              <a:lnTo>
                                <a:pt x="136762" y="120118"/>
                              </a:lnTo>
                              <a:lnTo>
                                <a:pt x="107789" y="120118"/>
                              </a:lnTo>
                              <a:lnTo>
                                <a:pt x="99073" y="99545"/>
                              </a:lnTo>
                              <a:close/>
                              <a:moveTo>
                                <a:pt x="47691" y="75901"/>
                              </a:moveTo>
                              <a:lnTo>
                                <a:pt x="88945" y="75901"/>
                              </a:lnTo>
                              <a:lnTo>
                                <a:pt x="68406" y="27272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6"/>
                      <wps:cNvSpPr/>
                      <wps:spPr>
                        <a:xfrm>
                          <a:off x="1703105" y="1344035"/>
                          <a:ext cx="106362" cy="119984"/>
                        </a:xfrm>
                        <a:custGeom>
                          <a:avLst/>
                          <a:gdLst>
                            <a:gd name="connsiteX0" fmla="*/ 76770 w 106362"/>
                            <a:gd name="connsiteY0" fmla="*/ 120118 h 119984"/>
                            <a:gd name="connsiteX1" fmla="*/ 46103 w 106362"/>
                            <a:gd name="connsiteY1" fmla="*/ 80770 h 119984"/>
                            <a:gd name="connsiteX2" fmla="*/ 26871 w 106362"/>
                            <a:gd name="connsiteY2" fmla="*/ 80770 h 119984"/>
                            <a:gd name="connsiteX3" fmla="*/ 26871 w 106362"/>
                            <a:gd name="connsiteY3" fmla="*/ 120118 h 119984"/>
                            <a:gd name="connsiteX4" fmla="*/ 50 w 106362"/>
                            <a:gd name="connsiteY4" fmla="*/ 120118 h 119984"/>
                            <a:gd name="connsiteX5" fmla="*/ 50 w 106362"/>
                            <a:gd name="connsiteY5" fmla="*/ 134 h 119984"/>
                            <a:gd name="connsiteX6" fmla="*/ 56902 w 106362"/>
                            <a:gd name="connsiteY6" fmla="*/ 134 h 119984"/>
                            <a:gd name="connsiteX7" fmla="*/ 101261 w 106362"/>
                            <a:gd name="connsiteY7" fmla="*/ 40576 h 119984"/>
                            <a:gd name="connsiteX8" fmla="*/ 73523 w 106362"/>
                            <a:gd name="connsiteY8" fmla="*/ 78230 h 119984"/>
                            <a:gd name="connsiteX9" fmla="*/ 106413 w 106362"/>
                            <a:gd name="connsiteY9" fmla="*/ 117966 h 119984"/>
                            <a:gd name="connsiteX10" fmla="*/ 106413 w 106362"/>
                            <a:gd name="connsiteY10" fmla="*/ 120012 h 119984"/>
                            <a:gd name="connsiteX11" fmla="*/ 26871 w 106362"/>
                            <a:gd name="connsiteY11" fmla="*/ 58115 h 119984"/>
                            <a:gd name="connsiteX12" fmla="*/ 57361 w 106362"/>
                            <a:gd name="connsiteY12" fmla="*/ 58115 h 119984"/>
                            <a:gd name="connsiteX13" fmla="*/ 74977 w 106362"/>
                            <a:gd name="connsiteY13" fmla="*/ 42474 h 119984"/>
                            <a:gd name="connsiteX14" fmla="*/ 75005 w 106362"/>
                            <a:gd name="connsiteY14" fmla="*/ 41352 h 119984"/>
                            <a:gd name="connsiteX15" fmla="*/ 57901 w 106362"/>
                            <a:gd name="connsiteY15" fmla="*/ 23182 h 119984"/>
                            <a:gd name="connsiteX16" fmla="*/ 57008 w 106362"/>
                            <a:gd name="connsiteY16" fmla="*/ 23178 h 119984"/>
                            <a:gd name="connsiteX17" fmla="*/ 26871 w 106362"/>
                            <a:gd name="connsiteY17" fmla="*/ 23178 h 119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06362" h="119984">
                              <a:moveTo>
                                <a:pt x="76770" y="120118"/>
                              </a:moveTo>
                              <a:lnTo>
                                <a:pt x="46103" y="80770"/>
                              </a:lnTo>
                              <a:lnTo>
                                <a:pt x="26871" y="80770"/>
                              </a:lnTo>
                              <a:lnTo>
                                <a:pt x="26871" y="120118"/>
                              </a:lnTo>
                              <a:lnTo>
                                <a:pt x="50" y="120118"/>
                              </a:lnTo>
                              <a:lnTo>
                                <a:pt x="50" y="134"/>
                              </a:lnTo>
                              <a:lnTo>
                                <a:pt x="56902" y="134"/>
                              </a:lnTo>
                              <a:cubicBezTo>
                                <a:pt x="85839" y="134"/>
                                <a:pt x="101261" y="19473"/>
                                <a:pt x="101261" y="40576"/>
                              </a:cubicBezTo>
                              <a:cubicBezTo>
                                <a:pt x="101261" y="56138"/>
                                <a:pt x="96320" y="70007"/>
                                <a:pt x="73523" y="78230"/>
                              </a:cubicBezTo>
                              <a:lnTo>
                                <a:pt x="106413" y="117966"/>
                              </a:lnTo>
                              <a:lnTo>
                                <a:pt x="106413" y="120012"/>
                              </a:lnTo>
                              <a:close/>
                              <a:moveTo>
                                <a:pt x="26871" y="58115"/>
                              </a:moveTo>
                              <a:lnTo>
                                <a:pt x="57361" y="58115"/>
                              </a:lnTo>
                              <a:cubicBezTo>
                                <a:pt x="66543" y="58662"/>
                                <a:pt x="74430" y="51660"/>
                                <a:pt x="74977" y="42474"/>
                              </a:cubicBezTo>
                              <a:cubicBezTo>
                                <a:pt x="74998" y="42100"/>
                                <a:pt x="75009" y="41726"/>
                                <a:pt x="75005" y="41352"/>
                              </a:cubicBezTo>
                              <a:cubicBezTo>
                                <a:pt x="75298" y="31612"/>
                                <a:pt x="67640" y="23478"/>
                                <a:pt x="57901" y="23182"/>
                              </a:cubicBezTo>
                              <a:cubicBezTo>
                                <a:pt x="57604" y="23175"/>
                                <a:pt x="57304" y="23171"/>
                                <a:pt x="57008" y="23178"/>
                              </a:cubicBezTo>
                              <a:lnTo>
                                <a:pt x="26871" y="23178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6"/>
                      <wps:cNvSpPr/>
                      <wps:spPr>
                        <a:xfrm>
                          <a:off x="1844439" y="1344035"/>
                          <a:ext cx="108762" cy="119984"/>
                        </a:xfrm>
                        <a:custGeom>
                          <a:avLst/>
                          <a:gdLst>
                            <a:gd name="connsiteX0" fmla="*/ 108813 w 108762"/>
                            <a:gd name="connsiteY0" fmla="*/ 59350 h 119984"/>
                            <a:gd name="connsiteX1" fmla="*/ 49209 w 108762"/>
                            <a:gd name="connsiteY1" fmla="*/ 120118 h 119984"/>
                            <a:gd name="connsiteX2" fmla="*/ 50 w 108762"/>
                            <a:gd name="connsiteY2" fmla="*/ 120118 h 119984"/>
                            <a:gd name="connsiteX3" fmla="*/ 50 w 108762"/>
                            <a:gd name="connsiteY3" fmla="*/ 134 h 119984"/>
                            <a:gd name="connsiteX4" fmla="*/ 49209 w 108762"/>
                            <a:gd name="connsiteY4" fmla="*/ 134 h 119984"/>
                            <a:gd name="connsiteX5" fmla="*/ 108813 w 108762"/>
                            <a:gd name="connsiteY5" fmla="*/ 59209 h 119984"/>
                            <a:gd name="connsiteX6" fmla="*/ 49209 w 108762"/>
                            <a:gd name="connsiteY6" fmla="*/ 95345 h 119984"/>
                            <a:gd name="connsiteX7" fmla="*/ 82451 w 108762"/>
                            <a:gd name="connsiteY7" fmla="*/ 58820 h 119984"/>
                            <a:gd name="connsiteX8" fmla="*/ 49209 w 108762"/>
                            <a:gd name="connsiteY8" fmla="*/ 24237 h 119984"/>
                            <a:gd name="connsiteX9" fmla="*/ 26447 w 108762"/>
                            <a:gd name="connsiteY9" fmla="*/ 24237 h 119984"/>
                            <a:gd name="connsiteX10" fmla="*/ 26447 w 108762"/>
                            <a:gd name="connsiteY10" fmla="*/ 95345 h 119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8762" h="119984">
                              <a:moveTo>
                                <a:pt x="108813" y="59350"/>
                              </a:moveTo>
                              <a:cubicBezTo>
                                <a:pt x="108813" y="90863"/>
                                <a:pt x="91168" y="120118"/>
                                <a:pt x="49209" y="120118"/>
                              </a:cubicBezTo>
                              <a:lnTo>
                                <a:pt x="50" y="120118"/>
                              </a:lnTo>
                              <a:lnTo>
                                <a:pt x="50" y="134"/>
                              </a:lnTo>
                              <a:lnTo>
                                <a:pt x="49209" y="134"/>
                              </a:lnTo>
                              <a:cubicBezTo>
                                <a:pt x="90497" y="134"/>
                                <a:pt x="108813" y="27660"/>
                                <a:pt x="108813" y="59209"/>
                              </a:cubicBezTo>
                              <a:moveTo>
                                <a:pt x="49209" y="95345"/>
                              </a:moveTo>
                              <a:cubicBezTo>
                                <a:pt x="75252" y="95345"/>
                                <a:pt x="82451" y="76148"/>
                                <a:pt x="82451" y="58820"/>
                              </a:cubicBezTo>
                              <a:cubicBezTo>
                                <a:pt x="82451" y="41493"/>
                                <a:pt x="74229" y="24237"/>
                                <a:pt x="49209" y="24237"/>
                              </a:cubicBezTo>
                              <a:lnTo>
                                <a:pt x="26447" y="24237"/>
                              </a:lnTo>
                              <a:lnTo>
                                <a:pt x="26447" y="95345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6"/>
                      <wps:cNvSpPr/>
                      <wps:spPr>
                        <a:xfrm>
                          <a:off x="1981221" y="1340894"/>
                          <a:ext cx="102762" cy="126428"/>
                        </a:xfrm>
                        <a:custGeom>
                          <a:avLst/>
                          <a:gdLst>
                            <a:gd name="connsiteX0" fmla="*/ 52244 w 102762"/>
                            <a:gd name="connsiteY0" fmla="*/ 22719 h 126428"/>
                            <a:gd name="connsiteX1" fmla="*/ 31070 w 102762"/>
                            <a:gd name="connsiteY1" fmla="*/ 35776 h 126428"/>
                            <a:gd name="connsiteX2" fmla="*/ 56761 w 102762"/>
                            <a:gd name="connsiteY2" fmla="*/ 50139 h 126428"/>
                            <a:gd name="connsiteX3" fmla="*/ 102813 w 102762"/>
                            <a:gd name="connsiteY3" fmla="*/ 88675 h 126428"/>
                            <a:gd name="connsiteX4" fmla="*/ 52279 w 102762"/>
                            <a:gd name="connsiteY4" fmla="*/ 126541 h 126428"/>
                            <a:gd name="connsiteX5" fmla="*/ 50 w 102762"/>
                            <a:gd name="connsiteY5" fmla="*/ 102368 h 126428"/>
                            <a:gd name="connsiteX6" fmla="*/ 15966 w 102762"/>
                            <a:gd name="connsiteY6" fmla="*/ 85958 h 126428"/>
                            <a:gd name="connsiteX7" fmla="*/ 52455 w 102762"/>
                            <a:gd name="connsiteY7" fmla="*/ 102721 h 126428"/>
                            <a:gd name="connsiteX8" fmla="*/ 76452 w 102762"/>
                            <a:gd name="connsiteY8" fmla="*/ 88358 h 126428"/>
                            <a:gd name="connsiteX9" fmla="*/ 52279 w 102762"/>
                            <a:gd name="connsiteY9" fmla="*/ 72725 h 126428"/>
                            <a:gd name="connsiteX10" fmla="*/ 4814 w 102762"/>
                            <a:gd name="connsiteY10" fmla="*/ 35918 h 126428"/>
                            <a:gd name="connsiteX11" fmla="*/ 52102 w 102762"/>
                            <a:gd name="connsiteY11" fmla="*/ 134 h 126428"/>
                            <a:gd name="connsiteX12" fmla="*/ 96849 w 102762"/>
                            <a:gd name="connsiteY12" fmla="*/ 18132 h 126428"/>
                            <a:gd name="connsiteX13" fmla="*/ 80016 w 102762"/>
                            <a:gd name="connsiteY13" fmla="*/ 32636 h 126428"/>
                            <a:gd name="connsiteX14" fmla="*/ 52279 w 102762"/>
                            <a:gd name="connsiteY14" fmla="*/ 22719 h 126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2762" h="126428">
                              <a:moveTo>
                                <a:pt x="52244" y="22719"/>
                              </a:moveTo>
                              <a:cubicBezTo>
                                <a:pt x="40774" y="22719"/>
                                <a:pt x="31070" y="27695"/>
                                <a:pt x="31070" y="35776"/>
                              </a:cubicBezTo>
                              <a:cubicBezTo>
                                <a:pt x="31070" y="46716"/>
                                <a:pt x="41657" y="48763"/>
                                <a:pt x="56761" y="50139"/>
                              </a:cubicBezTo>
                              <a:cubicBezTo>
                                <a:pt x="80510" y="52363"/>
                                <a:pt x="102813" y="60938"/>
                                <a:pt x="102813" y="88675"/>
                              </a:cubicBezTo>
                              <a:cubicBezTo>
                                <a:pt x="102813" y="115248"/>
                                <a:pt x="78111" y="126541"/>
                                <a:pt x="52279" y="126541"/>
                              </a:cubicBezTo>
                              <a:cubicBezTo>
                                <a:pt x="32058" y="127035"/>
                                <a:pt x="9931" y="118989"/>
                                <a:pt x="50" y="102368"/>
                              </a:cubicBezTo>
                              <a:lnTo>
                                <a:pt x="15966" y="85958"/>
                              </a:lnTo>
                              <a:cubicBezTo>
                                <a:pt x="24859" y="97604"/>
                                <a:pt x="40668" y="102721"/>
                                <a:pt x="52455" y="102721"/>
                              </a:cubicBezTo>
                              <a:cubicBezTo>
                                <a:pt x="67030" y="102721"/>
                                <a:pt x="76452" y="97251"/>
                                <a:pt x="76452" y="88358"/>
                              </a:cubicBezTo>
                              <a:cubicBezTo>
                                <a:pt x="76452" y="78230"/>
                                <a:pt x="68547" y="74242"/>
                                <a:pt x="52279" y="72725"/>
                              </a:cubicBezTo>
                              <a:cubicBezTo>
                                <a:pt x="27117" y="70537"/>
                                <a:pt x="4320" y="63832"/>
                                <a:pt x="4814" y="35918"/>
                              </a:cubicBezTo>
                              <a:cubicBezTo>
                                <a:pt x="4814" y="11921"/>
                                <a:pt x="27788" y="134"/>
                                <a:pt x="52102" y="134"/>
                              </a:cubicBezTo>
                              <a:cubicBezTo>
                                <a:pt x="70629" y="134"/>
                                <a:pt x="84463" y="3875"/>
                                <a:pt x="96849" y="18132"/>
                              </a:cubicBezTo>
                              <a:lnTo>
                                <a:pt x="80016" y="32636"/>
                              </a:lnTo>
                              <a:cubicBezTo>
                                <a:pt x="72256" y="26118"/>
                                <a:pt x="62414" y="22599"/>
                                <a:pt x="52279" y="22719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6"/>
                      <wps:cNvSpPr/>
                      <wps:spPr>
                        <a:xfrm>
                          <a:off x="0" y="0"/>
                          <a:ext cx="2581777" cy="1171539"/>
                        </a:xfrm>
                        <a:custGeom>
                          <a:avLst/>
                          <a:gdLst>
                            <a:gd name="connsiteX0" fmla="*/ 551554 w 2581777"/>
                            <a:gd name="connsiteY0" fmla="*/ 491646 h 1171539"/>
                            <a:gd name="connsiteX1" fmla="*/ 551554 w 2581777"/>
                            <a:gd name="connsiteY1" fmla="*/ 476718 h 1171539"/>
                            <a:gd name="connsiteX2" fmla="*/ 504725 w 2581777"/>
                            <a:gd name="connsiteY2" fmla="*/ 439488 h 1171539"/>
                            <a:gd name="connsiteX3" fmla="*/ 499996 w 2581777"/>
                            <a:gd name="connsiteY3" fmla="*/ 394706 h 1171539"/>
                            <a:gd name="connsiteX4" fmla="*/ 499996 w 2581777"/>
                            <a:gd name="connsiteY4" fmla="*/ 308705 h 1171539"/>
                            <a:gd name="connsiteX5" fmla="*/ 504337 w 2581777"/>
                            <a:gd name="connsiteY5" fmla="*/ 288661 h 1171539"/>
                            <a:gd name="connsiteX6" fmla="*/ 532569 w 2581777"/>
                            <a:gd name="connsiteY6" fmla="*/ 284391 h 1171539"/>
                            <a:gd name="connsiteX7" fmla="*/ 581374 w 2581777"/>
                            <a:gd name="connsiteY7" fmla="*/ 297766 h 1171539"/>
                            <a:gd name="connsiteX8" fmla="*/ 655482 w 2581777"/>
                            <a:gd name="connsiteY8" fmla="*/ 463626 h 1171539"/>
                            <a:gd name="connsiteX9" fmla="*/ 760609 w 2581777"/>
                            <a:gd name="connsiteY9" fmla="*/ 500680 h 1171539"/>
                            <a:gd name="connsiteX10" fmla="*/ 845128 w 2581777"/>
                            <a:gd name="connsiteY10" fmla="*/ 488999 h 1171539"/>
                            <a:gd name="connsiteX11" fmla="*/ 843751 w 2581777"/>
                            <a:gd name="connsiteY11" fmla="*/ 474142 h 1171539"/>
                            <a:gd name="connsiteX12" fmla="*/ 734354 w 2581777"/>
                            <a:gd name="connsiteY12" fmla="*/ 366439 h 1171539"/>
                            <a:gd name="connsiteX13" fmla="*/ 616205 w 2581777"/>
                            <a:gd name="connsiteY13" fmla="*/ 271969 h 1171539"/>
                            <a:gd name="connsiteX14" fmla="*/ 616205 w 2581777"/>
                            <a:gd name="connsiteY14" fmla="*/ 269640 h 1171539"/>
                            <a:gd name="connsiteX15" fmla="*/ 772572 w 2581777"/>
                            <a:gd name="connsiteY15" fmla="*/ 152796 h 1171539"/>
                            <a:gd name="connsiteX16" fmla="*/ 590373 w 2581777"/>
                            <a:gd name="connsiteY16" fmla="*/ 27166 h 1171539"/>
                            <a:gd name="connsiteX17" fmla="*/ 430794 w 2581777"/>
                            <a:gd name="connsiteY17" fmla="*/ 37753 h 1171539"/>
                            <a:gd name="connsiteX18" fmla="*/ 340876 w 2581777"/>
                            <a:gd name="connsiteY18" fmla="*/ 31154 h 1171539"/>
                            <a:gd name="connsiteX19" fmla="*/ 340876 w 2581777"/>
                            <a:gd name="connsiteY19" fmla="*/ 46081 h 1171539"/>
                            <a:gd name="connsiteX20" fmla="*/ 387670 w 2581777"/>
                            <a:gd name="connsiteY20" fmla="*/ 83311 h 1171539"/>
                            <a:gd name="connsiteX21" fmla="*/ 392152 w 2581777"/>
                            <a:gd name="connsiteY21" fmla="*/ 127953 h 1171539"/>
                            <a:gd name="connsiteX22" fmla="*/ 392152 w 2581777"/>
                            <a:gd name="connsiteY22" fmla="*/ 394706 h 1171539"/>
                            <a:gd name="connsiteX23" fmla="*/ 387423 w 2581777"/>
                            <a:gd name="connsiteY23" fmla="*/ 439488 h 1171539"/>
                            <a:gd name="connsiteX24" fmla="*/ 340629 w 2581777"/>
                            <a:gd name="connsiteY24" fmla="*/ 476718 h 1171539"/>
                            <a:gd name="connsiteX25" fmla="*/ 340629 w 2581777"/>
                            <a:gd name="connsiteY25" fmla="*/ 491646 h 1171539"/>
                            <a:gd name="connsiteX26" fmla="*/ 447768 w 2581777"/>
                            <a:gd name="connsiteY26" fmla="*/ 490270 h 1171539"/>
                            <a:gd name="connsiteX27" fmla="*/ 551554 w 2581777"/>
                            <a:gd name="connsiteY27" fmla="*/ 491646 h 1171539"/>
                            <a:gd name="connsiteX28" fmla="*/ 499996 w 2581777"/>
                            <a:gd name="connsiteY28" fmla="*/ 85288 h 1171539"/>
                            <a:gd name="connsiteX29" fmla="*/ 505996 w 2581777"/>
                            <a:gd name="connsiteY29" fmla="*/ 65667 h 1171539"/>
                            <a:gd name="connsiteX30" fmla="*/ 561153 w 2581777"/>
                            <a:gd name="connsiteY30" fmla="*/ 55750 h 1171539"/>
                            <a:gd name="connsiteX31" fmla="*/ 659540 w 2581777"/>
                            <a:gd name="connsiteY31" fmla="*/ 154208 h 1171539"/>
                            <a:gd name="connsiteX32" fmla="*/ 631662 w 2581777"/>
                            <a:gd name="connsiteY32" fmla="*/ 230257 h 1171539"/>
                            <a:gd name="connsiteX33" fmla="*/ 539556 w 2581777"/>
                            <a:gd name="connsiteY33" fmla="*/ 258100 h 1171539"/>
                            <a:gd name="connsiteX34" fmla="*/ 504266 w 2581777"/>
                            <a:gd name="connsiteY34" fmla="*/ 253830 h 1171539"/>
                            <a:gd name="connsiteX35" fmla="*/ 499926 w 2581777"/>
                            <a:gd name="connsiteY35" fmla="*/ 233821 h 1171539"/>
                            <a:gd name="connsiteX36" fmla="*/ 499926 w 2581777"/>
                            <a:gd name="connsiteY36" fmla="*/ 85288 h 1171539"/>
                            <a:gd name="connsiteX37" fmla="*/ 1931655 w 2581777"/>
                            <a:gd name="connsiteY37" fmla="*/ 113060 h 1171539"/>
                            <a:gd name="connsiteX38" fmla="*/ 1989212 w 2581777"/>
                            <a:gd name="connsiteY38" fmla="*/ 56597 h 1171539"/>
                            <a:gd name="connsiteX39" fmla="*/ 1931655 w 2581777"/>
                            <a:gd name="connsiteY39" fmla="*/ 134 h 1171539"/>
                            <a:gd name="connsiteX40" fmla="*/ 1874098 w 2581777"/>
                            <a:gd name="connsiteY40" fmla="*/ 56597 h 1171539"/>
                            <a:gd name="connsiteX41" fmla="*/ 1931655 w 2581777"/>
                            <a:gd name="connsiteY41" fmla="*/ 113060 h 1171539"/>
                            <a:gd name="connsiteX42" fmla="*/ 1656750 w 2581777"/>
                            <a:gd name="connsiteY42" fmla="*/ 294801 h 1171539"/>
                            <a:gd name="connsiteX43" fmla="*/ 1457012 w 2581777"/>
                            <a:gd name="connsiteY43" fmla="*/ 411962 h 1171539"/>
                            <a:gd name="connsiteX44" fmla="*/ 1554834 w 2581777"/>
                            <a:gd name="connsiteY44" fmla="*/ 495598 h 1171539"/>
                            <a:gd name="connsiteX45" fmla="*/ 1684664 w 2581777"/>
                            <a:gd name="connsiteY45" fmla="*/ 433524 h 1171539"/>
                            <a:gd name="connsiteX46" fmla="*/ 1757184 w 2581777"/>
                            <a:gd name="connsiteY46" fmla="*/ 494222 h 1171539"/>
                            <a:gd name="connsiteX47" fmla="*/ 1840114 w 2581777"/>
                            <a:gd name="connsiteY47" fmla="*/ 474777 h 1171539"/>
                            <a:gd name="connsiteX48" fmla="*/ 1835209 w 2581777"/>
                            <a:gd name="connsiteY48" fmla="*/ 460662 h 1171539"/>
                            <a:gd name="connsiteX49" fmla="*/ 1817564 w 2581777"/>
                            <a:gd name="connsiteY49" fmla="*/ 463026 h 1171539"/>
                            <a:gd name="connsiteX50" fmla="*/ 1781816 w 2581777"/>
                            <a:gd name="connsiteY50" fmla="*/ 432854 h 1171539"/>
                            <a:gd name="connsiteX51" fmla="*/ 1779910 w 2581777"/>
                            <a:gd name="connsiteY51" fmla="*/ 391671 h 1171539"/>
                            <a:gd name="connsiteX52" fmla="*/ 1779910 w 2581777"/>
                            <a:gd name="connsiteY52" fmla="*/ 277015 h 1171539"/>
                            <a:gd name="connsiteX53" fmla="*/ 1772853 w 2581777"/>
                            <a:gd name="connsiteY53" fmla="*/ 222564 h 1171539"/>
                            <a:gd name="connsiteX54" fmla="*/ 1622378 w 2581777"/>
                            <a:gd name="connsiteY54" fmla="*/ 150785 h 1171539"/>
                            <a:gd name="connsiteX55" fmla="*/ 1474162 w 2581777"/>
                            <a:gd name="connsiteY55" fmla="*/ 231527 h 1171539"/>
                            <a:gd name="connsiteX56" fmla="*/ 1532672 w 2581777"/>
                            <a:gd name="connsiteY56" fmla="*/ 282556 h 1171539"/>
                            <a:gd name="connsiteX57" fmla="*/ 1570044 w 2581777"/>
                            <a:gd name="connsiteY57" fmla="*/ 271087 h 1171539"/>
                            <a:gd name="connsiteX58" fmla="*/ 1565245 w 2581777"/>
                            <a:gd name="connsiteY58" fmla="*/ 237421 h 1171539"/>
                            <a:gd name="connsiteX59" fmla="*/ 1622167 w 2581777"/>
                            <a:gd name="connsiteY59" fmla="*/ 172523 h 1171539"/>
                            <a:gd name="connsiteX60" fmla="*/ 1682370 w 2581777"/>
                            <a:gd name="connsiteY60" fmla="*/ 246631 h 1171539"/>
                            <a:gd name="connsiteX61" fmla="*/ 1682370 w 2581777"/>
                            <a:gd name="connsiteY61" fmla="*/ 275251 h 1171539"/>
                            <a:gd name="connsiteX62" fmla="*/ 1656785 w 2581777"/>
                            <a:gd name="connsiteY62" fmla="*/ 294625 h 1171539"/>
                            <a:gd name="connsiteX63" fmla="*/ 1682370 w 2581777"/>
                            <a:gd name="connsiteY63" fmla="*/ 380025 h 1171539"/>
                            <a:gd name="connsiteX64" fmla="*/ 1600710 w 2581777"/>
                            <a:gd name="connsiteY64" fmla="*/ 453886 h 1171539"/>
                            <a:gd name="connsiteX65" fmla="*/ 1550952 w 2581777"/>
                            <a:gd name="connsiteY65" fmla="*/ 404834 h 1171539"/>
                            <a:gd name="connsiteX66" fmla="*/ 1646234 w 2581777"/>
                            <a:gd name="connsiteY66" fmla="*/ 315410 h 1171539"/>
                            <a:gd name="connsiteX67" fmla="*/ 1678383 w 2581777"/>
                            <a:gd name="connsiteY67" fmla="*/ 317951 h 1171539"/>
                            <a:gd name="connsiteX68" fmla="*/ 1682300 w 2581777"/>
                            <a:gd name="connsiteY68" fmla="*/ 332455 h 1171539"/>
                            <a:gd name="connsiteX69" fmla="*/ 1001566 w 2581777"/>
                            <a:gd name="connsiteY69" fmla="*/ 495739 h 1171539"/>
                            <a:gd name="connsiteX70" fmla="*/ 1165415 w 2581777"/>
                            <a:gd name="connsiteY70" fmla="*/ 438888 h 1171539"/>
                            <a:gd name="connsiteX71" fmla="*/ 1156981 w 2581777"/>
                            <a:gd name="connsiteY71" fmla="*/ 426502 h 1171539"/>
                            <a:gd name="connsiteX72" fmla="*/ 1064452 w 2581777"/>
                            <a:gd name="connsiteY72" fmla="*/ 451839 h 1171539"/>
                            <a:gd name="connsiteX73" fmla="*/ 943373 w 2581777"/>
                            <a:gd name="connsiteY73" fmla="*/ 388036 h 1171539"/>
                            <a:gd name="connsiteX74" fmla="*/ 934092 w 2581777"/>
                            <a:gd name="connsiteY74" fmla="*/ 350559 h 1171539"/>
                            <a:gd name="connsiteX75" fmla="*/ 945208 w 2581777"/>
                            <a:gd name="connsiteY75" fmla="*/ 345089 h 1171539"/>
                            <a:gd name="connsiteX76" fmla="*/ 984944 w 2581777"/>
                            <a:gd name="connsiteY76" fmla="*/ 346888 h 1171539"/>
                            <a:gd name="connsiteX77" fmla="*/ 1153416 w 2581777"/>
                            <a:gd name="connsiteY77" fmla="*/ 254077 h 1171539"/>
                            <a:gd name="connsiteX78" fmla="*/ 1004354 w 2581777"/>
                            <a:gd name="connsiteY78" fmla="*/ 150961 h 1171539"/>
                            <a:gd name="connsiteX79" fmla="*/ 827165 w 2581777"/>
                            <a:gd name="connsiteY79" fmla="*/ 321656 h 1171539"/>
                            <a:gd name="connsiteX80" fmla="*/ 1001566 w 2581777"/>
                            <a:gd name="connsiteY80" fmla="*/ 495739 h 1171539"/>
                            <a:gd name="connsiteX81" fmla="*/ 999872 w 2581777"/>
                            <a:gd name="connsiteY81" fmla="*/ 173829 h 1171539"/>
                            <a:gd name="connsiteX82" fmla="*/ 1057288 w 2581777"/>
                            <a:gd name="connsiteY82" fmla="*/ 251466 h 1171539"/>
                            <a:gd name="connsiteX83" fmla="*/ 972275 w 2581777"/>
                            <a:gd name="connsiteY83" fmla="*/ 324621 h 1171539"/>
                            <a:gd name="connsiteX84" fmla="*/ 927105 w 2581777"/>
                            <a:gd name="connsiteY84" fmla="*/ 297977 h 1171539"/>
                            <a:gd name="connsiteX85" fmla="*/ 999872 w 2581777"/>
                            <a:gd name="connsiteY85" fmla="*/ 173829 h 1171539"/>
                            <a:gd name="connsiteX86" fmla="*/ 1232782 w 2581777"/>
                            <a:gd name="connsiteY86" fmla="*/ 210777 h 1171539"/>
                            <a:gd name="connsiteX87" fmla="*/ 1232782 w 2581777"/>
                            <a:gd name="connsiteY87" fmla="*/ 400352 h 1171539"/>
                            <a:gd name="connsiteX88" fmla="*/ 1328452 w 2581777"/>
                            <a:gd name="connsiteY88" fmla="*/ 495634 h 1171539"/>
                            <a:gd name="connsiteX89" fmla="*/ 1424828 w 2581777"/>
                            <a:gd name="connsiteY89" fmla="*/ 468073 h 1171539"/>
                            <a:gd name="connsiteX90" fmla="*/ 1417770 w 2581777"/>
                            <a:gd name="connsiteY90" fmla="*/ 454627 h 1171539"/>
                            <a:gd name="connsiteX91" fmla="*/ 1381175 w 2581777"/>
                            <a:gd name="connsiteY91" fmla="*/ 462144 h 1171539"/>
                            <a:gd name="connsiteX92" fmla="*/ 1335934 w 2581777"/>
                            <a:gd name="connsiteY92" fmla="*/ 423043 h 1171539"/>
                            <a:gd name="connsiteX93" fmla="*/ 1332158 w 2581777"/>
                            <a:gd name="connsiteY93" fmla="*/ 377167 h 1171539"/>
                            <a:gd name="connsiteX94" fmla="*/ 1332158 w 2581777"/>
                            <a:gd name="connsiteY94" fmla="*/ 210530 h 1171539"/>
                            <a:gd name="connsiteX95" fmla="*/ 1336534 w 2581777"/>
                            <a:gd name="connsiteY95" fmla="*/ 190203 h 1171539"/>
                            <a:gd name="connsiteX96" fmla="*/ 1357001 w 2581777"/>
                            <a:gd name="connsiteY96" fmla="*/ 185863 h 1171539"/>
                            <a:gd name="connsiteX97" fmla="*/ 1419711 w 2581777"/>
                            <a:gd name="connsiteY97" fmla="*/ 186780 h 1171539"/>
                            <a:gd name="connsiteX98" fmla="*/ 1419711 w 2581777"/>
                            <a:gd name="connsiteY98" fmla="*/ 161442 h 1171539"/>
                            <a:gd name="connsiteX99" fmla="*/ 1360601 w 2581777"/>
                            <a:gd name="connsiteY99" fmla="*/ 162360 h 1171539"/>
                            <a:gd name="connsiteX100" fmla="*/ 1336534 w 2581777"/>
                            <a:gd name="connsiteY100" fmla="*/ 158019 h 1171539"/>
                            <a:gd name="connsiteX101" fmla="*/ 1332158 w 2581777"/>
                            <a:gd name="connsiteY101" fmla="*/ 137692 h 1171539"/>
                            <a:gd name="connsiteX102" fmla="*/ 1332158 w 2581777"/>
                            <a:gd name="connsiteY102" fmla="*/ 61538 h 1171539"/>
                            <a:gd name="connsiteX103" fmla="*/ 1317689 w 2581777"/>
                            <a:gd name="connsiteY103" fmla="*/ 61538 h 1171539"/>
                            <a:gd name="connsiteX104" fmla="*/ 1182989 w 2581777"/>
                            <a:gd name="connsiteY104" fmla="*/ 172241 h 1171539"/>
                            <a:gd name="connsiteX105" fmla="*/ 1182989 w 2581777"/>
                            <a:gd name="connsiteY105" fmla="*/ 186357 h 1171539"/>
                            <a:gd name="connsiteX106" fmla="*/ 1228159 w 2581777"/>
                            <a:gd name="connsiteY106" fmla="*/ 190415 h 1171539"/>
                            <a:gd name="connsiteX107" fmla="*/ 1232535 w 2581777"/>
                            <a:gd name="connsiteY107" fmla="*/ 210706 h 1171539"/>
                            <a:gd name="connsiteX108" fmla="*/ 2104503 w 2581777"/>
                            <a:gd name="connsiteY108" fmla="*/ 68702 h 1171539"/>
                            <a:gd name="connsiteX109" fmla="*/ 2106726 w 2581777"/>
                            <a:gd name="connsiteY109" fmla="*/ 109108 h 1171539"/>
                            <a:gd name="connsiteX110" fmla="*/ 2106726 w 2581777"/>
                            <a:gd name="connsiteY110" fmla="*/ 403704 h 1171539"/>
                            <a:gd name="connsiteX111" fmla="*/ 2112055 w 2581777"/>
                            <a:gd name="connsiteY111" fmla="*/ 450110 h 1171539"/>
                            <a:gd name="connsiteX112" fmla="*/ 2193962 w 2581777"/>
                            <a:gd name="connsiteY112" fmla="*/ 495528 h 1171539"/>
                            <a:gd name="connsiteX113" fmla="*/ 2285150 w 2581777"/>
                            <a:gd name="connsiteY113" fmla="*/ 476401 h 1171539"/>
                            <a:gd name="connsiteX114" fmla="*/ 2281056 w 2581777"/>
                            <a:gd name="connsiteY114" fmla="*/ 461967 h 1171539"/>
                            <a:gd name="connsiteX115" fmla="*/ 2261082 w 2581777"/>
                            <a:gd name="connsiteY115" fmla="*/ 464826 h 1171539"/>
                            <a:gd name="connsiteX116" fmla="*/ 2211289 w 2581777"/>
                            <a:gd name="connsiteY116" fmla="*/ 430207 h 1171539"/>
                            <a:gd name="connsiteX117" fmla="*/ 2207760 w 2581777"/>
                            <a:gd name="connsiteY117" fmla="*/ 381613 h 1171539"/>
                            <a:gd name="connsiteX118" fmla="*/ 2207760 w 2581777"/>
                            <a:gd name="connsiteY118" fmla="*/ 88005 h 1171539"/>
                            <a:gd name="connsiteX119" fmla="*/ 2144239 w 2581777"/>
                            <a:gd name="connsiteY119" fmla="*/ 21555 h 1171539"/>
                            <a:gd name="connsiteX120" fmla="*/ 2066602 w 2581777"/>
                            <a:gd name="connsiteY120" fmla="*/ 26142 h 1171539"/>
                            <a:gd name="connsiteX121" fmla="*/ 2066602 w 2581777"/>
                            <a:gd name="connsiteY121" fmla="*/ 40964 h 1171539"/>
                            <a:gd name="connsiteX122" fmla="*/ 2104115 w 2581777"/>
                            <a:gd name="connsiteY122" fmla="*/ 68702 h 1171539"/>
                            <a:gd name="connsiteX123" fmla="*/ 2041264 w 2581777"/>
                            <a:gd name="connsiteY123" fmla="*/ 464826 h 1171539"/>
                            <a:gd name="connsiteX124" fmla="*/ 1991436 w 2581777"/>
                            <a:gd name="connsiteY124" fmla="*/ 430207 h 1171539"/>
                            <a:gd name="connsiteX125" fmla="*/ 1987907 w 2581777"/>
                            <a:gd name="connsiteY125" fmla="*/ 381613 h 1171539"/>
                            <a:gd name="connsiteX126" fmla="*/ 1987907 w 2581777"/>
                            <a:gd name="connsiteY126" fmla="*/ 218894 h 1171539"/>
                            <a:gd name="connsiteX127" fmla="*/ 1924386 w 2581777"/>
                            <a:gd name="connsiteY127" fmla="*/ 152479 h 1171539"/>
                            <a:gd name="connsiteX128" fmla="*/ 1846749 w 2581777"/>
                            <a:gd name="connsiteY128" fmla="*/ 156996 h 1171539"/>
                            <a:gd name="connsiteX129" fmla="*/ 1846749 w 2581777"/>
                            <a:gd name="connsiteY129" fmla="*/ 171853 h 1171539"/>
                            <a:gd name="connsiteX130" fmla="*/ 1884261 w 2581777"/>
                            <a:gd name="connsiteY130" fmla="*/ 199555 h 1171539"/>
                            <a:gd name="connsiteX131" fmla="*/ 1886449 w 2581777"/>
                            <a:gd name="connsiteY131" fmla="*/ 239997 h 1171539"/>
                            <a:gd name="connsiteX132" fmla="*/ 1886449 w 2581777"/>
                            <a:gd name="connsiteY132" fmla="*/ 403704 h 1171539"/>
                            <a:gd name="connsiteX133" fmla="*/ 1892307 w 2581777"/>
                            <a:gd name="connsiteY133" fmla="*/ 450110 h 1171539"/>
                            <a:gd name="connsiteX134" fmla="*/ 1974179 w 2581777"/>
                            <a:gd name="connsiteY134" fmla="*/ 495528 h 1171539"/>
                            <a:gd name="connsiteX135" fmla="*/ 2065226 w 2581777"/>
                            <a:gd name="connsiteY135" fmla="*/ 476401 h 1171539"/>
                            <a:gd name="connsiteX136" fmla="*/ 2061097 w 2581777"/>
                            <a:gd name="connsiteY136" fmla="*/ 461967 h 1171539"/>
                            <a:gd name="connsiteX137" fmla="*/ 2041158 w 2581777"/>
                            <a:gd name="connsiteY137" fmla="*/ 464826 h 1171539"/>
                            <a:gd name="connsiteX138" fmla="*/ 244818 w 2581777"/>
                            <a:gd name="connsiteY138" fmla="*/ 639509 h 1171539"/>
                            <a:gd name="connsiteX139" fmla="*/ 18966 w 2581777"/>
                            <a:gd name="connsiteY139" fmla="*/ 638027 h 1171539"/>
                            <a:gd name="connsiteX140" fmla="*/ 50 w 2581777"/>
                            <a:gd name="connsiteY140" fmla="*/ 768774 h 1171539"/>
                            <a:gd name="connsiteX141" fmla="*/ 17131 w 2581777"/>
                            <a:gd name="connsiteY141" fmla="*/ 768774 h 1171539"/>
                            <a:gd name="connsiteX142" fmla="*/ 57784 w 2581777"/>
                            <a:gd name="connsiteY142" fmla="*/ 699042 h 1171539"/>
                            <a:gd name="connsiteX143" fmla="*/ 138421 w 2581777"/>
                            <a:gd name="connsiteY143" fmla="*/ 671658 h 1171539"/>
                            <a:gd name="connsiteX144" fmla="*/ 176674 w 2581777"/>
                            <a:gd name="connsiteY144" fmla="*/ 677480 h 1171539"/>
                            <a:gd name="connsiteX145" fmla="*/ 181474 w 2581777"/>
                            <a:gd name="connsiteY145" fmla="*/ 699571 h 1171539"/>
                            <a:gd name="connsiteX146" fmla="*/ 181474 w 2581777"/>
                            <a:gd name="connsiteY146" fmla="*/ 1035457 h 1171539"/>
                            <a:gd name="connsiteX147" fmla="*/ 174416 w 2581777"/>
                            <a:gd name="connsiteY147" fmla="*/ 1084403 h 1171539"/>
                            <a:gd name="connsiteX148" fmla="*/ 104896 w 2581777"/>
                            <a:gd name="connsiteY148" fmla="*/ 1125092 h 1171539"/>
                            <a:gd name="connsiteX149" fmla="*/ 104896 w 2581777"/>
                            <a:gd name="connsiteY149" fmla="*/ 1141360 h 1171539"/>
                            <a:gd name="connsiteX150" fmla="*/ 244889 w 2581777"/>
                            <a:gd name="connsiteY150" fmla="*/ 1139878 h 1171539"/>
                            <a:gd name="connsiteX151" fmla="*/ 384917 w 2581777"/>
                            <a:gd name="connsiteY151" fmla="*/ 1141360 h 1171539"/>
                            <a:gd name="connsiteX152" fmla="*/ 384917 w 2581777"/>
                            <a:gd name="connsiteY152" fmla="*/ 1125092 h 1171539"/>
                            <a:gd name="connsiteX153" fmla="*/ 315397 w 2581777"/>
                            <a:gd name="connsiteY153" fmla="*/ 1084403 h 1171539"/>
                            <a:gd name="connsiteX154" fmla="*/ 308339 w 2581777"/>
                            <a:gd name="connsiteY154" fmla="*/ 1035457 h 1171539"/>
                            <a:gd name="connsiteX155" fmla="*/ 308339 w 2581777"/>
                            <a:gd name="connsiteY155" fmla="*/ 699571 h 1171539"/>
                            <a:gd name="connsiteX156" fmla="*/ 313068 w 2581777"/>
                            <a:gd name="connsiteY156" fmla="*/ 677480 h 1171539"/>
                            <a:gd name="connsiteX157" fmla="*/ 351392 w 2581777"/>
                            <a:gd name="connsiteY157" fmla="*/ 671658 h 1171539"/>
                            <a:gd name="connsiteX158" fmla="*/ 431958 w 2581777"/>
                            <a:gd name="connsiteY158" fmla="*/ 699042 h 1171539"/>
                            <a:gd name="connsiteX159" fmla="*/ 472577 w 2581777"/>
                            <a:gd name="connsiteY159" fmla="*/ 768774 h 1171539"/>
                            <a:gd name="connsiteX160" fmla="*/ 489692 w 2581777"/>
                            <a:gd name="connsiteY160" fmla="*/ 768774 h 1171539"/>
                            <a:gd name="connsiteX161" fmla="*/ 470741 w 2581777"/>
                            <a:gd name="connsiteY161" fmla="*/ 638027 h 1171539"/>
                            <a:gd name="connsiteX162" fmla="*/ 244889 w 2581777"/>
                            <a:gd name="connsiteY162" fmla="*/ 639509 h 1171539"/>
                            <a:gd name="connsiteX163" fmla="*/ 2562807 w 2581777"/>
                            <a:gd name="connsiteY163" fmla="*/ 638027 h 1171539"/>
                            <a:gd name="connsiteX164" fmla="*/ 2336955 w 2581777"/>
                            <a:gd name="connsiteY164" fmla="*/ 639509 h 1171539"/>
                            <a:gd name="connsiteX165" fmla="*/ 2111102 w 2581777"/>
                            <a:gd name="connsiteY165" fmla="*/ 638027 h 1171539"/>
                            <a:gd name="connsiteX166" fmla="*/ 2092222 w 2581777"/>
                            <a:gd name="connsiteY166" fmla="*/ 768774 h 1171539"/>
                            <a:gd name="connsiteX167" fmla="*/ 2109302 w 2581777"/>
                            <a:gd name="connsiteY167" fmla="*/ 768774 h 1171539"/>
                            <a:gd name="connsiteX168" fmla="*/ 2149921 w 2581777"/>
                            <a:gd name="connsiteY168" fmla="*/ 699042 h 1171539"/>
                            <a:gd name="connsiteX169" fmla="*/ 2230487 w 2581777"/>
                            <a:gd name="connsiteY169" fmla="*/ 671658 h 1171539"/>
                            <a:gd name="connsiteX170" fmla="*/ 2268811 w 2581777"/>
                            <a:gd name="connsiteY170" fmla="*/ 677480 h 1171539"/>
                            <a:gd name="connsiteX171" fmla="*/ 2273575 w 2581777"/>
                            <a:gd name="connsiteY171" fmla="*/ 699571 h 1171539"/>
                            <a:gd name="connsiteX172" fmla="*/ 2273575 w 2581777"/>
                            <a:gd name="connsiteY172" fmla="*/ 1035457 h 1171539"/>
                            <a:gd name="connsiteX173" fmla="*/ 2266517 w 2581777"/>
                            <a:gd name="connsiteY173" fmla="*/ 1084403 h 1171539"/>
                            <a:gd name="connsiteX174" fmla="*/ 2196997 w 2581777"/>
                            <a:gd name="connsiteY174" fmla="*/ 1125092 h 1171539"/>
                            <a:gd name="connsiteX175" fmla="*/ 2196997 w 2581777"/>
                            <a:gd name="connsiteY175" fmla="*/ 1141360 h 1171539"/>
                            <a:gd name="connsiteX176" fmla="*/ 2336990 w 2581777"/>
                            <a:gd name="connsiteY176" fmla="*/ 1139878 h 1171539"/>
                            <a:gd name="connsiteX177" fmla="*/ 2476983 w 2581777"/>
                            <a:gd name="connsiteY177" fmla="*/ 1141360 h 1171539"/>
                            <a:gd name="connsiteX178" fmla="*/ 2476983 w 2581777"/>
                            <a:gd name="connsiteY178" fmla="*/ 1125092 h 1171539"/>
                            <a:gd name="connsiteX179" fmla="*/ 2407498 w 2581777"/>
                            <a:gd name="connsiteY179" fmla="*/ 1084403 h 1171539"/>
                            <a:gd name="connsiteX180" fmla="*/ 2400441 w 2581777"/>
                            <a:gd name="connsiteY180" fmla="*/ 1035457 h 1171539"/>
                            <a:gd name="connsiteX181" fmla="*/ 2400441 w 2581777"/>
                            <a:gd name="connsiteY181" fmla="*/ 699571 h 1171539"/>
                            <a:gd name="connsiteX182" fmla="*/ 2405205 w 2581777"/>
                            <a:gd name="connsiteY182" fmla="*/ 677480 h 1171539"/>
                            <a:gd name="connsiteX183" fmla="*/ 2443529 w 2581777"/>
                            <a:gd name="connsiteY183" fmla="*/ 671658 h 1171539"/>
                            <a:gd name="connsiteX184" fmla="*/ 2524095 w 2581777"/>
                            <a:gd name="connsiteY184" fmla="*/ 699042 h 1171539"/>
                            <a:gd name="connsiteX185" fmla="*/ 2564713 w 2581777"/>
                            <a:gd name="connsiteY185" fmla="*/ 768774 h 1171539"/>
                            <a:gd name="connsiteX186" fmla="*/ 2581829 w 2581777"/>
                            <a:gd name="connsiteY186" fmla="*/ 768774 h 1171539"/>
                            <a:gd name="connsiteX187" fmla="*/ 1900777 w 2581777"/>
                            <a:gd name="connsiteY187" fmla="*/ 835648 h 1171539"/>
                            <a:gd name="connsiteX188" fmla="*/ 1759337 w 2581777"/>
                            <a:gd name="connsiteY188" fmla="*/ 731014 h 1171539"/>
                            <a:gd name="connsiteX189" fmla="*/ 1851619 w 2581777"/>
                            <a:gd name="connsiteY189" fmla="*/ 658459 h 1171539"/>
                            <a:gd name="connsiteX190" fmla="*/ 2011057 w 2581777"/>
                            <a:gd name="connsiteY190" fmla="*/ 794571 h 1171539"/>
                            <a:gd name="connsiteX191" fmla="*/ 2026301 w 2581777"/>
                            <a:gd name="connsiteY191" fmla="*/ 794571 h 1171539"/>
                            <a:gd name="connsiteX192" fmla="*/ 2025349 w 2581777"/>
                            <a:gd name="connsiteY192" fmla="*/ 662412 h 1171539"/>
                            <a:gd name="connsiteX193" fmla="*/ 1858429 w 2581777"/>
                            <a:gd name="connsiteY193" fmla="*/ 632098 h 1171539"/>
                            <a:gd name="connsiteX194" fmla="*/ 1656785 w 2581777"/>
                            <a:gd name="connsiteY194" fmla="*/ 775656 h 1171539"/>
                            <a:gd name="connsiteX195" fmla="*/ 1770171 w 2581777"/>
                            <a:gd name="connsiteY195" fmla="*/ 918825 h 1171539"/>
                            <a:gd name="connsiteX196" fmla="*/ 1950641 w 2581777"/>
                            <a:gd name="connsiteY196" fmla="*/ 1047349 h 1171539"/>
                            <a:gd name="connsiteX197" fmla="*/ 1847949 w 2581777"/>
                            <a:gd name="connsiteY197" fmla="*/ 1118987 h 1171539"/>
                            <a:gd name="connsiteX198" fmla="*/ 1673901 w 2581777"/>
                            <a:gd name="connsiteY198" fmla="*/ 976065 h 1171539"/>
                            <a:gd name="connsiteX199" fmla="*/ 1658303 w 2581777"/>
                            <a:gd name="connsiteY199" fmla="*/ 976065 h 1171539"/>
                            <a:gd name="connsiteX200" fmla="*/ 1659044 w 2581777"/>
                            <a:gd name="connsiteY200" fmla="*/ 1114964 h 1171539"/>
                            <a:gd name="connsiteX201" fmla="*/ 1838703 w 2581777"/>
                            <a:gd name="connsiteY201" fmla="*/ 1147289 h 1171539"/>
                            <a:gd name="connsiteX202" fmla="*/ 2057497 w 2581777"/>
                            <a:gd name="connsiteY202" fmla="*/ 999461 h 1171539"/>
                            <a:gd name="connsiteX203" fmla="*/ 1900883 w 2581777"/>
                            <a:gd name="connsiteY203" fmla="*/ 835683 h 1171539"/>
                            <a:gd name="connsiteX204" fmla="*/ 981557 w 2581777"/>
                            <a:gd name="connsiteY204" fmla="*/ 1009307 h 1171539"/>
                            <a:gd name="connsiteX205" fmla="*/ 843539 w 2581777"/>
                            <a:gd name="connsiteY205" fmla="*/ 901321 h 1171539"/>
                            <a:gd name="connsiteX206" fmla="*/ 843539 w 2581777"/>
                            <a:gd name="connsiteY206" fmla="*/ 898781 h 1171539"/>
                            <a:gd name="connsiteX207" fmla="*/ 1014341 w 2581777"/>
                            <a:gd name="connsiteY207" fmla="*/ 771139 h 1171539"/>
                            <a:gd name="connsiteX208" fmla="*/ 815308 w 2581777"/>
                            <a:gd name="connsiteY208" fmla="*/ 633968 h 1171539"/>
                            <a:gd name="connsiteX209" fmla="*/ 641013 w 2581777"/>
                            <a:gd name="connsiteY209" fmla="*/ 645437 h 1171539"/>
                            <a:gd name="connsiteX210" fmla="*/ 539097 w 2581777"/>
                            <a:gd name="connsiteY210" fmla="*/ 638380 h 1171539"/>
                            <a:gd name="connsiteX211" fmla="*/ 539097 w 2581777"/>
                            <a:gd name="connsiteY211" fmla="*/ 654648 h 1171539"/>
                            <a:gd name="connsiteX212" fmla="*/ 590232 w 2581777"/>
                            <a:gd name="connsiteY212" fmla="*/ 695301 h 1171539"/>
                            <a:gd name="connsiteX213" fmla="*/ 595419 w 2581777"/>
                            <a:gd name="connsiteY213" fmla="*/ 744283 h 1171539"/>
                            <a:gd name="connsiteX214" fmla="*/ 595419 w 2581777"/>
                            <a:gd name="connsiteY214" fmla="*/ 1035668 h 1171539"/>
                            <a:gd name="connsiteX215" fmla="*/ 590232 w 2581777"/>
                            <a:gd name="connsiteY215" fmla="*/ 1084615 h 1171539"/>
                            <a:gd name="connsiteX216" fmla="*/ 539097 w 2581777"/>
                            <a:gd name="connsiteY216" fmla="*/ 1125304 h 1171539"/>
                            <a:gd name="connsiteX217" fmla="*/ 539097 w 2581777"/>
                            <a:gd name="connsiteY217" fmla="*/ 1141572 h 1171539"/>
                            <a:gd name="connsiteX218" fmla="*/ 659823 w 2581777"/>
                            <a:gd name="connsiteY218" fmla="*/ 1140090 h 1171539"/>
                            <a:gd name="connsiteX219" fmla="*/ 773208 w 2581777"/>
                            <a:gd name="connsiteY219" fmla="*/ 1141572 h 1171539"/>
                            <a:gd name="connsiteX220" fmla="*/ 773208 w 2581777"/>
                            <a:gd name="connsiteY220" fmla="*/ 1125304 h 1171539"/>
                            <a:gd name="connsiteX221" fmla="*/ 722038 w 2581777"/>
                            <a:gd name="connsiteY221" fmla="*/ 1084615 h 1171539"/>
                            <a:gd name="connsiteX222" fmla="*/ 716886 w 2581777"/>
                            <a:gd name="connsiteY222" fmla="*/ 1035668 h 1171539"/>
                            <a:gd name="connsiteX223" fmla="*/ 716886 w 2581777"/>
                            <a:gd name="connsiteY223" fmla="*/ 941516 h 1171539"/>
                            <a:gd name="connsiteX224" fmla="*/ 721579 w 2581777"/>
                            <a:gd name="connsiteY224" fmla="*/ 919637 h 1171539"/>
                            <a:gd name="connsiteX225" fmla="*/ 758033 w 2581777"/>
                            <a:gd name="connsiteY225" fmla="*/ 914978 h 1171539"/>
                            <a:gd name="connsiteX226" fmla="*/ 805780 w 2581777"/>
                            <a:gd name="connsiteY226" fmla="*/ 929553 h 1171539"/>
                            <a:gd name="connsiteX227" fmla="*/ 893686 w 2581777"/>
                            <a:gd name="connsiteY227" fmla="*/ 1128515 h 1171539"/>
                            <a:gd name="connsiteX228" fmla="*/ 1006930 w 2581777"/>
                            <a:gd name="connsiteY228" fmla="*/ 1171674 h 1171539"/>
                            <a:gd name="connsiteX229" fmla="*/ 1110116 w 2581777"/>
                            <a:gd name="connsiteY229" fmla="*/ 1158088 h 1171539"/>
                            <a:gd name="connsiteX230" fmla="*/ 1108705 w 2581777"/>
                            <a:gd name="connsiteY230" fmla="*/ 1140125 h 1171539"/>
                            <a:gd name="connsiteX231" fmla="*/ 981662 w 2581777"/>
                            <a:gd name="connsiteY231" fmla="*/ 1009237 h 1171539"/>
                            <a:gd name="connsiteX232" fmla="*/ 760045 w 2581777"/>
                            <a:gd name="connsiteY232" fmla="*/ 886359 h 1171539"/>
                            <a:gd name="connsiteX233" fmla="*/ 721544 w 2581777"/>
                            <a:gd name="connsiteY233" fmla="*/ 881700 h 1171539"/>
                            <a:gd name="connsiteX234" fmla="*/ 716850 w 2581777"/>
                            <a:gd name="connsiteY234" fmla="*/ 859821 h 1171539"/>
                            <a:gd name="connsiteX235" fmla="*/ 716850 w 2581777"/>
                            <a:gd name="connsiteY235" fmla="*/ 697489 h 1171539"/>
                            <a:gd name="connsiteX236" fmla="*/ 723414 w 2581777"/>
                            <a:gd name="connsiteY236" fmla="*/ 676069 h 1171539"/>
                            <a:gd name="connsiteX237" fmla="*/ 783618 w 2581777"/>
                            <a:gd name="connsiteY237" fmla="*/ 665235 h 1171539"/>
                            <a:gd name="connsiteX238" fmla="*/ 891110 w 2581777"/>
                            <a:gd name="connsiteY238" fmla="*/ 772797 h 1171539"/>
                            <a:gd name="connsiteX239" fmla="*/ 860690 w 2581777"/>
                            <a:gd name="connsiteY239" fmla="*/ 855833 h 1171539"/>
                            <a:gd name="connsiteX240" fmla="*/ 760045 w 2581777"/>
                            <a:gd name="connsiteY240" fmla="*/ 886288 h 1171539"/>
                            <a:gd name="connsiteX241" fmla="*/ 1523744 w 2581777"/>
                            <a:gd name="connsiteY241" fmla="*/ 639579 h 1171539"/>
                            <a:gd name="connsiteX242" fmla="*/ 1440602 w 2581777"/>
                            <a:gd name="connsiteY242" fmla="*/ 638097 h 1171539"/>
                            <a:gd name="connsiteX243" fmla="*/ 1440602 w 2581777"/>
                            <a:gd name="connsiteY243" fmla="*/ 654366 h 1171539"/>
                            <a:gd name="connsiteX244" fmla="*/ 1495936 w 2581777"/>
                            <a:gd name="connsiteY244" fmla="*/ 695054 h 1171539"/>
                            <a:gd name="connsiteX245" fmla="*/ 1501512 w 2581777"/>
                            <a:gd name="connsiteY245" fmla="*/ 744001 h 1171539"/>
                            <a:gd name="connsiteX246" fmla="*/ 1501512 w 2581777"/>
                            <a:gd name="connsiteY246" fmla="*/ 910214 h 1171539"/>
                            <a:gd name="connsiteX247" fmla="*/ 1483302 w 2581777"/>
                            <a:gd name="connsiteY247" fmla="*/ 1033339 h 1171539"/>
                            <a:gd name="connsiteX248" fmla="*/ 1364518 w 2581777"/>
                            <a:gd name="connsiteY248" fmla="*/ 1104801 h 1171539"/>
                            <a:gd name="connsiteX249" fmla="*/ 1267084 w 2581777"/>
                            <a:gd name="connsiteY249" fmla="*/ 1045796 h 1171539"/>
                            <a:gd name="connsiteX250" fmla="*/ 1247322 w 2581777"/>
                            <a:gd name="connsiteY250" fmla="*/ 880889 h 1171539"/>
                            <a:gd name="connsiteX251" fmla="*/ 1247322 w 2581777"/>
                            <a:gd name="connsiteY251" fmla="*/ 743930 h 1171539"/>
                            <a:gd name="connsiteX252" fmla="*/ 1252474 w 2581777"/>
                            <a:gd name="connsiteY252" fmla="*/ 694984 h 1171539"/>
                            <a:gd name="connsiteX253" fmla="*/ 1303644 w 2581777"/>
                            <a:gd name="connsiteY253" fmla="*/ 654295 h 1171539"/>
                            <a:gd name="connsiteX254" fmla="*/ 1303644 w 2581777"/>
                            <a:gd name="connsiteY254" fmla="*/ 638027 h 1171539"/>
                            <a:gd name="connsiteX255" fmla="*/ 1182918 w 2581777"/>
                            <a:gd name="connsiteY255" fmla="*/ 639509 h 1171539"/>
                            <a:gd name="connsiteX256" fmla="*/ 1069533 w 2581777"/>
                            <a:gd name="connsiteY256" fmla="*/ 638027 h 1171539"/>
                            <a:gd name="connsiteX257" fmla="*/ 1069533 w 2581777"/>
                            <a:gd name="connsiteY257" fmla="*/ 654295 h 1171539"/>
                            <a:gd name="connsiteX258" fmla="*/ 1120703 w 2581777"/>
                            <a:gd name="connsiteY258" fmla="*/ 694984 h 1171539"/>
                            <a:gd name="connsiteX259" fmla="*/ 1125855 w 2581777"/>
                            <a:gd name="connsiteY259" fmla="*/ 743930 h 1171539"/>
                            <a:gd name="connsiteX260" fmla="*/ 1126879 w 2581777"/>
                            <a:gd name="connsiteY260" fmla="*/ 896840 h 1171539"/>
                            <a:gd name="connsiteX261" fmla="*/ 1155746 w 2581777"/>
                            <a:gd name="connsiteY261" fmla="*/ 1059418 h 1171539"/>
                            <a:gd name="connsiteX262" fmla="*/ 1343486 w 2581777"/>
                            <a:gd name="connsiteY262" fmla="*/ 1147289 h 1171539"/>
                            <a:gd name="connsiteX263" fmla="*/ 1519933 w 2581777"/>
                            <a:gd name="connsiteY263" fmla="*/ 1060442 h 1171539"/>
                            <a:gd name="connsiteX264" fmla="*/ 1550035 w 2581777"/>
                            <a:gd name="connsiteY264" fmla="*/ 926342 h 1171539"/>
                            <a:gd name="connsiteX265" fmla="*/ 1551093 w 2581777"/>
                            <a:gd name="connsiteY265" fmla="*/ 743824 h 1171539"/>
                            <a:gd name="connsiteX266" fmla="*/ 1556599 w 2581777"/>
                            <a:gd name="connsiteY266" fmla="*/ 694878 h 1171539"/>
                            <a:gd name="connsiteX267" fmla="*/ 1611368 w 2581777"/>
                            <a:gd name="connsiteY267" fmla="*/ 654189 h 1171539"/>
                            <a:gd name="connsiteX268" fmla="*/ 1611368 w 2581777"/>
                            <a:gd name="connsiteY268" fmla="*/ 637921 h 1171539"/>
                            <a:gd name="connsiteX269" fmla="*/ 1523744 w 2581777"/>
                            <a:gd name="connsiteY269" fmla="*/ 639403 h 11715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</a:cxnLst>
                          <a:rect l="l" t="t" r="r" b="b"/>
                          <a:pathLst>
                            <a:path w="2581777" h="1171539">
                              <a:moveTo>
                                <a:pt x="551554" y="491646"/>
                              </a:moveTo>
                              <a:lnTo>
                                <a:pt x="551554" y="476718"/>
                              </a:lnTo>
                              <a:cubicBezTo>
                                <a:pt x="529728" y="475233"/>
                                <a:pt x="511091" y="460415"/>
                                <a:pt x="504725" y="439488"/>
                              </a:cubicBezTo>
                              <a:cubicBezTo>
                                <a:pt x="500914" y="426643"/>
                                <a:pt x="499996" y="419867"/>
                                <a:pt x="499996" y="394706"/>
                              </a:cubicBezTo>
                              <a:lnTo>
                                <a:pt x="499996" y="308705"/>
                              </a:lnTo>
                              <a:cubicBezTo>
                                <a:pt x="499996" y="296107"/>
                                <a:pt x="500914" y="292084"/>
                                <a:pt x="504337" y="288661"/>
                              </a:cubicBezTo>
                              <a:cubicBezTo>
                                <a:pt x="507760" y="285238"/>
                                <a:pt x="511889" y="284391"/>
                                <a:pt x="532569" y="284391"/>
                              </a:cubicBezTo>
                              <a:cubicBezTo>
                                <a:pt x="558824" y="284391"/>
                                <a:pt x="569376" y="285732"/>
                                <a:pt x="581374" y="297766"/>
                              </a:cubicBezTo>
                              <a:cubicBezTo>
                                <a:pt x="615499" y="331855"/>
                                <a:pt x="614934" y="420291"/>
                                <a:pt x="655482" y="463626"/>
                              </a:cubicBezTo>
                              <a:cubicBezTo>
                                <a:pt x="678208" y="487905"/>
                                <a:pt x="720344" y="500680"/>
                                <a:pt x="760609" y="500680"/>
                              </a:cubicBezTo>
                              <a:cubicBezTo>
                                <a:pt x="789155" y="500271"/>
                                <a:pt x="817542" y="496346"/>
                                <a:pt x="845128" y="488999"/>
                              </a:cubicBezTo>
                              <a:lnTo>
                                <a:pt x="843751" y="474142"/>
                              </a:lnTo>
                              <a:cubicBezTo>
                                <a:pt x="806486" y="477424"/>
                                <a:pt x="775643" y="468284"/>
                                <a:pt x="734354" y="366439"/>
                              </a:cubicBezTo>
                              <a:cubicBezTo>
                                <a:pt x="711098" y="309235"/>
                                <a:pt x="685160" y="271969"/>
                                <a:pt x="616205" y="271969"/>
                              </a:cubicBezTo>
                              <a:lnTo>
                                <a:pt x="616205" y="269640"/>
                              </a:lnTo>
                              <a:cubicBezTo>
                                <a:pt x="708875" y="269640"/>
                                <a:pt x="772572" y="226093"/>
                                <a:pt x="772572" y="152796"/>
                              </a:cubicBezTo>
                              <a:cubicBezTo>
                                <a:pt x="772572" y="73713"/>
                                <a:pt x="701993" y="27166"/>
                                <a:pt x="590373" y="27166"/>
                              </a:cubicBezTo>
                              <a:cubicBezTo>
                                <a:pt x="534439" y="27166"/>
                                <a:pt x="498620" y="37753"/>
                                <a:pt x="430794" y="37753"/>
                              </a:cubicBezTo>
                              <a:cubicBezTo>
                                <a:pt x="402033" y="37753"/>
                                <a:pt x="368367" y="32706"/>
                                <a:pt x="340876" y="31154"/>
                              </a:cubicBezTo>
                              <a:lnTo>
                                <a:pt x="340876" y="46081"/>
                              </a:lnTo>
                              <a:cubicBezTo>
                                <a:pt x="365261" y="48692"/>
                                <a:pt x="381636" y="62949"/>
                                <a:pt x="387670" y="83311"/>
                              </a:cubicBezTo>
                              <a:cubicBezTo>
                                <a:pt x="391234" y="95874"/>
                                <a:pt x="392152" y="102932"/>
                                <a:pt x="392152" y="127953"/>
                              </a:cubicBezTo>
                              <a:lnTo>
                                <a:pt x="392152" y="394706"/>
                              </a:lnTo>
                              <a:cubicBezTo>
                                <a:pt x="392152" y="419867"/>
                                <a:pt x="391234" y="426466"/>
                                <a:pt x="387423" y="439488"/>
                              </a:cubicBezTo>
                              <a:cubicBezTo>
                                <a:pt x="381078" y="460418"/>
                                <a:pt x="362449" y="475240"/>
                                <a:pt x="340629" y="476718"/>
                              </a:cubicBezTo>
                              <a:lnTo>
                                <a:pt x="340629" y="491646"/>
                              </a:lnTo>
                              <a:cubicBezTo>
                                <a:pt x="340629" y="491646"/>
                                <a:pt x="396704" y="490270"/>
                                <a:pt x="447768" y="490270"/>
                              </a:cubicBezTo>
                              <a:cubicBezTo>
                                <a:pt x="498832" y="490270"/>
                                <a:pt x="551554" y="491646"/>
                                <a:pt x="551554" y="491646"/>
                              </a:cubicBezTo>
                              <a:moveTo>
                                <a:pt x="499996" y="85288"/>
                              </a:moveTo>
                              <a:cubicBezTo>
                                <a:pt x="499996" y="73042"/>
                                <a:pt x="502079" y="69196"/>
                                <a:pt x="505996" y="65667"/>
                              </a:cubicBezTo>
                              <a:cubicBezTo>
                                <a:pt x="512560" y="59773"/>
                                <a:pt x="530098" y="55750"/>
                                <a:pt x="561153" y="55750"/>
                              </a:cubicBezTo>
                              <a:cubicBezTo>
                                <a:pt x="618887" y="55750"/>
                                <a:pt x="659540" y="98556"/>
                                <a:pt x="659540" y="154208"/>
                              </a:cubicBezTo>
                              <a:cubicBezTo>
                                <a:pt x="659540" y="187415"/>
                                <a:pt x="648953" y="212859"/>
                                <a:pt x="631662" y="230257"/>
                              </a:cubicBezTo>
                              <a:cubicBezTo>
                                <a:pt x="607347" y="254606"/>
                                <a:pt x="582644" y="258100"/>
                                <a:pt x="539556" y="258100"/>
                              </a:cubicBezTo>
                              <a:cubicBezTo>
                                <a:pt x="512948" y="258100"/>
                                <a:pt x="508360" y="257888"/>
                                <a:pt x="504266" y="253830"/>
                              </a:cubicBezTo>
                              <a:cubicBezTo>
                                <a:pt x="500738" y="250301"/>
                                <a:pt x="499926" y="246384"/>
                                <a:pt x="499926" y="233821"/>
                              </a:cubicBezTo>
                              <a:lnTo>
                                <a:pt x="499926" y="85288"/>
                              </a:lnTo>
                              <a:moveTo>
                                <a:pt x="1931655" y="113060"/>
                              </a:moveTo>
                              <a:cubicBezTo>
                                <a:pt x="1964651" y="113060"/>
                                <a:pt x="1989212" y="89558"/>
                                <a:pt x="1989212" y="56597"/>
                              </a:cubicBezTo>
                              <a:cubicBezTo>
                                <a:pt x="1989212" y="23637"/>
                                <a:pt x="1964510" y="134"/>
                                <a:pt x="1931655" y="134"/>
                              </a:cubicBezTo>
                              <a:cubicBezTo>
                                <a:pt x="1898801" y="134"/>
                                <a:pt x="1874098" y="23672"/>
                                <a:pt x="1874098" y="56597"/>
                              </a:cubicBezTo>
                              <a:cubicBezTo>
                                <a:pt x="1874098" y="89522"/>
                                <a:pt x="1898801" y="113060"/>
                                <a:pt x="1931655" y="113060"/>
                              </a:cubicBezTo>
                              <a:moveTo>
                                <a:pt x="1656750" y="294801"/>
                              </a:moveTo>
                              <a:cubicBezTo>
                                <a:pt x="1539907" y="298330"/>
                                <a:pt x="1457012" y="336619"/>
                                <a:pt x="1457012" y="411962"/>
                              </a:cubicBezTo>
                              <a:cubicBezTo>
                                <a:pt x="1457012" y="468002"/>
                                <a:pt x="1499112" y="495598"/>
                                <a:pt x="1554834" y="495598"/>
                              </a:cubicBezTo>
                              <a:cubicBezTo>
                                <a:pt x="1605281" y="495644"/>
                                <a:pt x="1653027" y="472815"/>
                                <a:pt x="1684664" y="433524"/>
                              </a:cubicBezTo>
                              <a:cubicBezTo>
                                <a:pt x="1691722" y="471037"/>
                                <a:pt x="1714307" y="494222"/>
                                <a:pt x="1757184" y="494222"/>
                              </a:cubicBezTo>
                              <a:cubicBezTo>
                                <a:pt x="1787533" y="494222"/>
                                <a:pt x="1812871" y="486529"/>
                                <a:pt x="1840114" y="474777"/>
                              </a:cubicBezTo>
                              <a:lnTo>
                                <a:pt x="1835209" y="460662"/>
                              </a:lnTo>
                              <a:cubicBezTo>
                                <a:pt x="1829457" y="462225"/>
                                <a:pt x="1823525" y="463019"/>
                                <a:pt x="1817564" y="463026"/>
                              </a:cubicBezTo>
                              <a:cubicBezTo>
                                <a:pt x="1800908" y="463026"/>
                                <a:pt x="1784710" y="455368"/>
                                <a:pt x="1781816" y="432854"/>
                              </a:cubicBezTo>
                              <a:cubicBezTo>
                                <a:pt x="1780299" y="419182"/>
                                <a:pt x="1779663" y="405427"/>
                                <a:pt x="1779910" y="391671"/>
                              </a:cubicBezTo>
                              <a:lnTo>
                                <a:pt x="1779910" y="277015"/>
                              </a:lnTo>
                              <a:cubicBezTo>
                                <a:pt x="1779910" y="253160"/>
                                <a:pt x="1778040" y="237773"/>
                                <a:pt x="1772853" y="222564"/>
                              </a:cubicBezTo>
                              <a:cubicBezTo>
                                <a:pt x="1756337" y="173158"/>
                                <a:pt x="1706155" y="150785"/>
                                <a:pt x="1622378" y="150785"/>
                              </a:cubicBezTo>
                              <a:cubicBezTo>
                                <a:pt x="1523038" y="150785"/>
                                <a:pt x="1474162" y="189003"/>
                                <a:pt x="1474162" y="231527"/>
                              </a:cubicBezTo>
                              <a:cubicBezTo>
                                <a:pt x="1474162" y="267099"/>
                                <a:pt x="1502923" y="282556"/>
                                <a:pt x="1532672" y="282556"/>
                              </a:cubicBezTo>
                              <a:cubicBezTo>
                                <a:pt x="1555434" y="282556"/>
                                <a:pt x="1570044" y="277686"/>
                                <a:pt x="1570044" y="271087"/>
                              </a:cubicBezTo>
                              <a:cubicBezTo>
                                <a:pt x="1570044" y="265546"/>
                                <a:pt x="1565245" y="258488"/>
                                <a:pt x="1565245" y="237421"/>
                              </a:cubicBezTo>
                              <a:cubicBezTo>
                                <a:pt x="1565245" y="199978"/>
                                <a:pt x="1585113" y="172523"/>
                                <a:pt x="1622167" y="172523"/>
                              </a:cubicBezTo>
                              <a:cubicBezTo>
                                <a:pt x="1660597" y="172523"/>
                                <a:pt x="1682370" y="198143"/>
                                <a:pt x="1682370" y="246631"/>
                              </a:cubicBezTo>
                              <a:lnTo>
                                <a:pt x="1682370" y="275251"/>
                              </a:lnTo>
                              <a:cubicBezTo>
                                <a:pt x="1682370" y="292013"/>
                                <a:pt x="1680218" y="293884"/>
                                <a:pt x="1656785" y="294625"/>
                              </a:cubicBezTo>
                              <a:moveTo>
                                <a:pt x="1682370" y="380025"/>
                              </a:moveTo>
                              <a:cubicBezTo>
                                <a:pt x="1682370" y="419514"/>
                                <a:pt x="1643552" y="453886"/>
                                <a:pt x="1600710" y="453886"/>
                              </a:cubicBezTo>
                              <a:cubicBezTo>
                                <a:pt x="1568950" y="453886"/>
                                <a:pt x="1550952" y="433383"/>
                                <a:pt x="1550952" y="404834"/>
                              </a:cubicBezTo>
                              <a:cubicBezTo>
                                <a:pt x="1550952" y="349782"/>
                                <a:pt x="1591782" y="323315"/>
                                <a:pt x="1646234" y="315410"/>
                              </a:cubicBezTo>
                              <a:cubicBezTo>
                                <a:pt x="1665608" y="312764"/>
                                <a:pt x="1674465" y="313928"/>
                                <a:pt x="1678383" y="317951"/>
                              </a:cubicBezTo>
                              <a:cubicBezTo>
                                <a:pt x="1681559" y="321198"/>
                                <a:pt x="1682300" y="325679"/>
                                <a:pt x="1682300" y="332455"/>
                              </a:cubicBezTo>
                              <a:close/>
                              <a:moveTo>
                                <a:pt x="1001566" y="495739"/>
                              </a:moveTo>
                              <a:cubicBezTo>
                                <a:pt x="1080261" y="495739"/>
                                <a:pt x="1132490" y="467508"/>
                                <a:pt x="1165415" y="438888"/>
                              </a:cubicBezTo>
                              <a:lnTo>
                                <a:pt x="1156981" y="426502"/>
                              </a:lnTo>
                              <a:cubicBezTo>
                                <a:pt x="1128901" y="442936"/>
                                <a:pt x="1096985" y="451677"/>
                                <a:pt x="1064452" y="451839"/>
                              </a:cubicBezTo>
                              <a:cubicBezTo>
                                <a:pt x="1013599" y="451839"/>
                                <a:pt x="968500" y="433136"/>
                                <a:pt x="943373" y="388036"/>
                              </a:cubicBezTo>
                              <a:cubicBezTo>
                                <a:pt x="931093" y="366015"/>
                                <a:pt x="931763" y="355111"/>
                                <a:pt x="934092" y="350559"/>
                              </a:cubicBezTo>
                              <a:cubicBezTo>
                                <a:pt x="936033" y="346747"/>
                                <a:pt x="938786" y="345089"/>
                                <a:pt x="945208" y="345089"/>
                              </a:cubicBezTo>
                              <a:cubicBezTo>
                                <a:pt x="951631" y="345089"/>
                                <a:pt x="965959" y="346888"/>
                                <a:pt x="984944" y="346888"/>
                              </a:cubicBezTo>
                              <a:cubicBezTo>
                                <a:pt x="1095436" y="346888"/>
                                <a:pt x="1153416" y="316716"/>
                                <a:pt x="1153416" y="254077"/>
                              </a:cubicBezTo>
                              <a:cubicBezTo>
                                <a:pt x="1153416" y="199343"/>
                                <a:pt x="1097341" y="150961"/>
                                <a:pt x="1004354" y="150961"/>
                              </a:cubicBezTo>
                              <a:cubicBezTo>
                                <a:pt x="900532" y="150961"/>
                                <a:pt x="827165" y="226093"/>
                                <a:pt x="827165" y="321656"/>
                              </a:cubicBezTo>
                              <a:cubicBezTo>
                                <a:pt x="827165" y="420044"/>
                                <a:pt x="893509" y="495739"/>
                                <a:pt x="1001566" y="495739"/>
                              </a:cubicBezTo>
                              <a:moveTo>
                                <a:pt x="999872" y="173829"/>
                              </a:moveTo>
                              <a:cubicBezTo>
                                <a:pt x="1039678" y="173829"/>
                                <a:pt x="1057288" y="211694"/>
                                <a:pt x="1057288" y="251466"/>
                              </a:cubicBezTo>
                              <a:cubicBezTo>
                                <a:pt x="1057288" y="308317"/>
                                <a:pt x="1025527" y="324621"/>
                                <a:pt x="972275" y="324621"/>
                              </a:cubicBezTo>
                              <a:cubicBezTo>
                                <a:pt x="929505" y="324621"/>
                                <a:pt x="927105" y="317986"/>
                                <a:pt x="927105" y="297977"/>
                              </a:cubicBezTo>
                              <a:cubicBezTo>
                                <a:pt x="927105" y="229269"/>
                                <a:pt x="955337" y="173829"/>
                                <a:pt x="999872" y="173829"/>
                              </a:cubicBezTo>
                              <a:moveTo>
                                <a:pt x="1232782" y="210777"/>
                              </a:moveTo>
                              <a:lnTo>
                                <a:pt x="1232782" y="400352"/>
                              </a:lnTo>
                              <a:cubicBezTo>
                                <a:pt x="1232782" y="468214"/>
                                <a:pt x="1276047" y="495634"/>
                                <a:pt x="1328452" y="495634"/>
                              </a:cubicBezTo>
                              <a:cubicBezTo>
                                <a:pt x="1372423" y="495634"/>
                                <a:pt x="1410112" y="476577"/>
                                <a:pt x="1424828" y="468073"/>
                              </a:cubicBezTo>
                              <a:lnTo>
                                <a:pt x="1417770" y="454627"/>
                              </a:lnTo>
                              <a:cubicBezTo>
                                <a:pt x="1406269" y="459783"/>
                                <a:pt x="1393776" y="462349"/>
                                <a:pt x="1381175" y="462144"/>
                              </a:cubicBezTo>
                              <a:cubicBezTo>
                                <a:pt x="1357001" y="462144"/>
                                <a:pt x="1342356" y="447534"/>
                                <a:pt x="1335934" y="423043"/>
                              </a:cubicBezTo>
                              <a:cubicBezTo>
                                <a:pt x="1333322" y="412845"/>
                                <a:pt x="1332158" y="400881"/>
                                <a:pt x="1332158" y="377167"/>
                              </a:cubicBezTo>
                              <a:lnTo>
                                <a:pt x="1332158" y="210530"/>
                              </a:lnTo>
                              <a:cubicBezTo>
                                <a:pt x="1332158" y="197755"/>
                                <a:pt x="1333110" y="193626"/>
                                <a:pt x="1336534" y="190203"/>
                              </a:cubicBezTo>
                              <a:cubicBezTo>
                                <a:pt x="1339957" y="186780"/>
                                <a:pt x="1347614" y="185863"/>
                                <a:pt x="1357001" y="185863"/>
                              </a:cubicBezTo>
                              <a:cubicBezTo>
                                <a:pt x="1371505" y="185863"/>
                                <a:pt x="1403901" y="186427"/>
                                <a:pt x="1419711" y="186780"/>
                              </a:cubicBezTo>
                              <a:lnTo>
                                <a:pt x="1419711" y="161442"/>
                              </a:lnTo>
                              <a:cubicBezTo>
                                <a:pt x="1405207" y="161830"/>
                                <a:pt x="1383116" y="162360"/>
                                <a:pt x="1360601" y="162360"/>
                              </a:cubicBezTo>
                              <a:cubicBezTo>
                                <a:pt x="1345321" y="162360"/>
                                <a:pt x="1340239" y="161689"/>
                                <a:pt x="1336534" y="158019"/>
                              </a:cubicBezTo>
                              <a:cubicBezTo>
                                <a:pt x="1332828" y="154349"/>
                                <a:pt x="1332158" y="150432"/>
                                <a:pt x="1332158" y="137692"/>
                              </a:cubicBezTo>
                              <a:lnTo>
                                <a:pt x="1332158" y="61538"/>
                              </a:lnTo>
                              <a:lnTo>
                                <a:pt x="1317689" y="61538"/>
                              </a:lnTo>
                              <a:cubicBezTo>
                                <a:pt x="1299091" y="115672"/>
                                <a:pt x="1248204" y="160736"/>
                                <a:pt x="1182989" y="172241"/>
                              </a:cubicBezTo>
                              <a:lnTo>
                                <a:pt x="1182989" y="186357"/>
                              </a:lnTo>
                              <a:cubicBezTo>
                                <a:pt x="1220890" y="186357"/>
                                <a:pt x="1224807" y="187098"/>
                                <a:pt x="1228159" y="190415"/>
                              </a:cubicBezTo>
                              <a:cubicBezTo>
                                <a:pt x="1231512" y="193732"/>
                                <a:pt x="1232535" y="198461"/>
                                <a:pt x="1232535" y="210706"/>
                              </a:cubicBezTo>
                              <a:moveTo>
                                <a:pt x="2104503" y="68702"/>
                              </a:moveTo>
                              <a:cubicBezTo>
                                <a:pt x="2106126" y="76748"/>
                                <a:pt x="2106726" y="85817"/>
                                <a:pt x="2106726" y="109108"/>
                              </a:cubicBezTo>
                              <a:lnTo>
                                <a:pt x="2106726" y="403704"/>
                              </a:lnTo>
                              <a:cubicBezTo>
                                <a:pt x="2106257" y="419348"/>
                                <a:pt x="2108050" y="434978"/>
                                <a:pt x="2112055" y="450110"/>
                              </a:cubicBezTo>
                              <a:cubicBezTo>
                                <a:pt x="2122642" y="483635"/>
                                <a:pt x="2159096" y="495528"/>
                                <a:pt x="2193962" y="495528"/>
                              </a:cubicBezTo>
                              <a:cubicBezTo>
                                <a:pt x="2225341" y="495422"/>
                                <a:pt x="2256371" y="488914"/>
                                <a:pt x="2285150" y="476401"/>
                              </a:cubicBezTo>
                              <a:lnTo>
                                <a:pt x="2281056" y="461967"/>
                              </a:lnTo>
                              <a:cubicBezTo>
                                <a:pt x="2274542" y="463746"/>
                                <a:pt x="2267833" y="464706"/>
                                <a:pt x="2261082" y="464826"/>
                              </a:cubicBezTo>
                              <a:cubicBezTo>
                                <a:pt x="2236380" y="464826"/>
                                <a:pt x="2216865" y="454627"/>
                                <a:pt x="2211289" y="430207"/>
                              </a:cubicBezTo>
                              <a:cubicBezTo>
                                <a:pt x="2208889" y="419938"/>
                                <a:pt x="2207760" y="407128"/>
                                <a:pt x="2207760" y="381613"/>
                              </a:cubicBezTo>
                              <a:lnTo>
                                <a:pt x="2207760" y="88005"/>
                              </a:lnTo>
                              <a:cubicBezTo>
                                <a:pt x="2207760" y="36623"/>
                                <a:pt x="2188386" y="21555"/>
                                <a:pt x="2144239" y="21555"/>
                              </a:cubicBezTo>
                              <a:cubicBezTo>
                                <a:pt x="2117384" y="21555"/>
                                <a:pt x="2066602" y="26142"/>
                                <a:pt x="2066602" y="26142"/>
                              </a:cubicBezTo>
                              <a:lnTo>
                                <a:pt x="2066602" y="40964"/>
                              </a:lnTo>
                              <a:cubicBezTo>
                                <a:pt x="2090811" y="41387"/>
                                <a:pt x="2100515" y="50951"/>
                                <a:pt x="2104115" y="68702"/>
                              </a:cubicBezTo>
                              <a:moveTo>
                                <a:pt x="2041264" y="464826"/>
                              </a:moveTo>
                              <a:cubicBezTo>
                                <a:pt x="2016562" y="464826"/>
                                <a:pt x="1997082" y="454627"/>
                                <a:pt x="1991436" y="430207"/>
                              </a:cubicBezTo>
                              <a:cubicBezTo>
                                <a:pt x="1989106" y="419938"/>
                                <a:pt x="1987907" y="407128"/>
                                <a:pt x="1987907" y="381613"/>
                              </a:cubicBezTo>
                              <a:lnTo>
                                <a:pt x="1987907" y="218894"/>
                              </a:lnTo>
                              <a:cubicBezTo>
                                <a:pt x="1987907" y="167512"/>
                                <a:pt x="1968533" y="152479"/>
                                <a:pt x="1924386" y="152479"/>
                              </a:cubicBezTo>
                              <a:cubicBezTo>
                                <a:pt x="1897530" y="152479"/>
                                <a:pt x="1846749" y="156996"/>
                                <a:pt x="1846749" y="156996"/>
                              </a:cubicBezTo>
                              <a:lnTo>
                                <a:pt x="1846749" y="171853"/>
                              </a:lnTo>
                              <a:cubicBezTo>
                                <a:pt x="1870957" y="172311"/>
                                <a:pt x="1880662" y="181840"/>
                                <a:pt x="1884261" y="199555"/>
                              </a:cubicBezTo>
                              <a:cubicBezTo>
                                <a:pt x="1885920" y="207636"/>
                                <a:pt x="1886449" y="216706"/>
                                <a:pt x="1886449" y="239997"/>
                              </a:cubicBezTo>
                              <a:lnTo>
                                <a:pt x="1886449" y="403704"/>
                              </a:lnTo>
                              <a:cubicBezTo>
                                <a:pt x="1886135" y="419377"/>
                                <a:pt x="1888108" y="435010"/>
                                <a:pt x="1892307" y="450110"/>
                              </a:cubicBezTo>
                              <a:cubicBezTo>
                                <a:pt x="1902894" y="483635"/>
                                <a:pt x="1939313" y="495528"/>
                                <a:pt x="1974179" y="495528"/>
                              </a:cubicBezTo>
                              <a:cubicBezTo>
                                <a:pt x="2005512" y="495411"/>
                                <a:pt x="2036493" y="488904"/>
                                <a:pt x="2065226" y="476401"/>
                              </a:cubicBezTo>
                              <a:lnTo>
                                <a:pt x="2061097" y="461967"/>
                              </a:lnTo>
                              <a:cubicBezTo>
                                <a:pt x="2054597" y="463753"/>
                                <a:pt x="2047899" y="464713"/>
                                <a:pt x="2041158" y="464826"/>
                              </a:cubicBezTo>
                              <a:moveTo>
                                <a:pt x="244818" y="639509"/>
                              </a:moveTo>
                              <a:cubicBezTo>
                                <a:pt x="153560" y="639509"/>
                                <a:pt x="18966" y="638027"/>
                                <a:pt x="18966" y="638027"/>
                              </a:cubicBezTo>
                              <a:lnTo>
                                <a:pt x="50" y="768774"/>
                              </a:lnTo>
                              <a:lnTo>
                                <a:pt x="17131" y="768774"/>
                              </a:lnTo>
                              <a:cubicBezTo>
                                <a:pt x="28353" y="741919"/>
                                <a:pt x="39222" y="717604"/>
                                <a:pt x="57784" y="699042"/>
                              </a:cubicBezTo>
                              <a:cubicBezTo>
                                <a:pt x="78428" y="678468"/>
                                <a:pt x="101649" y="671658"/>
                                <a:pt x="138421" y="671658"/>
                              </a:cubicBezTo>
                              <a:cubicBezTo>
                                <a:pt x="166970" y="671658"/>
                                <a:pt x="172510" y="673316"/>
                                <a:pt x="176674" y="677480"/>
                              </a:cubicBezTo>
                              <a:cubicBezTo>
                                <a:pt x="180838" y="681644"/>
                                <a:pt x="181474" y="685703"/>
                                <a:pt x="181474" y="699571"/>
                              </a:cubicBezTo>
                              <a:lnTo>
                                <a:pt x="181474" y="1035457"/>
                              </a:lnTo>
                              <a:cubicBezTo>
                                <a:pt x="181474" y="1062982"/>
                                <a:pt x="180097" y="1070323"/>
                                <a:pt x="174416" y="1084403"/>
                              </a:cubicBezTo>
                              <a:cubicBezTo>
                                <a:pt x="165417" y="1106636"/>
                                <a:pt x="138526" y="1123222"/>
                                <a:pt x="104896" y="1125092"/>
                              </a:cubicBezTo>
                              <a:lnTo>
                                <a:pt x="104896" y="1141360"/>
                              </a:lnTo>
                              <a:cubicBezTo>
                                <a:pt x="104896" y="1141360"/>
                                <a:pt x="189131" y="1139878"/>
                                <a:pt x="244889" y="1139878"/>
                              </a:cubicBezTo>
                              <a:cubicBezTo>
                                <a:pt x="300646" y="1139878"/>
                                <a:pt x="384917" y="1141360"/>
                                <a:pt x="384917" y="1141360"/>
                              </a:cubicBezTo>
                              <a:lnTo>
                                <a:pt x="384917" y="1125092"/>
                              </a:lnTo>
                              <a:cubicBezTo>
                                <a:pt x="351287" y="1123151"/>
                                <a:pt x="324361" y="1106636"/>
                                <a:pt x="315397" y="1084403"/>
                              </a:cubicBezTo>
                              <a:cubicBezTo>
                                <a:pt x="309716" y="1070287"/>
                                <a:pt x="308339" y="1062982"/>
                                <a:pt x="308339" y="1035457"/>
                              </a:cubicBezTo>
                              <a:lnTo>
                                <a:pt x="308339" y="699571"/>
                              </a:lnTo>
                              <a:cubicBezTo>
                                <a:pt x="308339" y="685703"/>
                                <a:pt x="309363" y="681256"/>
                                <a:pt x="313068" y="677480"/>
                              </a:cubicBezTo>
                              <a:cubicBezTo>
                                <a:pt x="317303" y="673316"/>
                                <a:pt x="322843" y="671658"/>
                                <a:pt x="351392" y="671658"/>
                              </a:cubicBezTo>
                              <a:cubicBezTo>
                                <a:pt x="388058" y="671658"/>
                                <a:pt x="411385" y="678468"/>
                                <a:pt x="431958" y="699042"/>
                              </a:cubicBezTo>
                              <a:cubicBezTo>
                                <a:pt x="450485" y="717604"/>
                                <a:pt x="461354" y="741919"/>
                                <a:pt x="472577" y="768774"/>
                              </a:cubicBezTo>
                              <a:lnTo>
                                <a:pt x="489692" y="768774"/>
                              </a:lnTo>
                              <a:lnTo>
                                <a:pt x="470741" y="638027"/>
                              </a:lnTo>
                              <a:cubicBezTo>
                                <a:pt x="470741" y="638027"/>
                                <a:pt x="336183" y="639509"/>
                                <a:pt x="244889" y="639509"/>
                              </a:cubicBezTo>
                              <a:moveTo>
                                <a:pt x="2562807" y="638027"/>
                              </a:moveTo>
                              <a:cubicBezTo>
                                <a:pt x="2562807" y="638027"/>
                                <a:pt x="2428178" y="639509"/>
                                <a:pt x="2336955" y="639509"/>
                              </a:cubicBezTo>
                              <a:cubicBezTo>
                                <a:pt x="2245732" y="639509"/>
                                <a:pt x="2111102" y="638027"/>
                                <a:pt x="2111102" y="638027"/>
                              </a:cubicBezTo>
                              <a:lnTo>
                                <a:pt x="2092222" y="768774"/>
                              </a:lnTo>
                              <a:lnTo>
                                <a:pt x="2109302" y="768774"/>
                              </a:lnTo>
                              <a:cubicBezTo>
                                <a:pt x="2120560" y="741919"/>
                                <a:pt x="2131394" y="717604"/>
                                <a:pt x="2149921" y="699042"/>
                              </a:cubicBezTo>
                              <a:cubicBezTo>
                                <a:pt x="2170494" y="678468"/>
                                <a:pt x="2193821" y="671658"/>
                                <a:pt x="2230487" y="671658"/>
                              </a:cubicBezTo>
                              <a:cubicBezTo>
                                <a:pt x="2259071" y="671658"/>
                                <a:pt x="2264611" y="673316"/>
                                <a:pt x="2268811" y="677480"/>
                              </a:cubicBezTo>
                              <a:cubicBezTo>
                                <a:pt x="2273010" y="681644"/>
                                <a:pt x="2273575" y="685703"/>
                                <a:pt x="2273575" y="699571"/>
                              </a:cubicBezTo>
                              <a:lnTo>
                                <a:pt x="2273575" y="1035457"/>
                              </a:lnTo>
                              <a:cubicBezTo>
                                <a:pt x="2273575" y="1062982"/>
                                <a:pt x="2272199" y="1070323"/>
                                <a:pt x="2266517" y="1084403"/>
                              </a:cubicBezTo>
                              <a:cubicBezTo>
                                <a:pt x="2257483" y="1106636"/>
                                <a:pt x="2230628" y="1123222"/>
                                <a:pt x="2196997" y="1125092"/>
                              </a:cubicBezTo>
                              <a:lnTo>
                                <a:pt x="2196997" y="1141360"/>
                              </a:lnTo>
                              <a:cubicBezTo>
                                <a:pt x="2196997" y="1141360"/>
                                <a:pt x="2281198" y="1139878"/>
                                <a:pt x="2336990" y="1139878"/>
                              </a:cubicBezTo>
                              <a:cubicBezTo>
                                <a:pt x="2392783" y="1139878"/>
                                <a:pt x="2476983" y="1141360"/>
                                <a:pt x="2476983" y="1141360"/>
                              </a:cubicBezTo>
                              <a:lnTo>
                                <a:pt x="2476983" y="1125092"/>
                              </a:lnTo>
                              <a:cubicBezTo>
                                <a:pt x="2443388" y="1123151"/>
                                <a:pt x="2416497" y="1106636"/>
                                <a:pt x="2407498" y="1084403"/>
                              </a:cubicBezTo>
                              <a:cubicBezTo>
                                <a:pt x="2401782" y="1070287"/>
                                <a:pt x="2400441" y="1062982"/>
                                <a:pt x="2400441" y="1035457"/>
                              </a:cubicBezTo>
                              <a:lnTo>
                                <a:pt x="2400441" y="699571"/>
                              </a:lnTo>
                              <a:cubicBezTo>
                                <a:pt x="2400441" y="685703"/>
                                <a:pt x="2401464" y="681256"/>
                                <a:pt x="2405205" y="677480"/>
                              </a:cubicBezTo>
                              <a:cubicBezTo>
                                <a:pt x="2408945" y="673704"/>
                                <a:pt x="2414980" y="671658"/>
                                <a:pt x="2443529" y="671658"/>
                              </a:cubicBezTo>
                              <a:cubicBezTo>
                                <a:pt x="2480230" y="671658"/>
                                <a:pt x="2503521" y="678468"/>
                                <a:pt x="2524095" y="699042"/>
                              </a:cubicBezTo>
                              <a:cubicBezTo>
                                <a:pt x="2542622" y="717604"/>
                                <a:pt x="2553491" y="741919"/>
                                <a:pt x="2564713" y="768774"/>
                              </a:cubicBezTo>
                              <a:lnTo>
                                <a:pt x="2581829" y="768774"/>
                              </a:lnTo>
                              <a:close/>
                              <a:moveTo>
                                <a:pt x="1900777" y="835648"/>
                              </a:moveTo>
                              <a:cubicBezTo>
                                <a:pt x="1820140" y="805969"/>
                                <a:pt x="1759337" y="785607"/>
                                <a:pt x="1759337" y="731014"/>
                              </a:cubicBezTo>
                              <a:cubicBezTo>
                                <a:pt x="1759337" y="682668"/>
                                <a:pt x="1802849" y="658459"/>
                                <a:pt x="1851619" y="658459"/>
                              </a:cubicBezTo>
                              <a:cubicBezTo>
                                <a:pt x="1928903" y="658459"/>
                                <a:pt x="1988542" y="721769"/>
                                <a:pt x="2011057" y="794571"/>
                              </a:cubicBezTo>
                              <a:lnTo>
                                <a:pt x="2026301" y="794571"/>
                              </a:lnTo>
                              <a:lnTo>
                                <a:pt x="2025349" y="662412"/>
                              </a:lnTo>
                              <a:cubicBezTo>
                                <a:pt x="2000646" y="652284"/>
                                <a:pt x="1915104" y="632098"/>
                                <a:pt x="1858429" y="632098"/>
                              </a:cubicBezTo>
                              <a:cubicBezTo>
                                <a:pt x="1753126" y="632098"/>
                                <a:pt x="1656785" y="669540"/>
                                <a:pt x="1656785" y="775656"/>
                              </a:cubicBezTo>
                              <a:cubicBezTo>
                                <a:pt x="1656785" y="849587"/>
                                <a:pt x="1707849" y="890770"/>
                                <a:pt x="1770171" y="918825"/>
                              </a:cubicBezTo>
                              <a:cubicBezTo>
                                <a:pt x="1853842" y="956444"/>
                                <a:pt x="1950641" y="973771"/>
                                <a:pt x="1950641" y="1047349"/>
                              </a:cubicBezTo>
                              <a:cubicBezTo>
                                <a:pt x="1950641" y="1097884"/>
                                <a:pt x="1899753" y="1118987"/>
                                <a:pt x="1847949" y="1118987"/>
                              </a:cubicBezTo>
                              <a:cubicBezTo>
                                <a:pt x="1760960" y="1118987"/>
                                <a:pt x="1701885" y="1058995"/>
                                <a:pt x="1673901" y="976065"/>
                              </a:cubicBezTo>
                              <a:lnTo>
                                <a:pt x="1658303" y="976065"/>
                              </a:lnTo>
                              <a:lnTo>
                                <a:pt x="1659044" y="1114964"/>
                              </a:lnTo>
                              <a:cubicBezTo>
                                <a:pt x="1717872" y="1134655"/>
                                <a:pt x="1776558" y="1147289"/>
                                <a:pt x="1838703" y="1147289"/>
                              </a:cubicBezTo>
                              <a:cubicBezTo>
                                <a:pt x="1949617" y="1147289"/>
                                <a:pt x="2057497" y="1109918"/>
                                <a:pt x="2057497" y="999461"/>
                              </a:cubicBezTo>
                              <a:cubicBezTo>
                                <a:pt x="2057497" y="911838"/>
                                <a:pt x="1997858" y="871431"/>
                                <a:pt x="1900883" y="835683"/>
                              </a:cubicBezTo>
                              <a:moveTo>
                                <a:pt x="981557" y="1009307"/>
                              </a:moveTo>
                              <a:cubicBezTo>
                                <a:pt x="954631" y="940034"/>
                                <a:pt x="918847" y="901321"/>
                                <a:pt x="843539" y="901321"/>
                              </a:cubicBezTo>
                              <a:lnTo>
                                <a:pt x="843539" y="898781"/>
                              </a:lnTo>
                              <a:cubicBezTo>
                                <a:pt x="944785" y="898781"/>
                                <a:pt x="1014341" y="851210"/>
                                <a:pt x="1014341" y="771139"/>
                              </a:cubicBezTo>
                              <a:cubicBezTo>
                                <a:pt x="1014341" y="684785"/>
                                <a:pt x="937374" y="633968"/>
                                <a:pt x="815308" y="633968"/>
                              </a:cubicBezTo>
                              <a:cubicBezTo>
                                <a:pt x="754257" y="633968"/>
                                <a:pt x="714980" y="645437"/>
                                <a:pt x="641013" y="645437"/>
                              </a:cubicBezTo>
                              <a:cubicBezTo>
                                <a:pt x="609570" y="645437"/>
                                <a:pt x="569164" y="639932"/>
                                <a:pt x="539097" y="638380"/>
                              </a:cubicBezTo>
                              <a:lnTo>
                                <a:pt x="539097" y="654648"/>
                              </a:lnTo>
                              <a:cubicBezTo>
                                <a:pt x="565776" y="657506"/>
                                <a:pt x="583668" y="673104"/>
                                <a:pt x="590232" y="695301"/>
                              </a:cubicBezTo>
                              <a:cubicBezTo>
                                <a:pt x="594431" y="709417"/>
                                <a:pt x="595419" y="716757"/>
                                <a:pt x="595419" y="744283"/>
                              </a:cubicBezTo>
                              <a:lnTo>
                                <a:pt x="595419" y="1035668"/>
                              </a:lnTo>
                              <a:cubicBezTo>
                                <a:pt x="595419" y="1063194"/>
                                <a:pt x="594431" y="1070534"/>
                                <a:pt x="590232" y="1084615"/>
                              </a:cubicBezTo>
                              <a:cubicBezTo>
                                <a:pt x="583283" y="1107475"/>
                                <a:pt x="562935" y="1123670"/>
                                <a:pt x="539097" y="1125304"/>
                              </a:cubicBezTo>
                              <a:lnTo>
                                <a:pt x="539097" y="1141572"/>
                              </a:lnTo>
                              <a:cubicBezTo>
                                <a:pt x="539097" y="1141572"/>
                                <a:pt x="604030" y="1140090"/>
                                <a:pt x="659823" y="1140090"/>
                              </a:cubicBezTo>
                              <a:cubicBezTo>
                                <a:pt x="715615" y="1140090"/>
                                <a:pt x="773208" y="1141572"/>
                                <a:pt x="773208" y="1141572"/>
                              </a:cubicBezTo>
                              <a:lnTo>
                                <a:pt x="773208" y="1125304"/>
                              </a:lnTo>
                              <a:cubicBezTo>
                                <a:pt x="749362" y="1123663"/>
                                <a:pt x="729008" y="1107475"/>
                                <a:pt x="722038" y="1084615"/>
                              </a:cubicBezTo>
                              <a:cubicBezTo>
                                <a:pt x="717874" y="1070499"/>
                                <a:pt x="716886" y="1063194"/>
                                <a:pt x="716886" y="1035668"/>
                              </a:cubicBezTo>
                              <a:lnTo>
                                <a:pt x="716886" y="941516"/>
                              </a:lnTo>
                              <a:cubicBezTo>
                                <a:pt x="716886" y="927753"/>
                                <a:pt x="717874" y="923342"/>
                                <a:pt x="721579" y="919637"/>
                              </a:cubicBezTo>
                              <a:cubicBezTo>
                                <a:pt x="725284" y="915931"/>
                                <a:pt x="730472" y="914978"/>
                                <a:pt x="758033" y="914978"/>
                              </a:cubicBezTo>
                              <a:cubicBezTo>
                                <a:pt x="782736" y="914978"/>
                                <a:pt x="793323" y="917131"/>
                                <a:pt x="805780" y="929553"/>
                              </a:cubicBezTo>
                              <a:cubicBezTo>
                                <a:pt x="842481" y="966254"/>
                                <a:pt x="847139" y="1078439"/>
                                <a:pt x="893686" y="1128515"/>
                              </a:cubicBezTo>
                              <a:cubicBezTo>
                                <a:pt x="921459" y="1158370"/>
                                <a:pt x="961795" y="1171251"/>
                                <a:pt x="1006930" y="1171674"/>
                              </a:cubicBezTo>
                              <a:cubicBezTo>
                                <a:pt x="1041750" y="1171371"/>
                                <a:pt x="1076404" y="1166808"/>
                                <a:pt x="1110116" y="1158088"/>
                              </a:cubicBezTo>
                              <a:lnTo>
                                <a:pt x="1108705" y="1140125"/>
                              </a:lnTo>
                              <a:cubicBezTo>
                                <a:pt x="1051430" y="1144854"/>
                                <a:pt x="1020481" y="1109494"/>
                                <a:pt x="981662" y="1009237"/>
                              </a:cubicBezTo>
                              <a:moveTo>
                                <a:pt x="760045" y="886359"/>
                              </a:moveTo>
                              <a:cubicBezTo>
                                <a:pt x="730966" y="886359"/>
                                <a:pt x="725955" y="886076"/>
                                <a:pt x="721544" y="881700"/>
                              </a:cubicBezTo>
                              <a:cubicBezTo>
                                <a:pt x="717838" y="877995"/>
                                <a:pt x="716850" y="873549"/>
                                <a:pt x="716850" y="859821"/>
                              </a:cubicBezTo>
                              <a:lnTo>
                                <a:pt x="716850" y="697489"/>
                              </a:lnTo>
                              <a:cubicBezTo>
                                <a:pt x="716850" y="684115"/>
                                <a:pt x="719109" y="679845"/>
                                <a:pt x="723414" y="676069"/>
                              </a:cubicBezTo>
                              <a:cubicBezTo>
                                <a:pt x="730472" y="669611"/>
                                <a:pt x="749705" y="665235"/>
                                <a:pt x="783618" y="665235"/>
                              </a:cubicBezTo>
                              <a:cubicBezTo>
                                <a:pt x="846716" y="665235"/>
                                <a:pt x="891110" y="711993"/>
                                <a:pt x="891110" y="772797"/>
                              </a:cubicBezTo>
                              <a:cubicBezTo>
                                <a:pt x="891110" y="809039"/>
                                <a:pt x="879676" y="836848"/>
                                <a:pt x="860690" y="855833"/>
                              </a:cubicBezTo>
                              <a:cubicBezTo>
                                <a:pt x="834082" y="882442"/>
                                <a:pt x="807121" y="886288"/>
                                <a:pt x="760045" y="886288"/>
                              </a:cubicBezTo>
                              <a:moveTo>
                                <a:pt x="1523744" y="639579"/>
                              </a:moveTo>
                              <a:cubicBezTo>
                                <a:pt x="1485102" y="639579"/>
                                <a:pt x="1440602" y="638097"/>
                                <a:pt x="1440602" y="638097"/>
                              </a:cubicBezTo>
                              <a:lnTo>
                                <a:pt x="1440602" y="654366"/>
                              </a:lnTo>
                              <a:cubicBezTo>
                                <a:pt x="1467246" y="656307"/>
                                <a:pt x="1488808" y="672822"/>
                                <a:pt x="1495936" y="695054"/>
                              </a:cubicBezTo>
                              <a:cubicBezTo>
                                <a:pt x="1500453" y="709170"/>
                                <a:pt x="1501512" y="716475"/>
                                <a:pt x="1501512" y="744001"/>
                              </a:cubicBezTo>
                              <a:lnTo>
                                <a:pt x="1501512" y="910214"/>
                              </a:lnTo>
                              <a:cubicBezTo>
                                <a:pt x="1501512" y="963149"/>
                                <a:pt x="1499747" y="999285"/>
                                <a:pt x="1483302" y="1033339"/>
                              </a:cubicBezTo>
                              <a:cubicBezTo>
                                <a:pt x="1460929" y="1079816"/>
                                <a:pt x="1421793" y="1104801"/>
                                <a:pt x="1364518" y="1104801"/>
                              </a:cubicBezTo>
                              <a:cubicBezTo>
                                <a:pt x="1320724" y="1104801"/>
                                <a:pt x="1284764" y="1082145"/>
                                <a:pt x="1267084" y="1045796"/>
                              </a:cubicBezTo>
                              <a:cubicBezTo>
                                <a:pt x="1252051" y="1014918"/>
                                <a:pt x="1247322" y="974159"/>
                                <a:pt x="1247322" y="880889"/>
                              </a:cubicBezTo>
                              <a:lnTo>
                                <a:pt x="1247322" y="743930"/>
                              </a:lnTo>
                              <a:cubicBezTo>
                                <a:pt x="1247322" y="716405"/>
                                <a:pt x="1248310" y="709029"/>
                                <a:pt x="1252474" y="694984"/>
                              </a:cubicBezTo>
                              <a:cubicBezTo>
                                <a:pt x="1259444" y="672123"/>
                                <a:pt x="1279799" y="655936"/>
                                <a:pt x="1303644" y="654295"/>
                              </a:cubicBezTo>
                              <a:lnTo>
                                <a:pt x="1303644" y="638027"/>
                              </a:lnTo>
                              <a:cubicBezTo>
                                <a:pt x="1303644" y="638027"/>
                                <a:pt x="1238711" y="639509"/>
                                <a:pt x="1182918" y="639509"/>
                              </a:cubicBezTo>
                              <a:cubicBezTo>
                                <a:pt x="1127126" y="639509"/>
                                <a:pt x="1069533" y="638027"/>
                                <a:pt x="1069533" y="638027"/>
                              </a:cubicBezTo>
                              <a:lnTo>
                                <a:pt x="1069533" y="654295"/>
                              </a:lnTo>
                              <a:cubicBezTo>
                                <a:pt x="1093378" y="655936"/>
                                <a:pt x="1113733" y="672123"/>
                                <a:pt x="1120703" y="694984"/>
                              </a:cubicBezTo>
                              <a:cubicBezTo>
                                <a:pt x="1124867" y="709100"/>
                                <a:pt x="1125855" y="716405"/>
                                <a:pt x="1125855" y="743930"/>
                              </a:cubicBezTo>
                              <a:cubicBezTo>
                                <a:pt x="1125855" y="743930"/>
                                <a:pt x="1126879" y="822026"/>
                                <a:pt x="1126879" y="896840"/>
                              </a:cubicBezTo>
                              <a:cubicBezTo>
                                <a:pt x="1126879" y="971653"/>
                                <a:pt x="1130831" y="1014318"/>
                                <a:pt x="1155746" y="1059418"/>
                              </a:cubicBezTo>
                              <a:cubicBezTo>
                                <a:pt x="1191035" y="1123680"/>
                                <a:pt x="1267578" y="1147289"/>
                                <a:pt x="1343486" y="1147289"/>
                              </a:cubicBezTo>
                              <a:cubicBezTo>
                                <a:pt x="1434568" y="1147289"/>
                                <a:pt x="1490713" y="1110835"/>
                                <a:pt x="1519933" y="1060442"/>
                              </a:cubicBezTo>
                              <a:cubicBezTo>
                                <a:pt x="1541107" y="1023705"/>
                                <a:pt x="1550035" y="980440"/>
                                <a:pt x="1550035" y="926342"/>
                              </a:cubicBezTo>
                              <a:lnTo>
                                <a:pt x="1551093" y="743824"/>
                              </a:lnTo>
                              <a:cubicBezTo>
                                <a:pt x="1551093" y="716299"/>
                                <a:pt x="1552152" y="708923"/>
                                <a:pt x="1556599" y="694878"/>
                              </a:cubicBezTo>
                              <a:cubicBezTo>
                                <a:pt x="1563657" y="672646"/>
                                <a:pt x="1585007" y="656060"/>
                                <a:pt x="1611368" y="654189"/>
                              </a:cubicBezTo>
                              <a:lnTo>
                                <a:pt x="1611368" y="637921"/>
                              </a:lnTo>
                              <a:cubicBezTo>
                                <a:pt x="1611368" y="637921"/>
                                <a:pt x="1562386" y="639403"/>
                                <a:pt x="1523744" y="639403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w16du="http://schemas.microsoft.com/office/word/2023/wordml/word16du" xmlns:oel="http://schemas.microsoft.com/office/2019/extlst">
          <w:pict w14:anchorId="31166FC5">
            <v:group id="Group 18" style="position:absolute;margin-left:0;margin-top:35.7pt;width:87.85pt;height:49.9pt;z-index:-251654144;mso-position-horizontal:center;mso-position-horizontal-relative:page;mso-position-vertical-relative:page;mso-width-relative:margin;mso-height-relative:margin" coordsize="25817,14673" o:spid="_x0000_s1026" w14:anchorId="5C4E33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">
              <v:shape id="Graphic 6" style="position:absolute;left:4833;top:13441;width:642;height:1199;visibility:visible;mso-wrap-style:square;v-text-anchor:middle" coordsize="64226,119878" o:spid="_x0000_s1027" filled="f" stroked="f" strokeweight=".09783mm" path="m20186,97964r,-64757l1023,39171r,-23255l45347,r,97964l64227,97964r,21914l,119878,,97964r2018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">
                <v:stroke joinstyle="miter"/>
                <v:path arrowok="t" o:connecttype="custom" o:connectlocs="20186,97964;20186,33207;1023,39171;1023,15916;45347,0;45347,97964;64227,97964;64227,119878;0,119878;0,97964;20186,97964" o:connectangles="0,0,0,0,0,0,0,0,0,0,0"/>
              </v:shape>
              <v:shape id="Graphic 6" style="position:absolute;left:5768;top:13415;width:1056;height:1254;visibility:visible;mso-wrap-style:square;v-text-anchor:middle" coordsize="105545,125399" o:spid="_x0000_s1028" filled="f" stroked="f" strokeweight=".09783mm" path="m19093,60479c9735,55832,3873,46226,4025,35776,4025,12662,25587,134,52654,134v27067,,46935,10975,49687,32361c102422,33589,102422,34682,102341,35776v120,10234,-5981,19516,-15421,23468c97877,63098,105305,73325,105588,84935v529,28796,-24703,41112,-53111,40583c25269,125518,-810,113872,72,84935,1067,73847,8429,64350,18917,60620t9246,25691c28163,92451,32786,102050,52865,102050v20080,,25021,-9422,24703,-15739c77356,77383,68781,71384,52865,71384v-14398,,-24491,5505,-24702,14927m52865,51339v14116,,21597,-7058,21597,-15563c74462,29601,67757,21661,52512,21661v-17644,,-21914,10587,-21385,14892c31621,44599,38997,51445,52865,5144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">
                <v:stroke joinstyle="miter"/>
                <v:path arrowok="t" o:connecttype="custom" o:connectlocs="19093,60479;4025,35776;52654,134;102341,32495;102341,35776;86920,59244;105588,84935;52477,125518;72,84935;18917,60620;28163,86311;52865,102050;77568,86311;52865,71384;28163,86311;52865,51339;74462,35776;52512,21661;31127,36553;52865,51445" o:connectangles="0,0,0,0,0,0,0,0,0,0,0,0,0,0,0,0,0,0,0,0"/>
              </v:shape>
              <v:shape id="Graphic 6" style="position:absolute;left:7151;top:13420;width:1011;height:1244;visibility:visible;mso-wrap-style:square;v-text-anchor:middle" coordsize="101150,124360" o:spid="_x0000_s1029" filled="f" stroked="f" strokeweight=".09783mm" path="m32976,49822r16621,c58313,49822,71512,49151,71512,38000v,-5153,-3529,-13516,-21174,-13516c40951,24484,30152,26213,28423,36129r-26573,c4074,9239,27753,134,50479,134v20045,,43724,8081,47288,30843c98116,32840,98296,34728,98296,36623v276,10552,-6006,20175,-15774,24174c93959,65014,101462,76028,101190,88217v46,1771,-60,3543,-317,5293c96744,119554,70030,124494,49456,124494,26200,124494,1850,113731,50,85676r26715,c28141,97004,38410,100780,49562,100780v7516,,23291,-1871,23291,-14575c72853,81582,71829,71666,51256,71666r-18316,l32976,4982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">
                <v:stroke joinstyle="miter"/>
                <v:path arrowok="t" o:connecttype="custom" o:connectlocs="32976,49822;49597,49822;71512,38000;50338,24484;28423,36129;1850,36129;50479,134;97767,30977;98296,36623;82522,60797;101190,88217;100873,93510;49456,124494;50,85676;26765,85676;49562,100780;72853,86205;51256,71666;32940,71666" o:connectangles="0,0,0,0,0,0,0,0,0,0,0,0,0,0,0,0,0,0,0"/>
              </v:shape>
              <v:shape id="Graphic 6" style="position:absolute;left:8502;top:13425;width:978;height:1215;visibility:visible;mso-wrap-style:square;v-text-anchor:middle" coordsize="97787,121501" o:spid="_x0000_s1030" filled="f" stroked="f" strokeweight=".09783mm" path="m49738,134v25514,,48100,11646,48100,37689c97838,67466,77476,76006,49879,76006v-10269,,-24702,1236,-24702,16269l25177,96933r71778,l96955,121636r-96905,l50,92204c50,59985,26094,52786,49879,52786v8928,,21774,-2541,21774,-14363c71653,28295,63430,23002,49738,23002v-10799,,-22126,4622,-22656,14398l1427,37400c2803,9450,26412,205,49738,2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">
                <v:stroke joinstyle="miter"/>
                <v:path arrowok="t" o:connecttype="custom" o:connectlocs="49738,134;97838,37823;49879,76006;25177,92275;25177,96933;96955,96933;96955,121636;50,121636;50,92204;49879,52786;71653,38423;49738,23002;27082,37400;1427,37400;49738,205" o:connectangles="0,0,0,0,0,0,0,0,0,0,0,0,0,0,0"/>
              </v:shape>
              <v:shape id="Graphic 6" style="position:absolute;left:10385;top:13412;width:1295;height:1257;visibility:visible;mso-wrap-style:square;v-text-anchor:middle" coordsize="129477,125736" o:spid="_x0000_s1031" filled="f" stroked="f" strokeweight=".09783mm" path="m64807,125870c26447,125870,50,102050,50,63020,50,23990,26447,134,64807,134v38359,,64721,23820,64721,62886c129528,102085,103166,125870,64807,125870t,-101739c44018,23633,26761,40085,26264,60874v-18,692,-15,1384,7,2075c26271,85358,42045,101768,64807,101768v23291,,38536,-16304,38536,-38819c103343,40435,88098,24131,64807,2413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">
                <v:stroke joinstyle="miter"/>
                <v:path arrowok="t" o:connecttype="custom" o:connectlocs="64807,125870;50,63020;64807,134;129528,63020;64807,125870;64807,24131;26264,60874;26271,62949;64807,101768;103343,62949;64807,24131" o:connectangles="0,0,0,0,0,0,0,0,0,0,0"/>
              </v:shape>
              <v:shape id="Graphic 6" style="position:absolute;left:12050;top:13441;width:1086;height:1199;visibility:visible;mso-wrap-style:square;v-text-anchor:middle" coordsize="108620,119878" o:spid="_x0000_s1032" filled="f" stroked="f" strokeweight=".09783mm" path="m81730,40230l81730,r26891,l108621,119878r-22973,l26044,43124r1058,39418l27102,119878,,119878,,,22938,,83424,77919,81730,402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">
                <v:stroke joinstyle="miter"/>
                <v:path arrowok="t" o:connecttype="custom" o:connectlocs="81730,40230;81730,0;108621,0;108621,119878;85648,119878;26044,43124;27102,82542;27102,119878;0,119878;0,0;22938,0;83424,77919;81730,40230" o:connectangles="0,0,0,0,0,0,0,0,0,0,0,0,0"/>
              </v:shape>
              <v:shape id="Graphic 6" style="position:absolute;left:13444;top:13441;width:1827;height:1197;visibility:visible;mso-wrap-style:square;v-text-anchor:middle" coordsize="182623,119701" o:spid="_x0000_s1033" filled="f" stroked="f" strokeweight=".09783mm" path="m117196,119702l91506,52758,66662,119702r-21915,l,,30031,,44923,40900,55722,79613,82613,r17433,l128171,79613,138441,41112,152662,r29961,l139111,119702r-219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">
                <v:stroke joinstyle="miter"/>
                <v:path arrowok="t" o:connecttype="custom" o:connectlocs="117196,119702;91506,52758;66662,119702;44747,119702;0,0;30031,0;44923,40900;55722,79613;82613,0;100046,0;128171,79613;138441,41112;152662,0;182623,0;139111,119702;117196,119702" o:connectangles="0,0,0,0,0,0,0,0,0,0,0,0,0,0,0,0"/>
              </v:shape>
              <v:shape id="Graphic 6" style="position:absolute;left:15365;top:13440;width:1367;height:1200;visibility:visible;mso-wrap-style:square;v-text-anchor:middle" coordsize="136711,119984" o:spid="_x0000_s1034" filled="f" stroked="f" strokeweight=".09783mm" path="m37563,99545r-8752,20573l50,120118,53867,134r29114,l136762,120118r-28973,l99073,99545r-61510,xm47691,75901r41254,l68406,27272,47691,759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">
                <v:stroke joinstyle="miter"/>
                <v:path arrowok="t" o:connecttype="custom" o:connectlocs="37563,99545;28811,120118;50,120118;53867,134;82981,134;136762,120118;107789,120118;99073,99545;47691,75901;88945,75901;68406,27272" o:connectangles="0,0,0,0,0,0,0,0,0,0,0"/>
              </v:shape>
              <v:shape id="Graphic 6" style="position:absolute;left:17031;top:13440;width:1063;height:1200;visibility:visible;mso-wrap-style:square;v-text-anchor:middle" coordsize="106362,119984" o:spid="_x0000_s1035" filled="f" stroked="f" strokeweight=".09783mm" path="m76770,120118l46103,80770r-19232,l26871,120118r-26821,l50,134r56852,c85839,134,101261,19473,101261,40576v,15562,-4941,29431,-27738,37654l106413,117966r,2046l76770,120118xm26871,58115r30490,c66543,58662,74430,51660,74977,42474v21,-374,32,-748,28,-1122c75298,31612,67640,23478,57901,23182v-297,-7,-597,-11,-893,-4l26871,23178r,3493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">
                <v:stroke joinstyle="miter"/>
                <v:path arrowok="t" o:connecttype="custom" o:connectlocs="76770,120118;46103,80770;26871,80770;26871,120118;50,120118;50,134;56902,134;101261,40576;73523,78230;106413,117966;106413,120012;26871,58115;57361,58115;74977,42474;75005,41352;57901,23182;57008,23178;26871,23178" o:connectangles="0,0,0,0,0,0,0,0,0,0,0,0,0,0,0,0,0,0"/>
              </v:shape>
              <v:shape id="Graphic 6" style="position:absolute;left:18444;top:13440;width:1088;height:1200;visibility:visible;mso-wrap-style:square;v-text-anchor:middle" coordsize="108762,119984" o:spid="_x0000_s1036" filled="f" stroked="f" strokeweight=".09783mm" path="m108813,59350v,31513,-17645,60768,-59604,60768l50,120118,50,134r49159,c90497,134,108813,27660,108813,59209m49209,95345v26043,,33242,-19197,33242,-36525c82451,41493,74229,24237,49209,24237r-22762,l26447,95345r2276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">
                <v:stroke joinstyle="miter"/>
                <v:path arrowok="t" o:connecttype="custom" o:connectlocs="108813,59350;49209,120118;50,120118;50,134;49209,134;108813,59209;49209,95345;82451,58820;49209,24237;26447,24237;26447,95345" o:connectangles="0,0,0,0,0,0,0,0,0,0,0"/>
              </v:shape>
              <v:shape id="Graphic 6" style="position:absolute;left:19812;top:13408;width:1027;height:1265;visibility:visible;mso-wrap-style:square;v-text-anchor:middle" coordsize="102762,126428" o:spid="_x0000_s1037" filled="f" stroked="f" strokeweight=".09783mm" path="m52244,22719v-11470,,-21174,4976,-21174,13057c31070,46716,41657,48763,56761,50139v23749,2224,46052,10799,46052,38536c102813,115248,78111,126541,52279,126541,32058,127035,9931,118989,50,102368l15966,85958v8893,11646,24702,16763,36489,16763c67030,102721,76452,97251,76452,88358v,-10128,-7905,-14116,-24173,-15633c27117,70537,4320,63832,4814,35918,4814,11921,27788,134,52102,134v18527,,32361,3741,44747,17998l80016,32636c72256,26118,62414,22599,52279,2271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">
                <v:stroke joinstyle="miter"/>
                <v:path arrowok="t" o:connecttype="custom" o:connectlocs="52244,22719;31070,35776;56761,50139;102813,88675;52279,126541;50,102368;15966,85958;52455,102721;76452,88358;52279,72725;4814,35918;52102,134;96849,18132;80016,32636;52279,22719" o:connectangles="0,0,0,0,0,0,0,0,0,0,0,0,0,0,0"/>
              </v:shape>
              <v:shape id="Graphic 6" style="position:absolute;width:25817;height:11715;visibility:visible;mso-wrap-style:square;v-text-anchor:middle" coordsize="2581777,1171539" o:spid="_x0000_s1038" filled="f" stroked="f" strokeweight=".09783mm" path="m551554,491646r,-14928c529728,475233,511091,460415,504725,439488v-3811,-12845,-4729,-19621,-4729,-44782l499996,308705v,-12598,918,-16621,4341,-20044c507760,285238,511889,284391,532569,284391v26255,,36807,1341,48805,13375c615499,331855,614934,420291,655482,463626v22726,24279,64862,37054,105127,37054c789155,500271,817542,496346,845128,488999r-1377,-14857c806486,477424,775643,468284,734354,366439,711098,309235,685160,271969,616205,271969r,-2329c708875,269640,772572,226093,772572,152796,772572,73713,701993,27166,590373,27166v-55934,,-91753,10587,-159579,10587c402033,37753,368367,32706,340876,31154r,14927c365261,48692,381636,62949,387670,83311v3564,12563,4482,19621,4482,44642l392152,394706v,25161,-918,31760,-4729,44782c381078,460418,362449,475240,340629,476718r,14928c340629,491646,396704,490270,447768,490270v51064,,103786,1376,103786,1376m499996,85288v,-12246,2083,-16092,6000,-19621c512560,59773,530098,55750,561153,55750v57734,,98387,42806,98387,98458c659540,187415,648953,212859,631662,230257v-24315,24349,-49018,27843,-92106,27843c512948,258100,508360,257888,504266,253830v-3528,-3529,-4340,-7446,-4340,-20009l499926,85288t1431729,27772c1964651,113060,1989212,89558,1989212,56597v,-32960,-24702,-56463,-57557,-56463c1898801,134,1874098,23672,1874098,56597v,32925,24703,56463,57557,56463m1656750,294801v-116843,3529,-199738,41818,-199738,117161c1457012,468002,1499112,495598,1554834,495598v50447,46,98193,-22783,129830,-62074c1691722,471037,1714307,494222,1757184,494222v30349,,55687,-7693,82930,-19445l1835209,460662v-5752,1563,-11684,2357,-17645,2364c1800908,463026,1784710,455368,1781816,432854v-1517,-13672,-2153,-27427,-1906,-41183l1779910,277015v,-23855,-1870,-39242,-7057,-54451c1756337,173158,1706155,150785,1622378,150785v-99340,,-148216,38218,-148216,80742c1474162,267099,1502923,282556,1532672,282556v22762,,37372,-4870,37372,-11469c1570044,265546,1565245,258488,1565245,237421v,-37443,19868,-64898,56922,-64898c1660597,172523,1682370,198143,1682370,246631r,28620c1682370,292013,1680218,293884,1656785,294625t25585,85400c1682370,419514,1643552,453886,1600710,453886v-31760,,-49758,-20503,-49758,-49052c1550952,349782,1591782,323315,1646234,315410v19374,-2646,28231,-1482,32149,2541c1681559,321198,1682300,325679,1682300,332455r70,47570xm1001566,495739v78695,,130924,-28231,163849,-56851l1156981,426502v-28080,16434,-59996,25175,-92529,25337c1013599,451839,968500,433136,943373,388036v-12280,-22021,-11610,-32925,-9281,-37477c936033,346747,938786,345089,945208,345089v6423,,20751,1799,39736,1799c1095436,346888,1153416,316716,1153416,254077v,-54734,-56075,-103116,-149062,-103116c900532,150961,827165,226093,827165,321656v,98388,66344,174083,174401,174083m999872,173829v39806,,57416,37865,57416,77637c1057288,308317,1025527,324621,972275,324621v-42770,,-45170,-6635,-45170,-26644c927105,229269,955337,173829,999872,173829t232910,36948l1232782,400352v,67862,43265,95282,95670,95282c1372423,495634,1410112,476577,1424828,468073r-7058,-13446c1406269,459783,1393776,462349,1381175,462144v-24174,,-38819,-14610,-45241,-39101c1333322,412845,1332158,400881,1332158,377167r,-166637c1332158,197755,1333110,193626,1336534,190203v3423,-3423,11080,-4340,20467,-4340c1371505,185863,1403901,186427,1419711,186780r,-25338c1405207,161830,1383116,162360,1360601,162360v-15280,,-20362,-671,-24067,-4341c1332828,154349,1332158,150432,1332158,137692r,-76154l1317689,61538v-18598,54134,-69485,99198,-134700,110703l1182989,186357v37901,,41818,741,45170,4058c1231512,193732,1232535,198461,1232535,210706m2104503,68702v1623,8046,2223,17115,2223,40406l2106726,403704v-469,15644,1324,31274,5329,46406c2122642,483635,2159096,495528,2193962,495528v31379,-106,62409,-6614,91188,-19127l2281056,461967v-6514,1779,-13223,2739,-19974,2859c2236380,464826,2216865,454627,2211289,430207v-2400,-10269,-3529,-23079,-3529,-48594l2207760,88005v,-51382,-19374,-66450,-63521,-66450c2117384,21555,2066602,26142,2066602,26142r,14822c2090811,41387,2100515,50951,2104115,68702t-62851,396124c2016562,464826,1997082,454627,1991436,430207v-2330,-10269,-3529,-23079,-3529,-48594l1987907,218894v,-51382,-19374,-66415,-63521,-66415c1897530,152479,1846749,156996,1846749,156996r,14857c1870957,172311,1880662,181840,1884261,199555v1659,8081,2188,17151,2188,40442l1886449,403704v-314,15673,1659,31306,5858,46406c1902894,483635,1939313,495528,1974179,495528v31333,-117,62314,-6624,91047,-19127l2061097,461967v-6500,1786,-13198,2746,-19939,2859m244818,639509v-91258,,-225852,-1482,-225852,-1482l50,768774r17081,c28353,741919,39222,717604,57784,699042v20644,-20574,43865,-27384,80637,-27384c166970,671658,172510,673316,176674,677480v4164,4164,4800,8223,4800,22091l181474,1035457v,27525,-1377,34866,-7058,48946c165417,1106636,138526,1123222,104896,1125092r,16268c104896,1141360,189131,1139878,244889,1139878v55757,,140028,1482,140028,1482l384917,1125092v-33630,-1941,-60556,-18456,-69520,-40689c309716,1070287,308339,1062982,308339,1035457r,-335886c308339,685703,309363,681256,313068,677480v4235,-4164,9775,-5822,38324,-5822c388058,671658,411385,678468,431958,699042v18527,18562,29396,42877,40619,69732l489692,768774,470741,638027v,,-134558,1482,-225852,1482m2562807,638027v,,-134629,1482,-225852,1482c2245732,639509,2111102,638027,2111102,638027r-18880,130747l2109302,768774v11258,-26855,22092,-51170,40619,-69732c2170494,678468,2193821,671658,2230487,671658v28584,,34124,1658,38324,5822c2273010,681644,2273575,685703,2273575,699571r,335886c2273575,1062982,2272199,1070323,2266517,1084403v-9034,22233,-35889,38819,-69520,40689l2196997,1141360v,,84201,-1482,139993,-1482c2392783,1139878,2476983,1141360,2476983,1141360r,-16268c2443388,1123151,2416497,1106636,2407498,1084403v-5716,-14116,-7057,-21421,-7057,-48946l2400441,699571v,-13868,1023,-18315,4764,-22091c2408945,673704,2414980,671658,2443529,671658v36701,,59992,6810,80566,27384c2542622,717604,2553491,741919,2564713,768774r17116,l2562807,638027xm1900777,835648c1820140,805969,1759337,785607,1759337,731014v,-48346,43512,-72555,92282,-72555c1928903,658459,1988542,721769,2011057,794571r15244,l2025349,662412v-24703,-10128,-110245,-30314,-166920,-30314c1753126,632098,1656785,669540,1656785,775656v,73931,51064,115114,113386,143169c1853842,956444,1950641,973771,1950641,1047349v,50535,-50888,71638,-102692,71638c1760960,1118987,1701885,1058995,1673901,976065r-15598,l1659044,1114964v58828,19691,117514,32325,179659,32325c1949617,1147289,2057497,1109918,2057497,999461v,-87623,-59639,-128030,-156614,-163778m981557,1009307c954631,940034,918847,901321,843539,901321r,-2540c944785,898781,1014341,851210,1014341,771139v,-86354,-76967,-137171,-199033,-137171c754257,633968,714980,645437,641013,645437v-31443,,-71849,-5505,-101916,-7057l539097,654648v26679,2858,44571,18456,51135,40653c594431,709417,595419,716757,595419,744283r,291385c595419,1063194,594431,1070534,590232,1084615v-6949,22860,-27297,39055,-51135,40689l539097,1141572v,,64933,-1482,120726,-1482c715615,1140090,773208,1141572,773208,1141572r,-16268c749362,1123663,729008,1107475,722038,1084615v-4164,-14116,-5152,-21421,-5152,-48947l716886,941516v,-13763,988,-18174,4693,-21879c725284,915931,730472,914978,758033,914978v24703,,35290,2153,47747,14575c842481,966254,847139,1078439,893686,1128515v27773,29855,68109,42736,113244,43159c1041750,1171371,1076404,1166808,1110116,1158088r-1411,-17963c1051430,1144854,1020481,1109494,981662,1009237m760045,886359v-29079,,-34090,-283,-38501,-4659c717838,877995,716850,873549,716850,859821r,-162332c716850,684115,719109,679845,723414,676069v7058,-6458,26291,-10834,60204,-10834c846716,665235,891110,711993,891110,772797v,36242,-11434,64051,-30420,83036c834082,882442,807121,886288,760045,886288m1523744,639579v-38642,,-83142,-1482,-83142,-1482l1440602,654366v26644,1941,48206,18456,55334,40688c1500453,709170,1501512,716475,1501512,744001r,166213c1501512,963149,1499747,999285,1483302,1033339v-22373,46477,-61509,71462,-118784,71462c1320724,1104801,1284764,1082145,1267084,1045796v-15033,-30878,-19762,-71637,-19762,-164907l1247322,743930v,-27525,988,-34901,5152,-48946c1259444,672123,1279799,655936,1303644,654295r,-16268c1303644,638027,1238711,639509,1182918,639509v-55792,,-113385,-1482,-113385,-1482l1069533,654295v23845,1641,44200,17828,51170,40689c1124867,709100,1125855,716405,1125855,743930v,,1024,78096,1024,152910c1126879,971653,1130831,1014318,1155746,1059418v35289,64262,111832,87871,187740,87871c1434568,1147289,1490713,1110835,1519933,1060442v21174,-36737,30102,-80002,30102,-134100l1551093,743824v,-27525,1059,-34901,5506,-48946c1563657,672646,1585007,656060,1611368,654189r,-16268c1611368,637921,1562386,639403,1523744,63940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">
                <v:stroke joinstyle="miter"/>
                <v:path arrowok="t" o:connecttype="custom" o:connectlocs="551554,491646;551554,476718;504725,439488;499996,394706;499996,308705;504337,288661;532569,284391;581374,297766;655482,463626;760609,500680;845128,488999;843751,474142;734354,366439;616205,271969;616205,269640;772572,152796;590373,27166;430794,37753;340876,31154;340876,46081;387670,83311;392152,127953;392152,394706;387423,439488;340629,476718;340629,491646;447768,490270;551554,491646;499996,85288;505996,65667;561153,55750;659540,154208;631662,230257;539556,258100;504266,253830;499926,233821;499926,85288;1931655,113060;1989212,56597;1931655,134;1874098,56597;1931655,113060;1656750,294801;1457012,411962;1554834,495598;1684664,433524;1757184,494222;1840114,474777;1835209,460662;1817564,463026;1781816,432854;1779910,391671;1779910,277015;1772853,222564;1622378,150785;1474162,231527;1532672,282556;1570044,271087;1565245,237421;1622167,172523;1682370,246631;1682370,275251;1656785,294625;1682370,380025;1600710,453886;1550952,404834;1646234,315410;1678383,317951;1682300,332455;1001566,495739;1165415,438888;1156981,426502;1064452,451839;943373,388036;934092,350559;945208,345089;984944,346888;1153416,254077;1004354,150961;827165,321656;1001566,495739;999872,173829;1057288,251466;972275,324621;927105,297977;999872,173829;1232782,210777;1232782,400352;1328452,495634;1424828,468073;1417770,454627;1381175,462144;1335934,423043;1332158,377167;1332158,210530;1336534,190203;1357001,185863;1419711,186780;1419711,161442;1360601,162360;1336534,158019;1332158,137692;1332158,61538;1317689,61538;1182989,172241;1182989,186357;1228159,190415;1232535,210706;2104503,68702;2106726,109108;2106726,403704;2112055,450110;2193962,495528;2285150,476401;2281056,461967;2261082,464826;2211289,430207;2207760,381613;2207760,88005;2144239,21555;2066602,26142;2066602,40964;2104115,68702;2041264,464826;1991436,430207;1987907,381613;1987907,218894;1924386,152479;1846749,156996;1846749,171853;1884261,199555;1886449,239997;1886449,403704;1892307,450110;1974179,495528;2065226,476401;2061097,461967;2041158,464826;244818,639509;18966,638027;50,768774;17131,768774;57784,699042;138421,671658;176674,677480;181474,699571;181474,1035457;174416,1084403;104896,1125092;104896,1141360;244889,1139878;384917,1141360;384917,1125092;315397,1084403;308339,1035457;308339,699571;313068,677480;351392,671658;431958,699042;472577,768774;489692,768774;470741,638027;244889,639509;2562807,638027;2336955,639509;2111102,638027;2092222,768774;2109302,768774;2149921,699042;2230487,671658;2268811,677480;2273575,699571;2273575,1035457;2266517,1084403;2196997,1125092;2196997,1141360;2336990,1139878;2476983,1141360;2476983,1125092;2407498,1084403;2400441,1035457;2400441,699571;2405205,677480;2443529,671658;2524095,699042;2564713,768774;2581829,768774;1900777,835648;1759337,731014;1851619,658459;2011057,794571;2026301,794571;2025349,662412;1858429,632098;1656785,775656;1770171,918825;1950641,1047349;1847949,1118987;1673901,976065;1658303,976065;1659044,1114964;1838703,1147289;2057497,999461;1900883,835683;981557,1009307;843539,901321;843539,898781;1014341,771139;815308,633968;641013,645437;539097,638380;539097,654648;590232,695301;595419,744283;595419,1035668;590232,1084615;539097,1125304;539097,1141572;659823,1140090;773208,1141572;773208,1125304;722038,1084615;716886,1035668;716886,941516;721579,919637;758033,914978;805780,929553;893686,1128515;1006930,1171674;1110116,1158088;1108705,1140125;981662,1009237;760045,886359;721544,881700;716850,859821;716850,697489;723414,676069;783618,665235;891110,772797;860690,855833;760045,886288;1523744,639579;1440602,638097;1440602,654366;1495936,695054;1501512,744001;1501512,910214;1483302,1033339;1364518,1104801;1267084,1045796;1247322,880889;1247322,743930;1252474,694984;1303644,654295;1303644,638027;1182918,639509;1069533,638027;1069533,654295;1120703,694984;1125855,743930;1126879,896840;1155746,1059418;1343486,1147289;1519933,1060442;1550035,926342;1551093,743824;1556599,694878;1611368,654189;1611368,637921;1523744,63940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2F32E7" w:rsidP="002F32E7" w:rsidRDefault="002F32E7" w14:paraId="644ADDE0" w14:textId="77777777">
    <w:pPr>
      <w:pStyle w:val="Header"/>
      <w:jc w:val="right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5C289FA" wp14:editId="5334253E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0" name="Straight Connector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 xmlns:w16du="http://schemas.microsoft.com/office/word/2023/wordml/word16du" xmlns:oel="http://schemas.microsoft.com/office/2019/extlst">
          <w:pict w14:anchorId="2E8C2A6C">
            <v:line id="Straight Connector 60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353636 [3213]" strokeweight=".25pt" from="0,280.65pt" to="14.15pt,280.65pt" w14:anchorId="357B7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">
              <v:stroke joinstyle="miter"/>
              <w10:wrap anchorx="page" anchory="page"/>
              <w10:anchorlock/>
            </v:line>
          </w:pict>
        </mc:Fallback>
      </mc:AlternateContent>
    </w:r>
    <w:r>
      <w:br/>
    </w:r>
    <w:r>
      <w:br/>
    </w:r>
    <w:r>
      <w:br/>
    </w:r>
  </w:p>
  <w:p w:rsidR="002F32E7" w:rsidP="002F32E7" w:rsidRDefault="002F32E7" w14:paraId="272EB710" w14:textId="77777777">
    <w:pPr>
      <w:pStyle w:val="Header"/>
      <w:jc w:val="right"/>
    </w:pPr>
  </w:p>
  <w:p w:rsidR="002F32E7" w:rsidP="002F32E7" w:rsidRDefault="002F32E7" w14:paraId="4631AEBD" w14:textId="77777777">
    <w:pPr>
      <w:pStyle w:val="Header"/>
      <w:pBdr>
        <w:top w:val="single" w:color="6A97CF" w:themeColor="text2" w:sz="4" w:space="1"/>
      </w:pBdr>
      <w:jc w:val="right"/>
    </w:pPr>
  </w:p>
  <w:p w:rsidR="00E37278" w:rsidP="002F32E7" w:rsidRDefault="00E37278" w14:paraId="7B095EE6" w14:textId="77777777">
    <w:pPr>
      <w:pStyle w:val="Header"/>
    </w:pPr>
    <w:r w:rsidRPr="00BB73F5">
      <w:rPr>
        <w:noProof/>
      </w:rPr>
      <mc:AlternateContent>
        <mc:Choice Requires="wpg">
          <w:drawing>
            <wp:anchor distT="0" distB="0" distL="114300" distR="114300" simplePos="0" relativeHeight="251658241" behindDoc="1" locked="1" layoutInCell="1" allowOverlap="1" wp14:anchorId="1285AB2B" wp14:editId="2D045CD3">
              <wp:simplePos x="0" y="0"/>
              <wp:positionH relativeFrom="page">
                <wp:align>center</wp:align>
              </wp:positionH>
              <wp:positionV relativeFrom="page">
                <wp:posOffset>452755</wp:posOffset>
              </wp:positionV>
              <wp:extent cx="1116000" cy="633600"/>
              <wp:effectExtent l="0" t="0" r="27305" b="14605"/>
              <wp:wrapNone/>
              <wp:docPr id="46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6000" cy="633600"/>
                        <a:chOff x="0" y="0"/>
                        <a:chExt cx="2581777" cy="1467322"/>
                      </a:xfrm>
                      <a:solidFill>
                        <a:schemeClr val="tx2"/>
                      </a:solidFill>
                    </wpg:grpSpPr>
                    <wps:wsp>
                      <wps:cNvPr id="47" name="Graphic 6"/>
                      <wps:cNvSpPr/>
                      <wps:spPr>
                        <a:xfrm>
                          <a:off x="483360" y="1344141"/>
                          <a:ext cx="64226" cy="119878"/>
                        </a:xfrm>
                        <a:custGeom>
                          <a:avLst/>
                          <a:gdLst>
                            <a:gd name="connsiteX0" fmla="*/ 20186 w 64226"/>
                            <a:gd name="connsiteY0" fmla="*/ 97964 h 119878"/>
                            <a:gd name="connsiteX1" fmla="*/ 20186 w 64226"/>
                            <a:gd name="connsiteY1" fmla="*/ 33207 h 119878"/>
                            <a:gd name="connsiteX2" fmla="*/ 1023 w 64226"/>
                            <a:gd name="connsiteY2" fmla="*/ 39171 h 119878"/>
                            <a:gd name="connsiteX3" fmla="*/ 1023 w 64226"/>
                            <a:gd name="connsiteY3" fmla="*/ 15916 h 119878"/>
                            <a:gd name="connsiteX4" fmla="*/ 45347 w 64226"/>
                            <a:gd name="connsiteY4" fmla="*/ 0 h 119878"/>
                            <a:gd name="connsiteX5" fmla="*/ 45347 w 64226"/>
                            <a:gd name="connsiteY5" fmla="*/ 97964 h 119878"/>
                            <a:gd name="connsiteX6" fmla="*/ 64227 w 64226"/>
                            <a:gd name="connsiteY6" fmla="*/ 97964 h 119878"/>
                            <a:gd name="connsiteX7" fmla="*/ 64227 w 64226"/>
                            <a:gd name="connsiteY7" fmla="*/ 119878 h 119878"/>
                            <a:gd name="connsiteX8" fmla="*/ 0 w 64226"/>
                            <a:gd name="connsiteY8" fmla="*/ 119878 h 119878"/>
                            <a:gd name="connsiteX9" fmla="*/ 0 w 64226"/>
                            <a:gd name="connsiteY9" fmla="*/ 97964 h 119878"/>
                            <a:gd name="connsiteX10" fmla="*/ 20186 w 64226"/>
                            <a:gd name="connsiteY10" fmla="*/ 97964 h 1198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4226" h="119878">
                              <a:moveTo>
                                <a:pt x="20186" y="97964"/>
                              </a:moveTo>
                              <a:lnTo>
                                <a:pt x="20186" y="33207"/>
                              </a:lnTo>
                              <a:lnTo>
                                <a:pt x="1023" y="39171"/>
                              </a:lnTo>
                              <a:lnTo>
                                <a:pt x="1023" y="15916"/>
                              </a:lnTo>
                              <a:lnTo>
                                <a:pt x="45347" y="0"/>
                              </a:lnTo>
                              <a:lnTo>
                                <a:pt x="45347" y="97964"/>
                              </a:lnTo>
                              <a:lnTo>
                                <a:pt x="64227" y="97964"/>
                              </a:lnTo>
                              <a:lnTo>
                                <a:pt x="64227" y="119878"/>
                              </a:lnTo>
                              <a:lnTo>
                                <a:pt x="0" y="119878"/>
                              </a:lnTo>
                              <a:lnTo>
                                <a:pt x="0" y="97964"/>
                              </a:lnTo>
                              <a:lnTo>
                                <a:pt x="20186" y="97964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6"/>
                      <wps:cNvSpPr/>
                      <wps:spPr>
                        <a:xfrm>
                          <a:off x="576855" y="1341529"/>
                          <a:ext cx="105545" cy="125399"/>
                        </a:xfrm>
                        <a:custGeom>
                          <a:avLst/>
                          <a:gdLst>
                            <a:gd name="connsiteX0" fmla="*/ 19093 w 105545"/>
                            <a:gd name="connsiteY0" fmla="*/ 60479 h 125399"/>
                            <a:gd name="connsiteX1" fmla="*/ 4025 w 105545"/>
                            <a:gd name="connsiteY1" fmla="*/ 35776 h 125399"/>
                            <a:gd name="connsiteX2" fmla="*/ 52654 w 105545"/>
                            <a:gd name="connsiteY2" fmla="*/ 134 h 125399"/>
                            <a:gd name="connsiteX3" fmla="*/ 102341 w 105545"/>
                            <a:gd name="connsiteY3" fmla="*/ 32495 h 125399"/>
                            <a:gd name="connsiteX4" fmla="*/ 102341 w 105545"/>
                            <a:gd name="connsiteY4" fmla="*/ 35776 h 125399"/>
                            <a:gd name="connsiteX5" fmla="*/ 86920 w 105545"/>
                            <a:gd name="connsiteY5" fmla="*/ 59244 h 125399"/>
                            <a:gd name="connsiteX6" fmla="*/ 105588 w 105545"/>
                            <a:gd name="connsiteY6" fmla="*/ 84935 h 125399"/>
                            <a:gd name="connsiteX7" fmla="*/ 52477 w 105545"/>
                            <a:gd name="connsiteY7" fmla="*/ 125518 h 125399"/>
                            <a:gd name="connsiteX8" fmla="*/ 72 w 105545"/>
                            <a:gd name="connsiteY8" fmla="*/ 84935 h 125399"/>
                            <a:gd name="connsiteX9" fmla="*/ 18917 w 105545"/>
                            <a:gd name="connsiteY9" fmla="*/ 60620 h 125399"/>
                            <a:gd name="connsiteX10" fmla="*/ 28163 w 105545"/>
                            <a:gd name="connsiteY10" fmla="*/ 86311 h 125399"/>
                            <a:gd name="connsiteX11" fmla="*/ 52865 w 105545"/>
                            <a:gd name="connsiteY11" fmla="*/ 102050 h 125399"/>
                            <a:gd name="connsiteX12" fmla="*/ 77568 w 105545"/>
                            <a:gd name="connsiteY12" fmla="*/ 86311 h 125399"/>
                            <a:gd name="connsiteX13" fmla="*/ 52865 w 105545"/>
                            <a:gd name="connsiteY13" fmla="*/ 71384 h 125399"/>
                            <a:gd name="connsiteX14" fmla="*/ 28163 w 105545"/>
                            <a:gd name="connsiteY14" fmla="*/ 86311 h 125399"/>
                            <a:gd name="connsiteX15" fmla="*/ 52865 w 105545"/>
                            <a:gd name="connsiteY15" fmla="*/ 51339 h 125399"/>
                            <a:gd name="connsiteX16" fmla="*/ 74462 w 105545"/>
                            <a:gd name="connsiteY16" fmla="*/ 35776 h 125399"/>
                            <a:gd name="connsiteX17" fmla="*/ 52512 w 105545"/>
                            <a:gd name="connsiteY17" fmla="*/ 21661 h 125399"/>
                            <a:gd name="connsiteX18" fmla="*/ 31127 w 105545"/>
                            <a:gd name="connsiteY18" fmla="*/ 36553 h 125399"/>
                            <a:gd name="connsiteX19" fmla="*/ 52865 w 105545"/>
                            <a:gd name="connsiteY19" fmla="*/ 51445 h 125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05545" h="125399">
                              <a:moveTo>
                                <a:pt x="19093" y="60479"/>
                              </a:moveTo>
                              <a:cubicBezTo>
                                <a:pt x="9735" y="55832"/>
                                <a:pt x="3873" y="46226"/>
                                <a:pt x="4025" y="35776"/>
                              </a:cubicBezTo>
                              <a:cubicBezTo>
                                <a:pt x="4025" y="12662"/>
                                <a:pt x="25587" y="134"/>
                                <a:pt x="52654" y="134"/>
                              </a:cubicBezTo>
                              <a:cubicBezTo>
                                <a:pt x="79721" y="134"/>
                                <a:pt x="99589" y="11109"/>
                                <a:pt x="102341" y="32495"/>
                              </a:cubicBezTo>
                              <a:cubicBezTo>
                                <a:pt x="102422" y="33589"/>
                                <a:pt x="102422" y="34682"/>
                                <a:pt x="102341" y="35776"/>
                              </a:cubicBezTo>
                              <a:cubicBezTo>
                                <a:pt x="102461" y="46010"/>
                                <a:pt x="96360" y="55292"/>
                                <a:pt x="86920" y="59244"/>
                              </a:cubicBezTo>
                              <a:cubicBezTo>
                                <a:pt x="97877" y="63098"/>
                                <a:pt x="105305" y="73325"/>
                                <a:pt x="105588" y="84935"/>
                              </a:cubicBezTo>
                              <a:cubicBezTo>
                                <a:pt x="106117" y="113731"/>
                                <a:pt x="80885" y="126047"/>
                                <a:pt x="52477" y="125518"/>
                              </a:cubicBezTo>
                              <a:cubicBezTo>
                                <a:pt x="25269" y="125518"/>
                                <a:pt x="-810" y="113872"/>
                                <a:pt x="72" y="84935"/>
                              </a:cubicBezTo>
                              <a:cubicBezTo>
                                <a:pt x="1067" y="73847"/>
                                <a:pt x="8429" y="64350"/>
                                <a:pt x="18917" y="60620"/>
                              </a:cubicBezTo>
                              <a:moveTo>
                                <a:pt x="28163" y="86311"/>
                              </a:moveTo>
                              <a:cubicBezTo>
                                <a:pt x="28163" y="92451"/>
                                <a:pt x="32786" y="102050"/>
                                <a:pt x="52865" y="102050"/>
                              </a:cubicBezTo>
                              <a:cubicBezTo>
                                <a:pt x="72945" y="102050"/>
                                <a:pt x="77886" y="92628"/>
                                <a:pt x="77568" y="86311"/>
                              </a:cubicBezTo>
                              <a:cubicBezTo>
                                <a:pt x="77356" y="77383"/>
                                <a:pt x="68781" y="71384"/>
                                <a:pt x="52865" y="71384"/>
                              </a:cubicBezTo>
                              <a:cubicBezTo>
                                <a:pt x="38467" y="71384"/>
                                <a:pt x="28374" y="76889"/>
                                <a:pt x="28163" y="86311"/>
                              </a:cubicBezTo>
                              <a:moveTo>
                                <a:pt x="52865" y="51339"/>
                              </a:moveTo>
                              <a:cubicBezTo>
                                <a:pt x="66981" y="51339"/>
                                <a:pt x="74462" y="44281"/>
                                <a:pt x="74462" y="35776"/>
                              </a:cubicBezTo>
                              <a:cubicBezTo>
                                <a:pt x="74462" y="29601"/>
                                <a:pt x="67757" y="21661"/>
                                <a:pt x="52512" y="21661"/>
                              </a:cubicBezTo>
                              <a:cubicBezTo>
                                <a:pt x="34868" y="21661"/>
                                <a:pt x="30598" y="32248"/>
                                <a:pt x="31127" y="36553"/>
                              </a:cubicBezTo>
                              <a:cubicBezTo>
                                <a:pt x="31621" y="44599"/>
                                <a:pt x="38997" y="51445"/>
                                <a:pt x="52865" y="51445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6"/>
                      <wps:cNvSpPr/>
                      <wps:spPr>
                        <a:xfrm>
                          <a:off x="715105" y="1342059"/>
                          <a:ext cx="101150" cy="124360"/>
                        </a:xfrm>
                        <a:custGeom>
                          <a:avLst/>
                          <a:gdLst>
                            <a:gd name="connsiteX0" fmla="*/ 32976 w 101150"/>
                            <a:gd name="connsiteY0" fmla="*/ 49822 h 124360"/>
                            <a:gd name="connsiteX1" fmla="*/ 49597 w 101150"/>
                            <a:gd name="connsiteY1" fmla="*/ 49822 h 124360"/>
                            <a:gd name="connsiteX2" fmla="*/ 71512 w 101150"/>
                            <a:gd name="connsiteY2" fmla="*/ 38000 h 124360"/>
                            <a:gd name="connsiteX3" fmla="*/ 50338 w 101150"/>
                            <a:gd name="connsiteY3" fmla="*/ 24484 h 124360"/>
                            <a:gd name="connsiteX4" fmla="*/ 28423 w 101150"/>
                            <a:gd name="connsiteY4" fmla="*/ 36129 h 124360"/>
                            <a:gd name="connsiteX5" fmla="*/ 1850 w 101150"/>
                            <a:gd name="connsiteY5" fmla="*/ 36129 h 124360"/>
                            <a:gd name="connsiteX6" fmla="*/ 50479 w 101150"/>
                            <a:gd name="connsiteY6" fmla="*/ 134 h 124360"/>
                            <a:gd name="connsiteX7" fmla="*/ 97767 w 101150"/>
                            <a:gd name="connsiteY7" fmla="*/ 30977 h 124360"/>
                            <a:gd name="connsiteX8" fmla="*/ 98296 w 101150"/>
                            <a:gd name="connsiteY8" fmla="*/ 36623 h 124360"/>
                            <a:gd name="connsiteX9" fmla="*/ 82522 w 101150"/>
                            <a:gd name="connsiteY9" fmla="*/ 60797 h 124360"/>
                            <a:gd name="connsiteX10" fmla="*/ 101190 w 101150"/>
                            <a:gd name="connsiteY10" fmla="*/ 88217 h 124360"/>
                            <a:gd name="connsiteX11" fmla="*/ 100873 w 101150"/>
                            <a:gd name="connsiteY11" fmla="*/ 93510 h 124360"/>
                            <a:gd name="connsiteX12" fmla="*/ 49456 w 101150"/>
                            <a:gd name="connsiteY12" fmla="*/ 124494 h 124360"/>
                            <a:gd name="connsiteX13" fmla="*/ 50 w 101150"/>
                            <a:gd name="connsiteY13" fmla="*/ 85676 h 124360"/>
                            <a:gd name="connsiteX14" fmla="*/ 26765 w 101150"/>
                            <a:gd name="connsiteY14" fmla="*/ 85676 h 124360"/>
                            <a:gd name="connsiteX15" fmla="*/ 49562 w 101150"/>
                            <a:gd name="connsiteY15" fmla="*/ 100780 h 124360"/>
                            <a:gd name="connsiteX16" fmla="*/ 72853 w 101150"/>
                            <a:gd name="connsiteY16" fmla="*/ 86205 h 124360"/>
                            <a:gd name="connsiteX17" fmla="*/ 51256 w 101150"/>
                            <a:gd name="connsiteY17" fmla="*/ 71666 h 124360"/>
                            <a:gd name="connsiteX18" fmla="*/ 32940 w 101150"/>
                            <a:gd name="connsiteY18" fmla="*/ 71666 h 124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01150" h="124360">
                              <a:moveTo>
                                <a:pt x="32976" y="49822"/>
                              </a:moveTo>
                              <a:lnTo>
                                <a:pt x="49597" y="49822"/>
                              </a:lnTo>
                              <a:cubicBezTo>
                                <a:pt x="58313" y="49822"/>
                                <a:pt x="71512" y="49151"/>
                                <a:pt x="71512" y="38000"/>
                              </a:cubicBezTo>
                              <a:cubicBezTo>
                                <a:pt x="71512" y="32847"/>
                                <a:pt x="67983" y="24484"/>
                                <a:pt x="50338" y="24484"/>
                              </a:cubicBezTo>
                              <a:cubicBezTo>
                                <a:pt x="40951" y="24484"/>
                                <a:pt x="30152" y="26213"/>
                                <a:pt x="28423" y="36129"/>
                              </a:cubicBezTo>
                              <a:lnTo>
                                <a:pt x="1850" y="36129"/>
                              </a:lnTo>
                              <a:cubicBezTo>
                                <a:pt x="4074" y="9239"/>
                                <a:pt x="27753" y="134"/>
                                <a:pt x="50479" y="134"/>
                              </a:cubicBezTo>
                              <a:cubicBezTo>
                                <a:pt x="70524" y="134"/>
                                <a:pt x="94203" y="8215"/>
                                <a:pt x="97767" y="30977"/>
                              </a:cubicBezTo>
                              <a:cubicBezTo>
                                <a:pt x="98116" y="32840"/>
                                <a:pt x="98296" y="34728"/>
                                <a:pt x="98296" y="36623"/>
                              </a:cubicBezTo>
                              <a:cubicBezTo>
                                <a:pt x="98572" y="47175"/>
                                <a:pt x="92290" y="56798"/>
                                <a:pt x="82522" y="60797"/>
                              </a:cubicBezTo>
                              <a:cubicBezTo>
                                <a:pt x="93959" y="65014"/>
                                <a:pt x="101462" y="76028"/>
                                <a:pt x="101190" y="88217"/>
                              </a:cubicBezTo>
                              <a:cubicBezTo>
                                <a:pt x="101236" y="89988"/>
                                <a:pt x="101130" y="91760"/>
                                <a:pt x="100873" y="93510"/>
                              </a:cubicBezTo>
                              <a:cubicBezTo>
                                <a:pt x="96744" y="119554"/>
                                <a:pt x="70030" y="124494"/>
                                <a:pt x="49456" y="124494"/>
                              </a:cubicBezTo>
                              <a:cubicBezTo>
                                <a:pt x="26200" y="124494"/>
                                <a:pt x="1850" y="113731"/>
                                <a:pt x="50" y="85676"/>
                              </a:cubicBezTo>
                              <a:lnTo>
                                <a:pt x="26765" y="85676"/>
                              </a:lnTo>
                              <a:cubicBezTo>
                                <a:pt x="28141" y="97004"/>
                                <a:pt x="38410" y="100780"/>
                                <a:pt x="49562" y="100780"/>
                              </a:cubicBezTo>
                              <a:cubicBezTo>
                                <a:pt x="57078" y="100780"/>
                                <a:pt x="72853" y="98909"/>
                                <a:pt x="72853" y="86205"/>
                              </a:cubicBezTo>
                              <a:cubicBezTo>
                                <a:pt x="72853" y="81582"/>
                                <a:pt x="71829" y="71666"/>
                                <a:pt x="51256" y="71666"/>
                              </a:cubicBezTo>
                              <a:lnTo>
                                <a:pt x="32940" y="71666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6"/>
                      <wps:cNvSpPr/>
                      <wps:spPr>
                        <a:xfrm>
                          <a:off x="850299" y="1342588"/>
                          <a:ext cx="97787" cy="121501"/>
                        </a:xfrm>
                        <a:custGeom>
                          <a:avLst/>
                          <a:gdLst>
                            <a:gd name="connsiteX0" fmla="*/ 49738 w 97787"/>
                            <a:gd name="connsiteY0" fmla="*/ 134 h 121501"/>
                            <a:gd name="connsiteX1" fmla="*/ 97838 w 97787"/>
                            <a:gd name="connsiteY1" fmla="*/ 37823 h 121501"/>
                            <a:gd name="connsiteX2" fmla="*/ 49879 w 97787"/>
                            <a:gd name="connsiteY2" fmla="*/ 76006 h 121501"/>
                            <a:gd name="connsiteX3" fmla="*/ 25177 w 97787"/>
                            <a:gd name="connsiteY3" fmla="*/ 92275 h 121501"/>
                            <a:gd name="connsiteX4" fmla="*/ 25177 w 97787"/>
                            <a:gd name="connsiteY4" fmla="*/ 96933 h 121501"/>
                            <a:gd name="connsiteX5" fmla="*/ 96955 w 97787"/>
                            <a:gd name="connsiteY5" fmla="*/ 96933 h 121501"/>
                            <a:gd name="connsiteX6" fmla="*/ 96955 w 97787"/>
                            <a:gd name="connsiteY6" fmla="*/ 121636 h 121501"/>
                            <a:gd name="connsiteX7" fmla="*/ 50 w 97787"/>
                            <a:gd name="connsiteY7" fmla="*/ 121636 h 121501"/>
                            <a:gd name="connsiteX8" fmla="*/ 50 w 97787"/>
                            <a:gd name="connsiteY8" fmla="*/ 92204 h 121501"/>
                            <a:gd name="connsiteX9" fmla="*/ 49879 w 97787"/>
                            <a:gd name="connsiteY9" fmla="*/ 52786 h 121501"/>
                            <a:gd name="connsiteX10" fmla="*/ 71653 w 97787"/>
                            <a:gd name="connsiteY10" fmla="*/ 38423 h 121501"/>
                            <a:gd name="connsiteX11" fmla="*/ 49738 w 97787"/>
                            <a:gd name="connsiteY11" fmla="*/ 23002 h 121501"/>
                            <a:gd name="connsiteX12" fmla="*/ 27082 w 97787"/>
                            <a:gd name="connsiteY12" fmla="*/ 37400 h 121501"/>
                            <a:gd name="connsiteX13" fmla="*/ 1427 w 97787"/>
                            <a:gd name="connsiteY13" fmla="*/ 37400 h 121501"/>
                            <a:gd name="connsiteX14" fmla="*/ 49738 w 97787"/>
                            <a:gd name="connsiteY14" fmla="*/ 205 h 1215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97787" h="121501">
                              <a:moveTo>
                                <a:pt x="49738" y="134"/>
                              </a:moveTo>
                              <a:cubicBezTo>
                                <a:pt x="75252" y="134"/>
                                <a:pt x="97838" y="11780"/>
                                <a:pt x="97838" y="37823"/>
                              </a:cubicBezTo>
                              <a:cubicBezTo>
                                <a:pt x="97838" y="67466"/>
                                <a:pt x="77476" y="76006"/>
                                <a:pt x="49879" y="76006"/>
                              </a:cubicBezTo>
                              <a:cubicBezTo>
                                <a:pt x="39610" y="76006"/>
                                <a:pt x="25177" y="77242"/>
                                <a:pt x="25177" y="92275"/>
                              </a:cubicBezTo>
                              <a:lnTo>
                                <a:pt x="25177" y="96933"/>
                              </a:lnTo>
                              <a:lnTo>
                                <a:pt x="96955" y="96933"/>
                              </a:lnTo>
                              <a:lnTo>
                                <a:pt x="96955" y="121636"/>
                              </a:lnTo>
                              <a:lnTo>
                                <a:pt x="50" y="121636"/>
                              </a:lnTo>
                              <a:lnTo>
                                <a:pt x="50" y="92204"/>
                              </a:lnTo>
                              <a:cubicBezTo>
                                <a:pt x="50" y="59985"/>
                                <a:pt x="26094" y="52786"/>
                                <a:pt x="49879" y="52786"/>
                              </a:cubicBezTo>
                              <a:cubicBezTo>
                                <a:pt x="58807" y="52786"/>
                                <a:pt x="71653" y="50245"/>
                                <a:pt x="71653" y="38423"/>
                              </a:cubicBezTo>
                              <a:cubicBezTo>
                                <a:pt x="71653" y="28295"/>
                                <a:pt x="63430" y="23002"/>
                                <a:pt x="49738" y="23002"/>
                              </a:cubicBezTo>
                              <a:cubicBezTo>
                                <a:pt x="38939" y="23002"/>
                                <a:pt x="27612" y="27624"/>
                                <a:pt x="27082" y="37400"/>
                              </a:cubicBezTo>
                              <a:lnTo>
                                <a:pt x="1427" y="37400"/>
                              </a:lnTo>
                              <a:cubicBezTo>
                                <a:pt x="2803" y="9450"/>
                                <a:pt x="26412" y="205"/>
                                <a:pt x="49738" y="205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6"/>
                      <wps:cNvSpPr/>
                      <wps:spPr>
                        <a:xfrm>
                          <a:off x="1038569" y="1341212"/>
                          <a:ext cx="129477" cy="125736"/>
                        </a:xfrm>
                        <a:custGeom>
                          <a:avLst/>
                          <a:gdLst>
                            <a:gd name="connsiteX0" fmla="*/ 64807 w 129477"/>
                            <a:gd name="connsiteY0" fmla="*/ 125870 h 125736"/>
                            <a:gd name="connsiteX1" fmla="*/ 50 w 129477"/>
                            <a:gd name="connsiteY1" fmla="*/ 63020 h 125736"/>
                            <a:gd name="connsiteX2" fmla="*/ 64807 w 129477"/>
                            <a:gd name="connsiteY2" fmla="*/ 134 h 125736"/>
                            <a:gd name="connsiteX3" fmla="*/ 129528 w 129477"/>
                            <a:gd name="connsiteY3" fmla="*/ 63020 h 125736"/>
                            <a:gd name="connsiteX4" fmla="*/ 64807 w 129477"/>
                            <a:gd name="connsiteY4" fmla="*/ 125870 h 125736"/>
                            <a:gd name="connsiteX5" fmla="*/ 64807 w 129477"/>
                            <a:gd name="connsiteY5" fmla="*/ 24131 h 125736"/>
                            <a:gd name="connsiteX6" fmla="*/ 26264 w 129477"/>
                            <a:gd name="connsiteY6" fmla="*/ 60874 h 125736"/>
                            <a:gd name="connsiteX7" fmla="*/ 26271 w 129477"/>
                            <a:gd name="connsiteY7" fmla="*/ 62949 h 125736"/>
                            <a:gd name="connsiteX8" fmla="*/ 64807 w 129477"/>
                            <a:gd name="connsiteY8" fmla="*/ 101768 h 125736"/>
                            <a:gd name="connsiteX9" fmla="*/ 103343 w 129477"/>
                            <a:gd name="connsiteY9" fmla="*/ 62949 h 125736"/>
                            <a:gd name="connsiteX10" fmla="*/ 64807 w 129477"/>
                            <a:gd name="connsiteY10" fmla="*/ 24131 h 1257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9477" h="125736">
                              <a:moveTo>
                                <a:pt x="64807" y="125870"/>
                              </a:moveTo>
                              <a:cubicBezTo>
                                <a:pt x="26447" y="125870"/>
                                <a:pt x="50" y="102050"/>
                                <a:pt x="50" y="63020"/>
                              </a:cubicBezTo>
                              <a:cubicBezTo>
                                <a:pt x="50" y="23990"/>
                                <a:pt x="26447" y="134"/>
                                <a:pt x="64807" y="134"/>
                              </a:cubicBezTo>
                              <a:cubicBezTo>
                                <a:pt x="103166" y="134"/>
                                <a:pt x="129528" y="23954"/>
                                <a:pt x="129528" y="63020"/>
                              </a:cubicBezTo>
                              <a:cubicBezTo>
                                <a:pt x="129528" y="102085"/>
                                <a:pt x="103166" y="125870"/>
                                <a:pt x="64807" y="125870"/>
                              </a:cubicBezTo>
                              <a:moveTo>
                                <a:pt x="64807" y="24131"/>
                              </a:moveTo>
                              <a:cubicBezTo>
                                <a:pt x="44018" y="23633"/>
                                <a:pt x="26761" y="40085"/>
                                <a:pt x="26264" y="60874"/>
                              </a:cubicBezTo>
                              <a:cubicBezTo>
                                <a:pt x="26246" y="61566"/>
                                <a:pt x="26249" y="62258"/>
                                <a:pt x="26271" y="62949"/>
                              </a:cubicBezTo>
                              <a:cubicBezTo>
                                <a:pt x="26271" y="85358"/>
                                <a:pt x="42045" y="101768"/>
                                <a:pt x="64807" y="101768"/>
                              </a:cubicBezTo>
                              <a:cubicBezTo>
                                <a:pt x="88098" y="101768"/>
                                <a:pt x="103343" y="85464"/>
                                <a:pt x="103343" y="62949"/>
                              </a:cubicBezTo>
                              <a:cubicBezTo>
                                <a:pt x="103343" y="40435"/>
                                <a:pt x="88098" y="24131"/>
                                <a:pt x="64807" y="24131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6"/>
                      <wps:cNvSpPr/>
                      <wps:spPr>
                        <a:xfrm>
                          <a:off x="1205065" y="1344141"/>
                          <a:ext cx="108620" cy="119878"/>
                        </a:xfrm>
                        <a:custGeom>
                          <a:avLst/>
                          <a:gdLst>
                            <a:gd name="connsiteX0" fmla="*/ 81730 w 108620"/>
                            <a:gd name="connsiteY0" fmla="*/ 40230 h 119878"/>
                            <a:gd name="connsiteX1" fmla="*/ 81730 w 108620"/>
                            <a:gd name="connsiteY1" fmla="*/ 0 h 119878"/>
                            <a:gd name="connsiteX2" fmla="*/ 108621 w 108620"/>
                            <a:gd name="connsiteY2" fmla="*/ 0 h 119878"/>
                            <a:gd name="connsiteX3" fmla="*/ 108621 w 108620"/>
                            <a:gd name="connsiteY3" fmla="*/ 119878 h 119878"/>
                            <a:gd name="connsiteX4" fmla="*/ 85648 w 108620"/>
                            <a:gd name="connsiteY4" fmla="*/ 119878 h 119878"/>
                            <a:gd name="connsiteX5" fmla="*/ 26044 w 108620"/>
                            <a:gd name="connsiteY5" fmla="*/ 43124 h 119878"/>
                            <a:gd name="connsiteX6" fmla="*/ 27102 w 108620"/>
                            <a:gd name="connsiteY6" fmla="*/ 82542 h 119878"/>
                            <a:gd name="connsiteX7" fmla="*/ 27102 w 108620"/>
                            <a:gd name="connsiteY7" fmla="*/ 119878 h 119878"/>
                            <a:gd name="connsiteX8" fmla="*/ 0 w 108620"/>
                            <a:gd name="connsiteY8" fmla="*/ 119878 h 119878"/>
                            <a:gd name="connsiteX9" fmla="*/ 0 w 108620"/>
                            <a:gd name="connsiteY9" fmla="*/ 0 h 119878"/>
                            <a:gd name="connsiteX10" fmla="*/ 22938 w 108620"/>
                            <a:gd name="connsiteY10" fmla="*/ 0 h 119878"/>
                            <a:gd name="connsiteX11" fmla="*/ 83424 w 108620"/>
                            <a:gd name="connsiteY11" fmla="*/ 77919 h 119878"/>
                            <a:gd name="connsiteX12" fmla="*/ 81730 w 108620"/>
                            <a:gd name="connsiteY12" fmla="*/ 40230 h 1198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8620" h="119878">
                              <a:moveTo>
                                <a:pt x="81730" y="40230"/>
                              </a:moveTo>
                              <a:lnTo>
                                <a:pt x="81730" y="0"/>
                              </a:lnTo>
                              <a:lnTo>
                                <a:pt x="108621" y="0"/>
                              </a:lnTo>
                              <a:lnTo>
                                <a:pt x="108621" y="119878"/>
                              </a:lnTo>
                              <a:lnTo>
                                <a:pt x="85648" y="119878"/>
                              </a:lnTo>
                              <a:lnTo>
                                <a:pt x="26044" y="43124"/>
                              </a:lnTo>
                              <a:lnTo>
                                <a:pt x="27102" y="82542"/>
                              </a:lnTo>
                              <a:lnTo>
                                <a:pt x="27102" y="119878"/>
                              </a:lnTo>
                              <a:lnTo>
                                <a:pt x="0" y="119878"/>
                              </a:lnTo>
                              <a:lnTo>
                                <a:pt x="0" y="0"/>
                              </a:lnTo>
                              <a:lnTo>
                                <a:pt x="22938" y="0"/>
                              </a:lnTo>
                              <a:lnTo>
                                <a:pt x="83424" y="77919"/>
                              </a:lnTo>
                              <a:lnTo>
                                <a:pt x="81730" y="40230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6"/>
                      <wps:cNvSpPr/>
                      <wps:spPr>
                        <a:xfrm>
                          <a:off x="1344493" y="1344141"/>
                          <a:ext cx="182623" cy="119701"/>
                        </a:xfrm>
                        <a:custGeom>
                          <a:avLst/>
                          <a:gdLst>
                            <a:gd name="connsiteX0" fmla="*/ 117196 w 182623"/>
                            <a:gd name="connsiteY0" fmla="*/ 119702 h 119701"/>
                            <a:gd name="connsiteX1" fmla="*/ 91506 w 182623"/>
                            <a:gd name="connsiteY1" fmla="*/ 52758 h 119701"/>
                            <a:gd name="connsiteX2" fmla="*/ 66662 w 182623"/>
                            <a:gd name="connsiteY2" fmla="*/ 119702 h 119701"/>
                            <a:gd name="connsiteX3" fmla="*/ 44747 w 182623"/>
                            <a:gd name="connsiteY3" fmla="*/ 119702 h 119701"/>
                            <a:gd name="connsiteX4" fmla="*/ 0 w 182623"/>
                            <a:gd name="connsiteY4" fmla="*/ 0 h 119701"/>
                            <a:gd name="connsiteX5" fmla="*/ 30031 w 182623"/>
                            <a:gd name="connsiteY5" fmla="*/ 0 h 119701"/>
                            <a:gd name="connsiteX6" fmla="*/ 44923 w 182623"/>
                            <a:gd name="connsiteY6" fmla="*/ 40900 h 119701"/>
                            <a:gd name="connsiteX7" fmla="*/ 55722 w 182623"/>
                            <a:gd name="connsiteY7" fmla="*/ 79613 h 119701"/>
                            <a:gd name="connsiteX8" fmla="*/ 82613 w 182623"/>
                            <a:gd name="connsiteY8" fmla="*/ 0 h 119701"/>
                            <a:gd name="connsiteX9" fmla="*/ 100046 w 182623"/>
                            <a:gd name="connsiteY9" fmla="*/ 0 h 119701"/>
                            <a:gd name="connsiteX10" fmla="*/ 128171 w 182623"/>
                            <a:gd name="connsiteY10" fmla="*/ 79613 h 119701"/>
                            <a:gd name="connsiteX11" fmla="*/ 138441 w 182623"/>
                            <a:gd name="connsiteY11" fmla="*/ 41112 h 119701"/>
                            <a:gd name="connsiteX12" fmla="*/ 152662 w 182623"/>
                            <a:gd name="connsiteY12" fmla="*/ 0 h 119701"/>
                            <a:gd name="connsiteX13" fmla="*/ 182623 w 182623"/>
                            <a:gd name="connsiteY13" fmla="*/ 0 h 119701"/>
                            <a:gd name="connsiteX14" fmla="*/ 139111 w 182623"/>
                            <a:gd name="connsiteY14" fmla="*/ 119702 h 119701"/>
                            <a:gd name="connsiteX15" fmla="*/ 117196 w 182623"/>
                            <a:gd name="connsiteY15" fmla="*/ 119702 h 1197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82623" h="119701">
                              <a:moveTo>
                                <a:pt x="117196" y="119702"/>
                              </a:moveTo>
                              <a:lnTo>
                                <a:pt x="91506" y="52758"/>
                              </a:lnTo>
                              <a:lnTo>
                                <a:pt x="66662" y="119702"/>
                              </a:lnTo>
                              <a:lnTo>
                                <a:pt x="44747" y="119702"/>
                              </a:lnTo>
                              <a:lnTo>
                                <a:pt x="0" y="0"/>
                              </a:lnTo>
                              <a:lnTo>
                                <a:pt x="30031" y="0"/>
                              </a:lnTo>
                              <a:lnTo>
                                <a:pt x="44923" y="40900"/>
                              </a:lnTo>
                              <a:lnTo>
                                <a:pt x="55722" y="79613"/>
                              </a:lnTo>
                              <a:lnTo>
                                <a:pt x="82613" y="0"/>
                              </a:lnTo>
                              <a:lnTo>
                                <a:pt x="100046" y="0"/>
                              </a:lnTo>
                              <a:lnTo>
                                <a:pt x="128171" y="79613"/>
                              </a:lnTo>
                              <a:lnTo>
                                <a:pt x="138441" y="41112"/>
                              </a:lnTo>
                              <a:lnTo>
                                <a:pt x="152662" y="0"/>
                              </a:lnTo>
                              <a:lnTo>
                                <a:pt x="182623" y="0"/>
                              </a:lnTo>
                              <a:lnTo>
                                <a:pt x="139111" y="119702"/>
                              </a:lnTo>
                              <a:lnTo>
                                <a:pt x="117196" y="119702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6"/>
                      <wps:cNvSpPr/>
                      <wps:spPr>
                        <a:xfrm>
                          <a:off x="1536574" y="1344070"/>
                          <a:ext cx="136711" cy="119984"/>
                        </a:xfrm>
                        <a:custGeom>
                          <a:avLst/>
                          <a:gdLst>
                            <a:gd name="connsiteX0" fmla="*/ 37563 w 136711"/>
                            <a:gd name="connsiteY0" fmla="*/ 99545 h 119984"/>
                            <a:gd name="connsiteX1" fmla="*/ 28811 w 136711"/>
                            <a:gd name="connsiteY1" fmla="*/ 120118 h 119984"/>
                            <a:gd name="connsiteX2" fmla="*/ 50 w 136711"/>
                            <a:gd name="connsiteY2" fmla="*/ 120118 h 119984"/>
                            <a:gd name="connsiteX3" fmla="*/ 53867 w 136711"/>
                            <a:gd name="connsiteY3" fmla="*/ 134 h 119984"/>
                            <a:gd name="connsiteX4" fmla="*/ 82981 w 136711"/>
                            <a:gd name="connsiteY4" fmla="*/ 134 h 119984"/>
                            <a:gd name="connsiteX5" fmla="*/ 136762 w 136711"/>
                            <a:gd name="connsiteY5" fmla="*/ 120118 h 119984"/>
                            <a:gd name="connsiteX6" fmla="*/ 107789 w 136711"/>
                            <a:gd name="connsiteY6" fmla="*/ 120118 h 119984"/>
                            <a:gd name="connsiteX7" fmla="*/ 99073 w 136711"/>
                            <a:gd name="connsiteY7" fmla="*/ 99545 h 119984"/>
                            <a:gd name="connsiteX8" fmla="*/ 47691 w 136711"/>
                            <a:gd name="connsiteY8" fmla="*/ 75901 h 119984"/>
                            <a:gd name="connsiteX9" fmla="*/ 88945 w 136711"/>
                            <a:gd name="connsiteY9" fmla="*/ 75901 h 119984"/>
                            <a:gd name="connsiteX10" fmla="*/ 68406 w 136711"/>
                            <a:gd name="connsiteY10" fmla="*/ 27272 h 119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6711" h="119984">
                              <a:moveTo>
                                <a:pt x="37563" y="99545"/>
                              </a:moveTo>
                              <a:lnTo>
                                <a:pt x="28811" y="120118"/>
                              </a:lnTo>
                              <a:lnTo>
                                <a:pt x="50" y="120118"/>
                              </a:lnTo>
                              <a:lnTo>
                                <a:pt x="53867" y="134"/>
                              </a:lnTo>
                              <a:lnTo>
                                <a:pt x="82981" y="134"/>
                              </a:lnTo>
                              <a:lnTo>
                                <a:pt x="136762" y="120118"/>
                              </a:lnTo>
                              <a:lnTo>
                                <a:pt x="107789" y="120118"/>
                              </a:lnTo>
                              <a:lnTo>
                                <a:pt x="99073" y="99545"/>
                              </a:lnTo>
                              <a:close/>
                              <a:moveTo>
                                <a:pt x="47691" y="75901"/>
                              </a:moveTo>
                              <a:lnTo>
                                <a:pt x="88945" y="75901"/>
                              </a:lnTo>
                              <a:lnTo>
                                <a:pt x="68406" y="27272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6"/>
                      <wps:cNvSpPr/>
                      <wps:spPr>
                        <a:xfrm>
                          <a:off x="1703105" y="1344035"/>
                          <a:ext cx="106362" cy="119984"/>
                        </a:xfrm>
                        <a:custGeom>
                          <a:avLst/>
                          <a:gdLst>
                            <a:gd name="connsiteX0" fmla="*/ 76770 w 106362"/>
                            <a:gd name="connsiteY0" fmla="*/ 120118 h 119984"/>
                            <a:gd name="connsiteX1" fmla="*/ 46103 w 106362"/>
                            <a:gd name="connsiteY1" fmla="*/ 80770 h 119984"/>
                            <a:gd name="connsiteX2" fmla="*/ 26871 w 106362"/>
                            <a:gd name="connsiteY2" fmla="*/ 80770 h 119984"/>
                            <a:gd name="connsiteX3" fmla="*/ 26871 w 106362"/>
                            <a:gd name="connsiteY3" fmla="*/ 120118 h 119984"/>
                            <a:gd name="connsiteX4" fmla="*/ 50 w 106362"/>
                            <a:gd name="connsiteY4" fmla="*/ 120118 h 119984"/>
                            <a:gd name="connsiteX5" fmla="*/ 50 w 106362"/>
                            <a:gd name="connsiteY5" fmla="*/ 134 h 119984"/>
                            <a:gd name="connsiteX6" fmla="*/ 56902 w 106362"/>
                            <a:gd name="connsiteY6" fmla="*/ 134 h 119984"/>
                            <a:gd name="connsiteX7" fmla="*/ 101261 w 106362"/>
                            <a:gd name="connsiteY7" fmla="*/ 40576 h 119984"/>
                            <a:gd name="connsiteX8" fmla="*/ 73523 w 106362"/>
                            <a:gd name="connsiteY8" fmla="*/ 78230 h 119984"/>
                            <a:gd name="connsiteX9" fmla="*/ 106413 w 106362"/>
                            <a:gd name="connsiteY9" fmla="*/ 117966 h 119984"/>
                            <a:gd name="connsiteX10" fmla="*/ 106413 w 106362"/>
                            <a:gd name="connsiteY10" fmla="*/ 120012 h 119984"/>
                            <a:gd name="connsiteX11" fmla="*/ 26871 w 106362"/>
                            <a:gd name="connsiteY11" fmla="*/ 58115 h 119984"/>
                            <a:gd name="connsiteX12" fmla="*/ 57361 w 106362"/>
                            <a:gd name="connsiteY12" fmla="*/ 58115 h 119984"/>
                            <a:gd name="connsiteX13" fmla="*/ 74977 w 106362"/>
                            <a:gd name="connsiteY13" fmla="*/ 42474 h 119984"/>
                            <a:gd name="connsiteX14" fmla="*/ 75005 w 106362"/>
                            <a:gd name="connsiteY14" fmla="*/ 41352 h 119984"/>
                            <a:gd name="connsiteX15" fmla="*/ 57901 w 106362"/>
                            <a:gd name="connsiteY15" fmla="*/ 23182 h 119984"/>
                            <a:gd name="connsiteX16" fmla="*/ 57008 w 106362"/>
                            <a:gd name="connsiteY16" fmla="*/ 23178 h 119984"/>
                            <a:gd name="connsiteX17" fmla="*/ 26871 w 106362"/>
                            <a:gd name="connsiteY17" fmla="*/ 23178 h 119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06362" h="119984">
                              <a:moveTo>
                                <a:pt x="76770" y="120118"/>
                              </a:moveTo>
                              <a:lnTo>
                                <a:pt x="46103" y="80770"/>
                              </a:lnTo>
                              <a:lnTo>
                                <a:pt x="26871" y="80770"/>
                              </a:lnTo>
                              <a:lnTo>
                                <a:pt x="26871" y="120118"/>
                              </a:lnTo>
                              <a:lnTo>
                                <a:pt x="50" y="120118"/>
                              </a:lnTo>
                              <a:lnTo>
                                <a:pt x="50" y="134"/>
                              </a:lnTo>
                              <a:lnTo>
                                <a:pt x="56902" y="134"/>
                              </a:lnTo>
                              <a:cubicBezTo>
                                <a:pt x="85839" y="134"/>
                                <a:pt x="101261" y="19473"/>
                                <a:pt x="101261" y="40576"/>
                              </a:cubicBezTo>
                              <a:cubicBezTo>
                                <a:pt x="101261" y="56138"/>
                                <a:pt x="96320" y="70007"/>
                                <a:pt x="73523" y="78230"/>
                              </a:cubicBezTo>
                              <a:lnTo>
                                <a:pt x="106413" y="117966"/>
                              </a:lnTo>
                              <a:lnTo>
                                <a:pt x="106413" y="120012"/>
                              </a:lnTo>
                              <a:close/>
                              <a:moveTo>
                                <a:pt x="26871" y="58115"/>
                              </a:moveTo>
                              <a:lnTo>
                                <a:pt x="57361" y="58115"/>
                              </a:lnTo>
                              <a:cubicBezTo>
                                <a:pt x="66543" y="58662"/>
                                <a:pt x="74430" y="51660"/>
                                <a:pt x="74977" y="42474"/>
                              </a:cubicBezTo>
                              <a:cubicBezTo>
                                <a:pt x="74998" y="42100"/>
                                <a:pt x="75009" y="41726"/>
                                <a:pt x="75005" y="41352"/>
                              </a:cubicBezTo>
                              <a:cubicBezTo>
                                <a:pt x="75298" y="31612"/>
                                <a:pt x="67640" y="23478"/>
                                <a:pt x="57901" y="23182"/>
                              </a:cubicBezTo>
                              <a:cubicBezTo>
                                <a:pt x="57604" y="23175"/>
                                <a:pt x="57304" y="23171"/>
                                <a:pt x="57008" y="23178"/>
                              </a:cubicBezTo>
                              <a:lnTo>
                                <a:pt x="26871" y="23178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Graphic 6"/>
                      <wps:cNvSpPr/>
                      <wps:spPr>
                        <a:xfrm>
                          <a:off x="1844439" y="1344035"/>
                          <a:ext cx="108762" cy="119984"/>
                        </a:xfrm>
                        <a:custGeom>
                          <a:avLst/>
                          <a:gdLst>
                            <a:gd name="connsiteX0" fmla="*/ 108813 w 108762"/>
                            <a:gd name="connsiteY0" fmla="*/ 59350 h 119984"/>
                            <a:gd name="connsiteX1" fmla="*/ 49209 w 108762"/>
                            <a:gd name="connsiteY1" fmla="*/ 120118 h 119984"/>
                            <a:gd name="connsiteX2" fmla="*/ 50 w 108762"/>
                            <a:gd name="connsiteY2" fmla="*/ 120118 h 119984"/>
                            <a:gd name="connsiteX3" fmla="*/ 50 w 108762"/>
                            <a:gd name="connsiteY3" fmla="*/ 134 h 119984"/>
                            <a:gd name="connsiteX4" fmla="*/ 49209 w 108762"/>
                            <a:gd name="connsiteY4" fmla="*/ 134 h 119984"/>
                            <a:gd name="connsiteX5" fmla="*/ 108813 w 108762"/>
                            <a:gd name="connsiteY5" fmla="*/ 59209 h 119984"/>
                            <a:gd name="connsiteX6" fmla="*/ 49209 w 108762"/>
                            <a:gd name="connsiteY6" fmla="*/ 95345 h 119984"/>
                            <a:gd name="connsiteX7" fmla="*/ 82451 w 108762"/>
                            <a:gd name="connsiteY7" fmla="*/ 58820 h 119984"/>
                            <a:gd name="connsiteX8" fmla="*/ 49209 w 108762"/>
                            <a:gd name="connsiteY8" fmla="*/ 24237 h 119984"/>
                            <a:gd name="connsiteX9" fmla="*/ 26447 w 108762"/>
                            <a:gd name="connsiteY9" fmla="*/ 24237 h 119984"/>
                            <a:gd name="connsiteX10" fmla="*/ 26447 w 108762"/>
                            <a:gd name="connsiteY10" fmla="*/ 95345 h 119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8762" h="119984">
                              <a:moveTo>
                                <a:pt x="108813" y="59350"/>
                              </a:moveTo>
                              <a:cubicBezTo>
                                <a:pt x="108813" y="90863"/>
                                <a:pt x="91168" y="120118"/>
                                <a:pt x="49209" y="120118"/>
                              </a:cubicBezTo>
                              <a:lnTo>
                                <a:pt x="50" y="120118"/>
                              </a:lnTo>
                              <a:lnTo>
                                <a:pt x="50" y="134"/>
                              </a:lnTo>
                              <a:lnTo>
                                <a:pt x="49209" y="134"/>
                              </a:lnTo>
                              <a:cubicBezTo>
                                <a:pt x="90497" y="134"/>
                                <a:pt x="108813" y="27660"/>
                                <a:pt x="108813" y="59209"/>
                              </a:cubicBezTo>
                              <a:moveTo>
                                <a:pt x="49209" y="95345"/>
                              </a:moveTo>
                              <a:cubicBezTo>
                                <a:pt x="75252" y="95345"/>
                                <a:pt x="82451" y="76148"/>
                                <a:pt x="82451" y="58820"/>
                              </a:cubicBezTo>
                              <a:cubicBezTo>
                                <a:pt x="82451" y="41493"/>
                                <a:pt x="74229" y="24237"/>
                                <a:pt x="49209" y="24237"/>
                              </a:cubicBezTo>
                              <a:lnTo>
                                <a:pt x="26447" y="24237"/>
                              </a:lnTo>
                              <a:lnTo>
                                <a:pt x="26447" y="95345"/>
                              </a:lnTo>
                              <a:close/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6"/>
                      <wps:cNvSpPr/>
                      <wps:spPr>
                        <a:xfrm>
                          <a:off x="1981221" y="1340894"/>
                          <a:ext cx="102762" cy="126428"/>
                        </a:xfrm>
                        <a:custGeom>
                          <a:avLst/>
                          <a:gdLst>
                            <a:gd name="connsiteX0" fmla="*/ 52244 w 102762"/>
                            <a:gd name="connsiteY0" fmla="*/ 22719 h 126428"/>
                            <a:gd name="connsiteX1" fmla="*/ 31070 w 102762"/>
                            <a:gd name="connsiteY1" fmla="*/ 35776 h 126428"/>
                            <a:gd name="connsiteX2" fmla="*/ 56761 w 102762"/>
                            <a:gd name="connsiteY2" fmla="*/ 50139 h 126428"/>
                            <a:gd name="connsiteX3" fmla="*/ 102813 w 102762"/>
                            <a:gd name="connsiteY3" fmla="*/ 88675 h 126428"/>
                            <a:gd name="connsiteX4" fmla="*/ 52279 w 102762"/>
                            <a:gd name="connsiteY4" fmla="*/ 126541 h 126428"/>
                            <a:gd name="connsiteX5" fmla="*/ 50 w 102762"/>
                            <a:gd name="connsiteY5" fmla="*/ 102368 h 126428"/>
                            <a:gd name="connsiteX6" fmla="*/ 15966 w 102762"/>
                            <a:gd name="connsiteY6" fmla="*/ 85958 h 126428"/>
                            <a:gd name="connsiteX7" fmla="*/ 52455 w 102762"/>
                            <a:gd name="connsiteY7" fmla="*/ 102721 h 126428"/>
                            <a:gd name="connsiteX8" fmla="*/ 76452 w 102762"/>
                            <a:gd name="connsiteY8" fmla="*/ 88358 h 126428"/>
                            <a:gd name="connsiteX9" fmla="*/ 52279 w 102762"/>
                            <a:gd name="connsiteY9" fmla="*/ 72725 h 126428"/>
                            <a:gd name="connsiteX10" fmla="*/ 4814 w 102762"/>
                            <a:gd name="connsiteY10" fmla="*/ 35918 h 126428"/>
                            <a:gd name="connsiteX11" fmla="*/ 52102 w 102762"/>
                            <a:gd name="connsiteY11" fmla="*/ 134 h 126428"/>
                            <a:gd name="connsiteX12" fmla="*/ 96849 w 102762"/>
                            <a:gd name="connsiteY12" fmla="*/ 18132 h 126428"/>
                            <a:gd name="connsiteX13" fmla="*/ 80016 w 102762"/>
                            <a:gd name="connsiteY13" fmla="*/ 32636 h 126428"/>
                            <a:gd name="connsiteX14" fmla="*/ 52279 w 102762"/>
                            <a:gd name="connsiteY14" fmla="*/ 22719 h 126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2762" h="126428">
                              <a:moveTo>
                                <a:pt x="52244" y="22719"/>
                              </a:moveTo>
                              <a:cubicBezTo>
                                <a:pt x="40774" y="22719"/>
                                <a:pt x="31070" y="27695"/>
                                <a:pt x="31070" y="35776"/>
                              </a:cubicBezTo>
                              <a:cubicBezTo>
                                <a:pt x="31070" y="46716"/>
                                <a:pt x="41657" y="48763"/>
                                <a:pt x="56761" y="50139"/>
                              </a:cubicBezTo>
                              <a:cubicBezTo>
                                <a:pt x="80510" y="52363"/>
                                <a:pt x="102813" y="60938"/>
                                <a:pt x="102813" y="88675"/>
                              </a:cubicBezTo>
                              <a:cubicBezTo>
                                <a:pt x="102813" y="115248"/>
                                <a:pt x="78111" y="126541"/>
                                <a:pt x="52279" y="126541"/>
                              </a:cubicBezTo>
                              <a:cubicBezTo>
                                <a:pt x="32058" y="127035"/>
                                <a:pt x="9931" y="118989"/>
                                <a:pt x="50" y="102368"/>
                              </a:cubicBezTo>
                              <a:lnTo>
                                <a:pt x="15966" y="85958"/>
                              </a:lnTo>
                              <a:cubicBezTo>
                                <a:pt x="24859" y="97604"/>
                                <a:pt x="40668" y="102721"/>
                                <a:pt x="52455" y="102721"/>
                              </a:cubicBezTo>
                              <a:cubicBezTo>
                                <a:pt x="67030" y="102721"/>
                                <a:pt x="76452" y="97251"/>
                                <a:pt x="76452" y="88358"/>
                              </a:cubicBezTo>
                              <a:cubicBezTo>
                                <a:pt x="76452" y="78230"/>
                                <a:pt x="68547" y="74242"/>
                                <a:pt x="52279" y="72725"/>
                              </a:cubicBezTo>
                              <a:cubicBezTo>
                                <a:pt x="27117" y="70537"/>
                                <a:pt x="4320" y="63832"/>
                                <a:pt x="4814" y="35918"/>
                              </a:cubicBezTo>
                              <a:cubicBezTo>
                                <a:pt x="4814" y="11921"/>
                                <a:pt x="27788" y="134"/>
                                <a:pt x="52102" y="134"/>
                              </a:cubicBezTo>
                              <a:cubicBezTo>
                                <a:pt x="70629" y="134"/>
                                <a:pt x="84463" y="3875"/>
                                <a:pt x="96849" y="18132"/>
                              </a:cubicBezTo>
                              <a:lnTo>
                                <a:pt x="80016" y="32636"/>
                              </a:lnTo>
                              <a:cubicBezTo>
                                <a:pt x="72256" y="26118"/>
                                <a:pt x="62414" y="22599"/>
                                <a:pt x="52279" y="22719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6"/>
                      <wps:cNvSpPr/>
                      <wps:spPr>
                        <a:xfrm>
                          <a:off x="0" y="0"/>
                          <a:ext cx="2581777" cy="1171539"/>
                        </a:xfrm>
                        <a:custGeom>
                          <a:avLst/>
                          <a:gdLst>
                            <a:gd name="connsiteX0" fmla="*/ 551554 w 2581777"/>
                            <a:gd name="connsiteY0" fmla="*/ 491646 h 1171539"/>
                            <a:gd name="connsiteX1" fmla="*/ 551554 w 2581777"/>
                            <a:gd name="connsiteY1" fmla="*/ 476718 h 1171539"/>
                            <a:gd name="connsiteX2" fmla="*/ 504725 w 2581777"/>
                            <a:gd name="connsiteY2" fmla="*/ 439488 h 1171539"/>
                            <a:gd name="connsiteX3" fmla="*/ 499996 w 2581777"/>
                            <a:gd name="connsiteY3" fmla="*/ 394706 h 1171539"/>
                            <a:gd name="connsiteX4" fmla="*/ 499996 w 2581777"/>
                            <a:gd name="connsiteY4" fmla="*/ 308705 h 1171539"/>
                            <a:gd name="connsiteX5" fmla="*/ 504337 w 2581777"/>
                            <a:gd name="connsiteY5" fmla="*/ 288661 h 1171539"/>
                            <a:gd name="connsiteX6" fmla="*/ 532569 w 2581777"/>
                            <a:gd name="connsiteY6" fmla="*/ 284391 h 1171539"/>
                            <a:gd name="connsiteX7" fmla="*/ 581374 w 2581777"/>
                            <a:gd name="connsiteY7" fmla="*/ 297766 h 1171539"/>
                            <a:gd name="connsiteX8" fmla="*/ 655482 w 2581777"/>
                            <a:gd name="connsiteY8" fmla="*/ 463626 h 1171539"/>
                            <a:gd name="connsiteX9" fmla="*/ 760609 w 2581777"/>
                            <a:gd name="connsiteY9" fmla="*/ 500680 h 1171539"/>
                            <a:gd name="connsiteX10" fmla="*/ 845128 w 2581777"/>
                            <a:gd name="connsiteY10" fmla="*/ 488999 h 1171539"/>
                            <a:gd name="connsiteX11" fmla="*/ 843751 w 2581777"/>
                            <a:gd name="connsiteY11" fmla="*/ 474142 h 1171539"/>
                            <a:gd name="connsiteX12" fmla="*/ 734354 w 2581777"/>
                            <a:gd name="connsiteY12" fmla="*/ 366439 h 1171539"/>
                            <a:gd name="connsiteX13" fmla="*/ 616205 w 2581777"/>
                            <a:gd name="connsiteY13" fmla="*/ 271969 h 1171539"/>
                            <a:gd name="connsiteX14" fmla="*/ 616205 w 2581777"/>
                            <a:gd name="connsiteY14" fmla="*/ 269640 h 1171539"/>
                            <a:gd name="connsiteX15" fmla="*/ 772572 w 2581777"/>
                            <a:gd name="connsiteY15" fmla="*/ 152796 h 1171539"/>
                            <a:gd name="connsiteX16" fmla="*/ 590373 w 2581777"/>
                            <a:gd name="connsiteY16" fmla="*/ 27166 h 1171539"/>
                            <a:gd name="connsiteX17" fmla="*/ 430794 w 2581777"/>
                            <a:gd name="connsiteY17" fmla="*/ 37753 h 1171539"/>
                            <a:gd name="connsiteX18" fmla="*/ 340876 w 2581777"/>
                            <a:gd name="connsiteY18" fmla="*/ 31154 h 1171539"/>
                            <a:gd name="connsiteX19" fmla="*/ 340876 w 2581777"/>
                            <a:gd name="connsiteY19" fmla="*/ 46081 h 1171539"/>
                            <a:gd name="connsiteX20" fmla="*/ 387670 w 2581777"/>
                            <a:gd name="connsiteY20" fmla="*/ 83311 h 1171539"/>
                            <a:gd name="connsiteX21" fmla="*/ 392152 w 2581777"/>
                            <a:gd name="connsiteY21" fmla="*/ 127953 h 1171539"/>
                            <a:gd name="connsiteX22" fmla="*/ 392152 w 2581777"/>
                            <a:gd name="connsiteY22" fmla="*/ 394706 h 1171539"/>
                            <a:gd name="connsiteX23" fmla="*/ 387423 w 2581777"/>
                            <a:gd name="connsiteY23" fmla="*/ 439488 h 1171539"/>
                            <a:gd name="connsiteX24" fmla="*/ 340629 w 2581777"/>
                            <a:gd name="connsiteY24" fmla="*/ 476718 h 1171539"/>
                            <a:gd name="connsiteX25" fmla="*/ 340629 w 2581777"/>
                            <a:gd name="connsiteY25" fmla="*/ 491646 h 1171539"/>
                            <a:gd name="connsiteX26" fmla="*/ 447768 w 2581777"/>
                            <a:gd name="connsiteY26" fmla="*/ 490270 h 1171539"/>
                            <a:gd name="connsiteX27" fmla="*/ 551554 w 2581777"/>
                            <a:gd name="connsiteY27" fmla="*/ 491646 h 1171539"/>
                            <a:gd name="connsiteX28" fmla="*/ 499996 w 2581777"/>
                            <a:gd name="connsiteY28" fmla="*/ 85288 h 1171539"/>
                            <a:gd name="connsiteX29" fmla="*/ 505996 w 2581777"/>
                            <a:gd name="connsiteY29" fmla="*/ 65667 h 1171539"/>
                            <a:gd name="connsiteX30" fmla="*/ 561153 w 2581777"/>
                            <a:gd name="connsiteY30" fmla="*/ 55750 h 1171539"/>
                            <a:gd name="connsiteX31" fmla="*/ 659540 w 2581777"/>
                            <a:gd name="connsiteY31" fmla="*/ 154208 h 1171539"/>
                            <a:gd name="connsiteX32" fmla="*/ 631662 w 2581777"/>
                            <a:gd name="connsiteY32" fmla="*/ 230257 h 1171539"/>
                            <a:gd name="connsiteX33" fmla="*/ 539556 w 2581777"/>
                            <a:gd name="connsiteY33" fmla="*/ 258100 h 1171539"/>
                            <a:gd name="connsiteX34" fmla="*/ 504266 w 2581777"/>
                            <a:gd name="connsiteY34" fmla="*/ 253830 h 1171539"/>
                            <a:gd name="connsiteX35" fmla="*/ 499926 w 2581777"/>
                            <a:gd name="connsiteY35" fmla="*/ 233821 h 1171539"/>
                            <a:gd name="connsiteX36" fmla="*/ 499926 w 2581777"/>
                            <a:gd name="connsiteY36" fmla="*/ 85288 h 1171539"/>
                            <a:gd name="connsiteX37" fmla="*/ 1931655 w 2581777"/>
                            <a:gd name="connsiteY37" fmla="*/ 113060 h 1171539"/>
                            <a:gd name="connsiteX38" fmla="*/ 1989212 w 2581777"/>
                            <a:gd name="connsiteY38" fmla="*/ 56597 h 1171539"/>
                            <a:gd name="connsiteX39" fmla="*/ 1931655 w 2581777"/>
                            <a:gd name="connsiteY39" fmla="*/ 134 h 1171539"/>
                            <a:gd name="connsiteX40" fmla="*/ 1874098 w 2581777"/>
                            <a:gd name="connsiteY40" fmla="*/ 56597 h 1171539"/>
                            <a:gd name="connsiteX41" fmla="*/ 1931655 w 2581777"/>
                            <a:gd name="connsiteY41" fmla="*/ 113060 h 1171539"/>
                            <a:gd name="connsiteX42" fmla="*/ 1656750 w 2581777"/>
                            <a:gd name="connsiteY42" fmla="*/ 294801 h 1171539"/>
                            <a:gd name="connsiteX43" fmla="*/ 1457012 w 2581777"/>
                            <a:gd name="connsiteY43" fmla="*/ 411962 h 1171539"/>
                            <a:gd name="connsiteX44" fmla="*/ 1554834 w 2581777"/>
                            <a:gd name="connsiteY44" fmla="*/ 495598 h 1171539"/>
                            <a:gd name="connsiteX45" fmla="*/ 1684664 w 2581777"/>
                            <a:gd name="connsiteY45" fmla="*/ 433524 h 1171539"/>
                            <a:gd name="connsiteX46" fmla="*/ 1757184 w 2581777"/>
                            <a:gd name="connsiteY46" fmla="*/ 494222 h 1171539"/>
                            <a:gd name="connsiteX47" fmla="*/ 1840114 w 2581777"/>
                            <a:gd name="connsiteY47" fmla="*/ 474777 h 1171539"/>
                            <a:gd name="connsiteX48" fmla="*/ 1835209 w 2581777"/>
                            <a:gd name="connsiteY48" fmla="*/ 460662 h 1171539"/>
                            <a:gd name="connsiteX49" fmla="*/ 1817564 w 2581777"/>
                            <a:gd name="connsiteY49" fmla="*/ 463026 h 1171539"/>
                            <a:gd name="connsiteX50" fmla="*/ 1781816 w 2581777"/>
                            <a:gd name="connsiteY50" fmla="*/ 432854 h 1171539"/>
                            <a:gd name="connsiteX51" fmla="*/ 1779910 w 2581777"/>
                            <a:gd name="connsiteY51" fmla="*/ 391671 h 1171539"/>
                            <a:gd name="connsiteX52" fmla="*/ 1779910 w 2581777"/>
                            <a:gd name="connsiteY52" fmla="*/ 277015 h 1171539"/>
                            <a:gd name="connsiteX53" fmla="*/ 1772853 w 2581777"/>
                            <a:gd name="connsiteY53" fmla="*/ 222564 h 1171539"/>
                            <a:gd name="connsiteX54" fmla="*/ 1622378 w 2581777"/>
                            <a:gd name="connsiteY54" fmla="*/ 150785 h 1171539"/>
                            <a:gd name="connsiteX55" fmla="*/ 1474162 w 2581777"/>
                            <a:gd name="connsiteY55" fmla="*/ 231527 h 1171539"/>
                            <a:gd name="connsiteX56" fmla="*/ 1532672 w 2581777"/>
                            <a:gd name="connsiteY56" fmla="*/ 282556 h 1171539"/>
                            <a:gd name="connsiteX57" fmla="*/ 1570044 w 2581777"/>
                            <a:gd name="connsiteY57" fmla="*/ 271087 h 1171539"/>
                            <a:gd name="connsiteX58" fmla="*/ 1565245 w 2581777"/>
                            <a:gd name="connsiteY58" fmla="*/ 237421 h 1171539"/>
                            <a:gd name="connsiteX59" fmla="*/ 1622167 w 2581777"/>
                            <a:gd name="connsiteY59" fmla="*/ 172523 h 1171539"/>
                            <a:gd name="connsiteX60" fmla="*/ 1682370 w 2581777"/>
                            <a:gd name="connsiteY60" fmla="*/ 246631 h 1171539"/>
                            <a:gd name="connsiteX61" fmla="*/ 1682370 w 2581777"/>
                            <a:gd name="connsiteY61" fmla="*/ 275251 h 1171539"/>
                            <a:gd name="connsiteX62" fmla="*/ 1656785 w 2581777"/>
                            <a:gd name="connsiteY62" fmla="*/ 294625 h 1171539"/>
                            <a:gd name="connsiteX63" fmla="*/ 1682370 w 2581777"/>
                            <a:gd name="connsiteY63" fmla="*/ 380025 h 1171539"/>
                            <a:gd name="connsiteX64" fmla="*/ 1600710 w 2581777"/>
                            <a:gd name="connsiteY64" fmla="*/ 453886 h 1171539"/>
                            <a:gd name="connsiteX65" fmla="*/ 1550952 w 2581777"/>
                            <a:gd name="connsiteY65" fmla="*/ 404834 h 1171539"/>
                            <a:gd name="connsiteX66" fmla="*/ 1646234 w 2581777"/>
                            <a:gd name="connsiteY66" fmla="*/ 315410 h 1171539"/>
                            <a:gd name="connsiteX67" fmla="*/ 1678383 w 2581777"/>
                            <a:gd name="connsiteY67" fmla="*/ 317951 h 1171539"/>
                            <a:gd name="connsiteX68" fmla="*/ 1682300 w 2581777"/>
                            <a:gd name="connsiteY68" fmla="*/ 332455 h 1171539"/>
                            <a:gd name="connsiteX69" fmla="*/ 1001566 w 2581777"/>
                            <a:gd name="connsiteY69" fmla="*/ 495739 h 1171539"/>
                            <a:gd name="connsiteX70" fmla="*/ 1165415 w 2581777"/>
                            <a:gd name="connsiteY70" fmla="*/ 438888 h 1171539"/>
                            <a:gd name="connsiteX71" fmla="*/ 1156981 w 2581777"/>
                            <a:gd name="connsiteY71" fmla="*/ 426502 h 1171539"/>
                            <a:gd name="connsiteX72" fmla="*/ 1064452 w 2581777"/>
                            <a:gd name="connsiteY72" fmla="*/ 451839 h 1171539"/>
                            <a:gd name="connsiteX73" fmla="*/ 943373 w 2581777"/>
                            <a:gd name="connsiteY73" fmla="*/ 388036 h 1171539"/>
                            <a:gd name="connsiteX74" fmla="*/ 934092 w 2581777"/>
                            <a:gd name="connsiteY74" fmla="*/ 350559 h 1171539"/>
                            <a:gd name="connsiteX75" fmla="*/ 945208 w 2581777"/>
                            <a:gd name="connsiteY75" fmla="*/ 345089 h 1171539"/>
                            <a:gd name="connsiteX76" fmla="*/ 984944 w 2581777"/>
                            <a:gd name="connsiteY76" fmla="*/ 346888 h 1171539"/>
                            <a:gd name="connsiteX77" fmla="*/ 1153416 w 2581777"/>
                            <a:gd name="connsiteY77" fmla="*/ 254077 h 1171539"/>
                            <a:gd name="connsiteX78" fmla="*/ 1004354 w 2581777"/>
                            <a:gd name="connsiteY78" fmla="*/ 150961 h 1171539"/>
                            <a:gd name="connsiteX79" fmla="*/ 827165 w 2581777"/>
                            <a:gd name="connsiteY79" fmla="*/ 321656 h 1171539"/>
                            <a:gd name="connsiteX80" fmla="*/ 1001566 w 2581777"/>
                            <a:gd name="connsiteY80" fmla="*/ 495739 h 1171539"/>
                            <a:gd name="connsiteX81" fmla="*/ 999872 w 2581777"/>
                            <a:gd name="connsiteY81" fmla="*/ 173829 h 1171539"/>
                            <a:gd name="connsiteX82" fmla="*/ 1057288 w 2581777"/>
                            <a:gd name="connsiteY82" fmla="*/ 251466 h 1171539"/>
                            <a:gd name="connsiteX83" fmla="*/ 972275 w 2581777"/>
                            <a:gd name="connsiteY83" fmla="*/ 324621 h 1171539"/>
                            <a:gd name="connsiteX84" fmla="*/ 927105 w 2581777"/>
                            <a:gd name="connsiteY84" fmla="*/ 297977 h 1171539"/>
                            <a:gd name="connsiteX85" fmla="*/ 999872 w 2581777"/>
                            <a:gd name="connsiteY85" fmla="*/ 173829 h 1171539"/>
                            <a:gd name="connsiteX86" fmla="*/ 1232782 w 2581777"/>
                            <a:gd name="connsiteY86" fmla="*/ 210777 h 1171539"/>
                            <a:gd name="connsiteX87" fmla="*/ 1232782 w 2581777"/>
                            <a:gd name="connsiteY87" fmla="*/ 400352 h 1171539"/>
                            <a:gd name="connsiteX88" fmla="*/ 1328452 w 2581777"/>
                            <a:gd name="connsiteY88" fmla="*/ 495634 h 1171539"/>
                            <a:gd name="connsiteX89" fmla="*/ 1424828 w 2581777"/>
                            <a:gd name="connsiteY89" fmla="*/ 468073 h 1171539"/>
                            <a:gd name="connsiteX90" fmla="*/ 1417770 w 2581777"/>
                            <a:gd name="connsiteY90" fmla="*/ 454627 h 1171539"/>
                            <a:gd name="connsiteX91" fmla="*/ 1381175 w 2581777"/>
                            <a:gd name="connsiteY91" fmla="*/ 462144 h 1171539"/>
                            <a:gd name="connsiteX92" fmla="*/ 1335934 w 2581777"/>
                            <a:gd name="connsiteY92" fmla="*/ 423043 h 1171539"/>
                            <a:gd name="connsiteX93" fmla="*/ 1332158 w 2581777"/>
                            <a:gd name="connsiteY93" fmla="*/ 377167 h 1171539"/>
                            <a:gd name="connsiteX94" fmla="*/ 1332158 w 2581777"/>
                            <a:gd name="connsiteY94" fmla="*/ 210530 h 1171539"/>
                            <a:gd name="connsiteX95" fmla="*/ 1336534 w 2581777"/>
                            <a:gd name="connsiteY95" fmla="*/ 190203 h 1171539"/>
                            <a:gd name="connsiteX96" fmla="*/ 1357001 w 2581777"/>
                            <a:gd name="connsiteY96" fmla="*/ 185863 h 1171539"/>
                            <a:gd name="connsiteX97" fmla="*/ 1419711 w 2581777"/>
                            <a:gd name="connsiteY97" fmla="*/ 186780 h 1171539"/>
                            <a:gd name="connsiteX98" fmla="*/ 1419711 w 2581777"/>
                            <a:gd name="connsiteY98" fmla="*/ 161442 h 1171539"/>
                            <a:gd name="connsiteX99" fmla="*/ 1360601 w 2581777"/>
                            <a:gd name="connsiteY99" fmla="*/ 162360 h 1171539"/>
                            <a:gd name="connsiteX100" fmla="*/ 1336534 w 2581777"/>
                            <a:gd name="connsiteY100" fmla="*/ 158019 h 1171539"/>
                            <a:gd name="connsiteX101" fmla="*/ 1332158 w 2581777"/>
                            <a:gd name="connsiteY101" fmla="*/ 137692 h 1171539"/>
                            <a:gd name="connsiteX102" fmla="*/ 1332158 w 2581777"/>
                            <a:gd name="connsiteY102" fmla="*/ 61538 h 1171539"/>
                            <a:gd name="connsiteX103" fmla="*/ 1317689 w 2581777"/>
                            <a:gd name="connsiteY103" fmla="*/ 61538 h 1171539"/>
                            <a:gd name="connsiteX104" fmla="*/ 1182989 w 2581777"/>
                            <a:gd name="connsiteY104" fmla="*/ 172241 h 1171539"/>
                            <a:gd name="connsiteX105" fmla="*/ 1182989 w 2581777"/>
                            <a:gd name="connsiteY105" fmla="*/ 186357 h 1171539"/>
                            <a:gd name="connsiteX106" fmla="*/ 1228159 w 2581777"/>
                            <a:gd name="connsiteY106" fmla="*/ 190415 h 1171539"/>
                            <a:gd name="connsiteX107" fmla="*/ 1232535 w 2581777"/>
                            <a:gd name="connsiteY107" fmla="*/ 210706 h 1171539"/>
                            <a:gd name="connsiteX108" fmla="*/ 2104503 w 2581777"/>
                            <a:gd name="connsiteY108" fmla="*/ 68702 h 1171539"/>
                            <a:gd name="connsiteX109" fmla="*/ 2106726 w 2581777"/>
                            <a:gd name="connsiteY109" fmla="*/ 109108 h 1171539"/>
                            <a:gd name="connsiteX110" fmla="*/ 2106726 w 2581777"/>
                            <a:gd name="connsiteY110" fmla="*/ 403704 h 1171539"/>
                            <a:gd name="connsiteX111" fmla="*/ 2112055 w 2581777"/>
                            <a:gd name="connsiteY111" fmla="*/ 450110 h 1171539"/>
                            <a:gd name="connsiteX112" fmla="*/ 2193962 w 2581777"/>
                            <a:gd name="connsiteY112" fmla="*/ 495528 h 1171539"/>
                            <a:gd name="connsiteX113" fmla="*/ 2285150 w 2581777"/>
                            <a:gd name="connsiteY113" fmla="*/ 476401 h 1171539"/>
                            <a:gd name="connsiteX114" fmla="*/ 2281056 w 2581777"/>
                            <a:gd name="connsiteY114" fmla="*/ 461967 h 1171539"/>
                            <a:gd name="connsiteX115" fmla="*/ 2261082 w 2581777"/>
                            <a:gd name="connsiteY115" fmla="*/ 464826 h 1171539"/>
                            <a:gd name="connsiteX116" fmla="*/ 2211289 w 2581777"/>
                            <a:gd name="connsiteY116" fmla="*/ 430207 h 1171539"/>
                            <a:gd name="connsiteX117" fmla="*/ 2207760 w 2581777"/>
                            <a:gd name="connsiteY117" fmla="*/ 381613 h 1171539"/>
                            <a:gd name="connsiteX118" fmla="*/ 2207760 w 2581777"/>
                            <a:gd name="connsiteY118" fmla="*/ 88005 h 1171539"/>
                            <a:gd name="connsiteX119" fmla="*/ 2144239 w 2581777"/>
                            <a:gd name="connsiteY119" fmla="*/ 21555 h 1171539"/>
                            <a:gd name="connsiteX120" fmla="*/ 2066602 w 2581777"/>
                            <a:gd name="connsiteY120" fmla="*/ 26142 h 1171539"/>
                            <a:gd name="connsiteX121" fmla="*/ 2066602 w 2581777"/>
                            <a:gd name="connsiteY121" fmla="*/ 40964 h 1171539"/>
                            <a:gd name="connsiteX122" fmla="*/ 2104115 w 2581777"/>
                            <a:gd name="connsiteY122" fmla="*/ 68702 h 1171539"/>
                            <a:gd name="connsiteX123" fmla="*/ 2041264 w 2581777"/>
                            <a:gd name="connsiteY123" fmla="*/ 464826 h 1171539"/>
                            <a:gd name="connsiteX124" fmla="*/ 1991436 w 2581777"/>
                            <a:gd name="connsiteY124" fmla="*/ 430207 h 1171539"/>
                            <a:gd name="connsiteX125" fmla="*/ 1987907 w 2581777"/>
                            <a:gd name="connsiteY125" fmla="*/ 381613 h 1171539"/>
                            <a:gd name="connsiteX126" fmla="*/ 1987907 w 2581777"/>
                            <a:gd name="connsiteY126" fmla="*/ 218894 h 1171539"/>
                            <a:gd name="connsiteX127" fmla="*/ 1924386 w 2581777"/>
                            <a:gd name="connsiteY127" fmla="*/ 152479 h 1171539"/>
                            <a:gd name="connsiteX128" fmla="*/ 1846749 w 2581777"/>
                            <a:gd name="connsiteY128" fmla="*/ 156996 h 1171539"/>
                            <a:gd name="connsiteX129" fmla="*/ 1846749 w 2581777"/>
                            <a:gd name="connsiteY129" fmla="*/ 171853 h 1171539"/>
                            <a:gd name="connsiteX130" fmla="*/ 1884261 w 2581777"/>
                            <a:gd name="connsiteY130" fmla="*/ 199555 h 1171539"/>
                            <a:gd name="connsiteX131" fmla="*/ 1886449 w 2581777"/>
                            <a:gd name="connsiteY131" fmla="*/ 239997 h 1171539"/>
                            <a:gd name="connsiteX132" fmla="*/ 1886449 w 2581777"/>
                            <a:gd name="connsiteY132" fmla="*/ 403704 h 1171539"/>
                            <a:gd name="connsiteX133" fmla="*/ 1892307 w 2581777"/>
                            <a:gd name="connsiteY133" fmla="*/ 450110 h 1171539"/>
                            <a:gd name="connsiteX134" fmla="*/ 1974179 w 2581777"/>
                            <a:gd name="connsiteY134" fmla="*/ 495528 h 1171539"/>
                            <a:gd name="connsiteX135" fmla="*/ 2065226 w 2581777"/>
                            <a:gd name="connsiteY135" fmla="*/ 476401 h 1171539"/>
                            <a:gd name="connsiteX136" fmla="*/ 2061097 w 2581777"/>
                            <a:gd name="connsiteY136" fmla="*/ 461967 h 1171539"/>
                            <a:gd name="connsiteX137" fmla="*/ 2041158 w 2581777"/>
                            <a:gd name="connsiteY137" fmla="*/ 464826 h 1171539"/>
                            <a:gd name="connsiteX138" fmla="*/ 244818 w 2581777"/>
                            <a:gd name="connsiteY138" fmla="*/ 639509 h 1171539"/>
                            <a:gd name="connsiteX139" fmla="*/ 18966 w 2581777"/>
                            <a:gd name="connsiteY139" fmla="*/ 638027 h 1171539"/>
                            <a:gd name="connsiteX140" fmla="*/ 50 w 2581777"/>
                            <a:gd name="connsiteY140" fmla="*/ 768774 h 1171539"/>
                            <a:gd name="connsiteX141" fmla="*/ 17131 w 2581777"/>
                            <a:gd name="connsiteY141" fmla="*/ 768774 h 1171539"/>
                            <a:gd name="connsiteX142" fmla="*/ 57784 w 2581777"/>
                            <a:gd name="connsiteY142" fmla="*/ 699042 h 1171539"/>
                            <a:gd name="connsiteX143" fmla="*/ 138421 w 2581777"/>
                            <a:gd name="connsiteY143" fmla="*/ 671658 h 1171539"/>
                            <a:gd name="connsiteX144" fmla="*/ 176674 w 2581777"/>
                            <a:gd name="connsiteY144" fmla="*/ 677480 h 1171539"/>
                            <a:gd name="connsiteX145" fmla="*/ 181474 w 2581777"/>
                            <a:gd name="connsiteY145" fmla="*/ 699571 h 1171539"/>
                            <a:gd name="connsiteX146" fmla="*/ 181474 w 2581777"/>
                            <a:gd name="connsiteY146" fmla="*/ 1035457 h 1171539"/>
                            <a:gd name="connsiteX147" fmla="*/ 174416 w 2581777"/>
                            <a:gd name="connsiteY147" fmla="*/ 1084403 h 1171539"/>
                            <a:gd name="connsiteX148" fmla="*/ 104896 w 2581777"/>
                            <a:gd name="connsiteY148" fmla="*/ 1125092 h 1171539"/>
                            <a:gd name="connsiteX149" fmla="*/ 104896 w 2581777"/>
                            <a:gd name="connsiteY149" fmla="*/ 1141360 h 1171539"/>
                            <a:gd name="connsiteX150" fmla="*/ 244889 w 2581777"/>
                            <a:gd name="connsiteY150" fmla="*/ 1139878 h 1171539"/>
                            <a:gd name="connsiteX151" fmla="*/ 384917 w 2581777"/>
                            <a:gd name="connsiteY151" fmla="*/ 1141360 h 1171539"/>
                            <a:gd name="connsiteX152" fmla="*/ 384917 w 2581777"/>
                            <a:gd name="connsiteY152" fmla="*/ 1125092 h 1171539"/>
                            <a:gd name="connsiteX153" fmla="*/ 315397 w 2581777"/>
                            <a:gd name="connsiteY153" fmla="*/ 1084403 h 1171539"/>
                            <a:gd name="connsiteX154" fmla="*/ 308339 w 2581777"/>
                            <a:gd name="connsiteY154" fmla="*/ 1035457 h 1171539"/>
                            <a:gd name="connsiteX155" fmla="*/ 308339 w 2581777"/>
                            <a:gd name="connsiteY155" fmla="*/ 699571 h 1171539"/>
                            <a:gd name="connsiteX156" fmla="*/ 313068 w 2581777"/>
                            <a:gd name="connsiteY156" fmla="*/ 677480 h 1171539"/>
                            <a:gd name="connsiteX157" fmla="*/ 351392 w 2581777"/>
                            <a:gd name="connsiteY157" fmla="*/ 671658 h 1171539"/>
                            <a:gd name="connsiteX158" fmla="*/ 431958 w 2581777"/>
                            <a:gd name="connsiteY158" fmla="*/ 699042 h 1171539"/>
                            <a:gd name="connsiteX159" fmla="*/ 472577 w 2581777"/>
                            <a:gd name="connsiteY159" fmla="*/ 768774 h 1171539"/>
                            <a:gd name="connsiteX160" fmla="*/ 489692 w 2581777"/>
                            <a:gd name="connsiteY160" fmla="*/ 768774 h 1171539"/>
                            <a:gd name="connsiteX161" fmla="*/ 470741 w 2581777"/>
                            <a:gd name="connsiteY161" fmla="*/ 638027 h 1171539"/>
                            <a:gd name="connsiteX162" fmla="*/ 244889 w 2581777"/>
                            <a:gd name="connsiteY162" fmla="*/ 639509 h 1171539"/>
                            <a:gd name="connsiteX163" fmla="*/ 2562807 w 2581777"/>
                            <a:gd name="connsiteY163" fmla="*/ 638027 h 1171539"/>
                            <a:gd name="connsiteX164" fmla="*/ 2336955 w 2581777"/>
                            <a:gd name="connsiteY164" fmla="*/ 639509 h 1171539"/>
                            <a:gd name="connsiteX165" fmla="*/ 2111102 w 2581777"/>
                            <a:gd name="connsiteY165" fmla="*/ 638027 h 1171539"/>
                            <a:gd name="connsiteX166" fmla="*/ 2092222 w 2581777"/>
                            <a:gd name="connsiteY166" fmla="*/ 768774 h 1171539"/>
                            <a:gd name="connsiteX167" fmla="*/ 2109302 w 2581777"/>
                            <a:gd name="connsiteY167" fmla="*/ 768774 h 1171539"/>
                            <a:gd name="connsiteX168" fmla="*/ 2149921 w 2581777"/>
                            <a:gd name="connsiteY168" fmla="*/ 699042 h 1171539"/>
                            <a:gd name="connsiteX169" fmla="*/ 2230487 w 2581777"/>
                            <a:gd name="connsiteY169" fmla="*/ 671658 h 1171539"/>
                            <a:gd name="connsiteX170" fmla="*/ 2268811 w 2581777"/>
                            <a:gd name="connsiteY170" fmla="*/ 677480 h 1171539"/>
                            <a:gd name="connsiteX171" fmla="*/ 2273575 w 2581777"/>
                            <a:gd name="connsiteY171" fmla="*/ 699571 h 1171539"/>
                            <a:gd name="connsiteX172" fmla="*/ 2273575 w 2581777"/>
                            <a:gd name="connsiteY172" fmla="*/ 1035457 h 1171539"/>
                            <a:gd name="connsiteX173" fmla="*/ 2266517 w 2581777"/>
                            <a:gd name="connsiteY173" fmla="*/ 1084403 h 1171539"/>
                            <a:gd name="connsiteX174" fmla="*/ 2196997 w 2581777"/>
                            <a:gd name="connsiteY174" fmla="*/ 1125092 h 1171539"/>
                            <a:gd name="connsiteX175" fmla="*/ 2196997 w 2581777"/>
                            <a:gd name="connsiteY175" fmla="*/ 1141360 h 1171539"/>
                            <a:gd name="connsiteX176" fmla="*/ 2336990 w 2581777"/>
                            <a:gd name="connsiteY176" fmla="*/ 1139878 h 1171539"/>
                            <a:gd name="connsiteX177" fmla="*/ 2476983 w 2581777"/>
                            <a:gd name="connsiteY177" fmla="*/ 1141360 h 1171539"/>
                            <a:gd name="connsiteX178" fmla="*/ 2476983 w 2581777"/>
                            <a:gd name="connsiteY178" fmla="*/ 1125092 h 1171539"/>
                            <a:gd name="connsiteX179" fmla="*/ 2407498 w 2581777"/>
                            <a:gd name="connsiteY179" fmla="*/ 1084403 h 1171539"/>
                            <a:gd name="connsiteX180" fmla="*/ 2400441 w 2581777"/>
                            <a:gd name="connsiteY180" fmla="*/ 1035457 h 1171539"/>
                            <a:gd name="connsiteX181" fmla="*/ 2400441 w 2581777"/>
                            <a:gd name="connsiteY181" fmla="*/ 699571 h 1171539"/>
                            <a:gd name="connsiteX182" fmla="*/ 2405205 w 2581777"/>
                            <a:gd name="connsiteY182" fmla="*/ 677480 h 1171539"/>
                            <a:gd name="connsiteX183" fmla="*/ 2443529 w 2581777"/>
                            <a:gd name="connsiteY183" fmla="*/ 671658 h 1171539"/>
                            <a:gd name="connsiteX184" fmla="*/ 2524095 w 2581777"/>
                            <a:gd name="connsiteY184" fmla="*/ 699042 h 1171539"/>
                            <a:gd name="connsiteX185" fmla="*/ 2564713 w 2581777"/>
                            <a:gd name="connsiteY185" fmla="*/ 768774 h 1171539"/>
                            <a:gd name="connsiteX186" fmla="*/ 2581829 w 2581777"/>
                            <a:gd name="connsiteY186" fmla="*/ 768774 h 1171539"/>
                            <a:gd name="connsiteX187" fmla="*/ 1900777 w 2581777"/>
                            <a:gd name="connsiteY187" fmla="*/ 835648 h 1171539"/>
                            <a:gd name="connsiteX188" fmla="*/ 1759337 w 2581777"/>
                            <a:gd name="connsiteY188" fmla="*/ 731014 h 1171539"/>
                            <a:gd name="connsiteX189" fmla="*/ 1851619 w 2581777"/>
                            <a:gd name="connsiteY189" fmla="*/ 658459 h 1171539"/>
                            <a:gd name="connsiteX190" fmla="*/ 2011057 w 2581777"/>
                            <a:gd name="connsiteY190" fmla="*/ 794571 h 1171539"/>
                            <a:gd name="connsiteX191" fmla="*/ 2026301 w 2581777"/>
                            <a:gd name="connsiteY191" fmla="*/ 794571 h 1171539"/>
                            <a:gd name="connsiteX192" fmla="*/ 2025349 w 2581777"/>
                            <a:gd name="connsiteY192" fmla="*/ 662412 h 1171539"/>
                            <a:gd name="connsiteX193" fmla="*/ 1858429 w 2581777"/>
                            <a:gd name="connsiteY193" fmla="*/ 632098 h 1171539"/>
                            <a:gd name="connsiteX194" fmla="*/ 1656785 w 2581777"/>
                            <a:gd name="connsiteY194" fmla="*/ 775656 h 1171539"/>
                            <a:gd name="connsiteX195" fmla="*/ 1770171 w 2581777"/>
                            <a:gd name="connsiteY195" fmla="*/ 918825 h 1171539"/>
                            <a:gd name="connsiteX196" fmla="*/ 1950641 w 2581777"/>
                            <a:gd name="connsiteY196" fmla="*/ 1047349 h 1171539"/>
                            <a:gd name="connsiteX197" fmla="*/ 1847949 w 2581777"/>
                            <a:gd name="connsiteY197" fmla="*/ 1118987 h 1171539"/>
                            <a:gd name="connsiteX198" fmla="*/ 1673901 w 2581777"/>
                            <a:gd name="connsiteY198" fmla="*/ 976065 h 1171539"/>
                            <a:gd name="connsiteX199" fmla="*/ 1658303 w 2581777"/>
                            <a:gd name="connsiteY199" fmla="*/ 976065 h 1171539"/>
                            <a:gd name="connsiteX200" fmla="*/ 1659044 w 2581777"/>
                            <a:gd name="connsiteY200" fmla="*/ 1114964 h 1171539"/>
                            <a:gd name="connsiteX201" fmla="*/ 1838703 w 2581777"/>
                            <a:gd name="connsiteY201" fmla="*/ 1147289 h 1171539"/>
                            <a:gd name="connsiteX202" fmla="*/ 2057497 w 2581777"/>
                            <a:gd name="connsiteY202" fmla="*/ 999461 h 1171539"/>
                            <a:gd name="connsiteX203" fmla="*/ 1900883 w 2581777"/>
                            <a:gd name="connsiteY203" fmla="*/ 835683 h 1171539"/>
                            <a:gd name="connsiteX204" fmla="*/ 981557 w 2581777"/>
                            <a:gd name="connsiteY204" fmla="*/ 1009307 h 1171539"/>
                            <a:gd name="connsiteX205" fmla="*/ 843539 w 2581777"/>
                            <a:gd name="connsiteY205" fmla="*/ 901321 h 1171539"/>
                            <a:gd name="connsiteX206" fmla="*/ 843539 w 2581777"/>
                            <a:gd name="connsiteY206" fmla="*/ 898781 h 1171539"/>
                            <a:gd name="connsiteX207" fmla="*/ 1014341 w 2581777"/>
                            <a:gd name="connsiteY207" fmla="*/ 771139 h 1171539"/>
                            <a:gd name="connsiteX208" fmla="*/ 815308 w 2581777"/>
                            <a:gd name="connsiteY208" fmla="*/ 633968 h 1171539"/>
                            <a:gd name="connsiteX209" fmla="*/ 641013 w 2581777"/>
                            <a:gd name="connsiteY209" fmla="*/ 645437 h 1171539"/>
                            <a:gd name="connsiteX210" fmla="*/ 539097 w 2581777"/>
                            <a:gd name="connsiteY210" fmla="*/ 638380 h 1171539"/>
                            <a:gd name="connsiteX211" fmla="*/ 539097 w 2581777"/>
                            <a:gd name="connsiteY211" fmla="*/ 654648 h 1171539"/>
                            <a:gd name="connsiteX212" fmla="*/ 590232 w 2581777"/>
                            <a:gd name="connsiteY212" fmla="*/ 695301 h 1171539"/>
                            <a:gd name="connsiteX213" fmla="*/ 595419 w 2581777"/>
                            <a:gd name="connsiteY213" fmla="*/ 744283 h 1171539"/>
                            <a:gd name="connsiteX214" fmla="*/ 595419 w 2581777"/>
                            <a:gd name="connsiteY214" fmla="*/ 1035668 h 1171539"/>
                            <a:gd name="connsiteX215" fmla="*/ 590232 w 2581777"/>
                            <a:gd name="connsiteY215" fmla="*/ 1084615 h 1171539"/>
                            <a:gd name="connsiteX216" fmla="*/ 539097 w 2581777"/>
                            <a:gd name="connsiteY216" fmla="*/ 1125304 h 1171539"/>
                            <a:gd name="connsiteX217" fmla="*/ 539097 w 2581777"/>
                            <a:gd name="connsiteY217" fmla="*/ 1141572 h 1171539"/>
                            <a:gd name="connsiteX218" fmla="*/ 659823 w 2581777"/>
                            <a:gd name="connsiteY218" fmla="*/ 1140090 h 1171539"/>
                            <a:gd name="connsiteX219" fmla="*/ 773208 w 2581777"/>
                            <a:gd name="connsiteY219" fmla="*/ 1141572 h 1171539"/>
                            <a:gd name="connsiteX220" fmla="*/ 773208 w 2581777"/>
                            <a:gd name="connsiteY220" fmla="*/ 1125304 h 1171539"/>
                            <a:gd name="connsiteX221" fmla="*/ 722038 w 2581777"/>
                            <a:gd name="connsiteY221" fmla="*/ 1084615 h 1171539"/>
                            <a:gd name="connsiteX222" fmla="*/ 716886 w 2581777"/>
                            <a:gd name="connsiteY222" fmla="*/ 1035668 h 1171539"/>
                            <a:gd name="connsiteX223" fmla="*/ 716886 w 2581777"/>
                            <a:gd name="connsiteY223" fmla="*/ 941516 h 1171539"/>
                            <a:gd name="connsiteX224" fmla="*/ 721579 w 2581777"/>
                            <a:gd name="connsiteY224" fmla="*/ 919637 h 1171539"/>
                            <a:gd name="connsiteX225" fmla="*/ 758033 w 2581777"/>
                            <a:gd name="connsiteY225" fmla="*/ 914978 h 1171539"/>
                            <a:gd name="connsiteX226" fmla="*/ 805780 w 2581777"/>
                            <a:gd name="connsiteY226" fmla="*/ 929553 h 1171539"/>
                            <a:gd name="connsiteX227" fmla="*/ 893686 w 2581777"/>
                            <a:gd name="connsiteY227" fmla="*/ 1128515 h 1171539"/>
                            <a:gd name="connsiteX228" fmla="*/ 1006930 w 2581777"/>
                            <a:gd name="connsiteY228" fmla="*/ 1171674 h 1171539"/>
                            <a:gd name="connsiteX229" fmla="*/ 1110116 w 2581777"/>
                            <a:gd name="connsiteY229" fmla="*/ 1158088 h 1171539"/>
                            <a:gd name="connsiteX230" fmla="*/ 1108705 w 2581777"/>
                            <a:gd name="connsiteY230" fmla="*/ 1140125 h 1171539"/>
                            <a:gd name="connsiteX231" fmla="*/ 981662 w 2581777"/>
                            <a:gd name="connsiteY231" fmla="*/ 1009237 h 1171539"/>
                            <a:gd name="connsiteX232" fmla="*/ 760045 w 2581777"/>
                            <a:gd name="connsiteY232" fmla="*/ 886359 h 1171539"/>
                            <a:gd name="connsiteX233" fmla="*/ 721544 w 2581777"/>
                            <a:gd name="connsiteY233" fmla="*/ 881700 h 1171539"/>
                            <a:gd name="connsiteX234" fmla="*/ 716850 w 2581777"/>
                            <a:gd name="connsiteY234" fmla="*/ 859821 h 1171539"/>
                            <a:gd name="connsiteX235" fmla="*/ 716850 w 2581777"/>
                            <a:gd name="connsiteY235" fmla="*/ 697489 h 1171539"/>
                            <a:gd name="connsiteX236" fmla="*/ 723414 w 2581777"/>
                            <a:gd name="connsiteY236" fmla="*/ 676069 h 1171539"/>
                            <a:gd name="connsiteX237" fmla="*/ 783618 w 2581777"/>
                            <a:gd name="connsiteY237" fmla="*/ 665235 h 1171539"/>
                            <a:gd name="connsiteX238" fmla="*/ 891110 w 2581777"/>
                            <a:gd name="connsiteY238" fmla="*/ 772797 h 1171539"/>
                            <a:gd name="connsiteX239" fmla="*/ 860690 w 2581777"/>
                            <a:gd name="connsiteY239" fmla="*/ 855833 h 1171539"/>
                            <a:gd name="connsiteX240" fmla="*/ 760045 w 2581777"/>
                            <a:gd name="connsiteY240" fmla="*/ 886288 h 1171539"/>
                            <a:gd name="connsiteX241" fmla="*/ 1523744 w 2581777"/>
                            <a:gd name="connsiteY241" fmla="*/ 639579 h 1171539"/>
                            <a:gd name="connsiteX242" fmla="*/ 1440602 w 2581777"/>
                            <a:gd name="connsiteY242" fmla="*/ 638097 h 1171539"/>
                            <a:gd name="connsiteX243" fmla="*/ 1440602 w 2581777"/>
                            <a:gd name="connsiteY243" fmla="*/ 654366 h 1171539"/>
                            <a:gd name="connsiteX244" fmla="*/ 1495936 w 2581777"/>
                            <a:gd name="connsiteY244" fmla="*/ 695054 h 1171539"/>
                            <a:gd name="connsiteX245" fmla="*/ 1501512 w 2581777"/>
                            <a:gd name="connsiteY245" fmla="*/ 744001 h 1171539"/>
                            <a:gd name="connsiteX246" fmla="*/ 1501512 w 2581777"/>
                            <a:gd name="connsiteY246" fmla="*/ 910214 h 1171539"/>
                            <a:gd name="connsiteX247" fmla="*/ 1483302 w 2581777"/>
                            <a:gd name="connsiteY247" fmla="*/ 1033339 h 1171539"/>
                            <a:gd name="connsiteX248" fmla="*/ 1364518 w 2581777"/>
                            <a:gd name="connsiteY248" fmla="*/ 1104801 h 1171539"/>
                            <a:gd name="connsiteX249" fmla="*/ 1267084 w 2581777"/>
                            <a:gd name="connsiteY249" fmla="*/ 1045796 h 1171539"/>
                            <a:gd name="connsiteX250" fmla="*/ 1247322 w 2581777"/>
                            <a:gd name="connsiteY250" fmla="*/ 880889 h 1171539"/>
                            <a:gd name="connsiteX251" fmla="*/ 1247322 w 2581777"/>
                            <a:gd name="connsiteY251" fmla="*/ 743930 h 1171539"/>
                            <a:gd name="connsiteX252" fmla="*/ 1252474 w 2581777"/>
                            <a:gd name="connsiteY252" fmla="*/ 694984 h 1171539"/>
                            <a:gd name="connsiteX253" fmla="*/ 1303644 w 2581777"/>
                            <a:gd name="connsiteY253" fmla="*/ 654295 h 1171539"/>
                            <a:gd name="connsiteX254" fmla="*/ 1303644 w 2581777"/>
                            <a:gd name="connsiteY254" fmla="*/ 638027 h 1171539"/>
                            <a:gd name="connsiteX255" fmla="*/ 1182918 w 2581777"/>
                            <a:gd name="connsiteY255" fmla="*/ 639509 h 1171539"/>
                            <a:gd name="connsiteX256" fmla="*/ 1069533 w 2581777"/>
                            <a:gd name="connsiteY256" fmla="*/ 638027 h 1171539"/>
                            <a:gd name="connsiteX257" fmla="*/ 1069533 w 2581777"/>
                            <a:gd name="connsiteY257" fmla="*/ 654295 h 1171539"/>
                            <a:gd name="connsiteX258" fmla="*/ 1120703 w 2581777"/>
                            <a:gd name="connsiteY258" fmla="*/ 694984 h 1171539"/>
                            <a:gd name="connsiteX259" fmla="*/ 1125855 w 2581777"/>
                            <a:gd name="connsiteY259" fmla="*/ 743930 h 1171539"/>
                            <a:gd name="connsiteX260" fmla="*/ 1126879 w 2581777"/>
                            <a:gd name="connsiteY260" fmla="*/ 896840 h 1171539"/>
                            <a:gd name="connsiteX261" fmla="*/ 1155746 w 2581777"/>
                            <a:gd name="connsiteY261" fmla="*/ 1059418 h 1171539"/>
                            <a:gd name="connsiteX262" fmla="*/ 1343486 w 2581777"/>
                            <a:gd name="connsiteY262" fmla="*/ 1147289 h 1171539"/>
                            <a:gd name="connsiteX263" fmla="*/ 1519933 w 2581777"/>
                            <a:gd name="connsiteY263" fmla="*/ 1060442 h 1171539"/>
                            <a:gd name="connsiteX264" fmla="*/ 1550035 w 2581777"/>
                            <a:gd name="connsiteY264" fmla="*/ 926342 h 1171539"/>
                            <a:gd name="connsiteX265" fmla="*/ 1551093 w 2581777"/>
                            <a:gd name="connsiteY265" fmla="*/ 743824 h 1171539"/>
                            <a:gd name="connsiteX266" fmla="*/ 1556599 w 2581777"/>
                            <a:gd name="connsiteY266" fmla="*/ 694878 h 1171539"/>
                            <a:gd name="connsiteX267" fmla="*/ 1611368 w 2581777"/>
                            <a:gd name="connsiteY267" fmla="*/ 654189 h 1171539"/>
                            <a:gd name="connsiteX268" fmla="*/ 1611368 w 2581777"/>
                            <a:gd name="connsiteY268" fmla="*/ 637921 h 1171539"/>
                            <a:gd name="connsiteX269" fmla="*/ 1523744 w 2581777"/>
                            <a:gd name="connsiteY269" fmla="*/ 639403 h 11715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</a:cxnLst>
                          <a:rect l="l" t="t" r="r" b="b"/>
                          <a:pathLst>
                            <a:path w="2581777" h="1171539">
                              <a:moveTo>
                                <a:pt x="551554" y="491646"/>
                              </a:moveTo>
                              <a:lnTo>
                                <a:pt x="551554" y="476718"/>
                              </a:lnTo>
                              <a:cubicBezTo>
                                <a:pt x="529728" y="475233"/>
                                <a:pt x="511091" y="460415"/>
                                <a:pt x="504725" y="439488"/>
                              </a:cubicBezTo>
                              <a:cubicBezTo>
                                <a:pt x="500914" y="426643"/>
                                <a:pt x="499996" y="419867"/>
                                <a:pt x="499996" y="394706"/>
                              </a:cubicBezTo>
                              <a:lnTo>
                                <a:pt x="499996" y="308705"/>
                              </a:lnTo>
                              <a:cubicBezTo>
                                <a:pt x="499996" y="296107"/>
                                <a:pt x="500914" y="292084"/>
                                <a:pt x="504337" y="288661"/>
                              </a:cubicBezTo>
                              <a:cubicBezTo>
                                <a:pt x="507760" y="285238"/>
                                <a:pt x="511889" y="284391"/>
                                <a:pt x="532569" y="284391"/>
                              </a:cubicBezTo>
                              <a:cubicBezTo>
                                <a:pt x="558824" y="284391"/>
                                <a:pt x="569376" y="285732"/>
                                <a:pt x="581374" y="297766"/>
                              </a:cubicBezTo>
                              <a:cubicBezTo>
                                <a:pt x="615499" y="331855"/>
                                <a:pt x="614934" y="420291"/>
                                <a:pt x="655482" y="463626"/>
                              </a:cubicBezTo>
                              <a:cubicBezTo>
                                <a:pt x="678208" y="487905"/>
                                <a:pt x="720344" y="500680"/>
                                <a:pt x="760609" y="500680"/>
                              </a:cubicBezTo>
                              <a:cubicBezTo>
                                <a:pt x="789155" y="500271"/>
                                <a:pt x="817542" y="496346"/>
                                <a:pt x="845128" y="488999"/>
                              </a:cubicBezTo>
                              <a:lnTo>
                                <a:pt x="843751" y="474142"/>
                              </a:lnTo>
                              <a:cubicBezTo>
                                <a:pt x="806486" y="477424"/>
                                <a:pt x="775643" y="468284"/>
                                <a:pt x="734354" y="366439"/>
                              </a:cubicBezTo>
                              <a:cubicBezTo>
                                <a:pt x="711098" y="309235"/>
                                <a:pt x="685160" y="271969"/>
                                <a:pt x="616205" y="271969"/>
                              </a:cubicBezTo>
                              <a:lnTo>
                                <a:pt x="616205" y="269640"/>
                              </a:lnTo>
                              <a:cubicBezTo>
                                <a:pt x="708875" y="269640"/>
                                <a:pt x="772572" y="226093"/>
                                <a:pt x="772572" y="152796"/>
                              </a:cubicBezTo>
                              <a:cubicBezTo>
                                <a:pt x="772572" y="73713"/>
                                <a:pt x="701993" y="27166"/>
                                <a:pt x="590373" y="27166"/>
                              </a:cubicBezTo>
                              <a:cubicBezTo>
                                <a:pt x="534439" y="27166"/>
                                <a:pt x="498620" y="37753"/>
                                <a:pt x="430794" y="37753"/>
                              </a:cubicBezTo>
                              <a:cubicBezTo>
                                <a:pt x="402033" y="37753"/>
                                <a:pt x="368367" y="32706"/>
                                <a:pt x="340876" y="31154"/>
                              </a:cubicBezTo>
                              <a:lnTo>
                                <a:pt x="340876" y="46081"/>
                              </a:lnTo>
                              <a:cubicBezTo>
                                <a:pt x="365261" y="48692"/>
                                <a:pt x="381636" y="62949"/>
                                <a:pt x="387670" y="83311"/>
                              </a:cubicBezTo>
                              <a:cubicBezTo>
                                <a:pt x="391234" y="95874"/>
                                <a:pt x="392152" y="102932"/>
                                <a:pt x="392152" y="127953"/>
                              </a:cubicBezTo>
                              <a:lnTo>
                                <a:pt x="392152" y="394706"/>
                              </a:lnTo>
                              <a:cubicBezTo>
                                <a:pt x="392152" y="419867"/>
                                <a:pt x="391234" y="426466"/>
                                <a:pt x="387423" y="439488"/>
                              </a:cubicBezTo>
                              <a:cubicBezTo>
                                <a:pt x="381078" y="460418"/>
                                <a:pt x="362449" y="475240"/>
                                <a:pt x="340629" y="476718"/>
                              </a:cubicBezTo>
                              <a:lnTo>
                                <a:pt x="340629" y="491646"/>
                              </a:lnTo>
                              <a:cubicBezTo>
                                <a:pt x="340629" y="491646"/>
                                <a:pt x="396704" y="490270"/>
                                <a:pt x="447768" y="490270"/>
                              </a:cubicBezTo>
                              <a:cubicBezTo>
                                <a:pt x="498832" y="490270"/>
                                <a:pt x="551554" y="491646"/>
                                <a:pt x="551554" y="491646"/>
                              </a:cubicBezTo>
                              <a:moveTo>
                                <a:pt x="499996" y="85288"/>
                              </a:moveTo>
                              <a:cubicBezTo>
                                <a:pt x="499996" y="73042"/>
                                <a:pt x="502079" y="69196"/>
                                <a:pt x="505996" y="65667"/>
                              </a:cubicBezTo>
                              <a:cubicBezTo>
                                <a:pt x="512560" y="59773"/>
                                <a:pt x="530098" y="55750"/>
                                <a:pt x="561153" y="55750"/>
                              </a:cubicBezTo>
                              <a:cubicBezTo>
                                <a:pt x="618887" y="55750"/>
                                <a:pt x="659540" y="98556"/>
                                <a:pt x="659540" y="154208"/>
                              </a:cubicBezTo>
                              <a:cubicBezTo>
                                <a:pt x="659540" y="187415"/>
                                <a:pt x="648953" y="212859"/>
                                <a:pt x="631662" y="230257"/>
                              </a:cubicBezTo>
                              <a:cubicBezTo>
                                <a:pt x="607347" y="254606"/>
                                <a:pt x="582644" y="258100"/>
                                <a:pt x="539556" y="258100"/>
                              </a:cubicBezTo>
                              <a:cubicBezTo>
                                <a:pt x="512948" y="258100"/>
                                <a:pt x="508360" y="257888"/>
                                <a:pt x="504266" y="253830"/>
                              </a:cubicBezTo>
                              <a:cubicBezTo>
                                <a:pt x="500738" y="250301"/>
                                <a:pt x="499926" y="246384"/>
                                <a:pt x="499926" y="233821"/>
                              </a:cubicBezTo>
                              <a:lnTo>
                                <a:pt x="499926" y="85288"/>
                              </a:lnTo>
                              <a:moveTo>
                                <a:pt x="1931655" y="113060"/>
                              </a:moveTo>
                              <a:cubicBezTo>
                                <a:pt x="1964651" y="113060"/>
                                <a:pt x="1989212" y="89558"/>
                                <a:pt x="1989212" y="56597"/>
                              </a:cubicBezTo>
                              <a:cubicBezTo>
                                <a:pt x="1989212" y="23637"/>
                                <a:pt x="1964510" y="134"/>
                                <a:pt x="1931655" y="134"/>
                              </a:cubicBezTo>
                              <a:cubicBezTo>
                                <a:pt x="1898801" y="134"/>
                                <a:pt x="1874098" y="23672"/>
                                <a:pt x="1874098" y="56597"/>
                              </a:cubicBezTo>
                              <a:cubicBezTo>
                                <a:pt x="1874098" y="89522"/>
                                <a:pt x="1898801" y="113060"/>
                                <a:pt x="1931655" y="113060"/>
                              </a:cubicBezTo>
                              <a:moveTo>
                                <a:pt x="1656750" y="294801"/>
                              </a:moveTo>
                              <a:cubicBezTo>
                                <a:pt x="1539907" y="298330"/>
                                <a:pt x="1457012" y="336619"/>
                                <a:pt x="1457012" y="411962"/>
                              </a:cubicBezTo>
                              <a:cubicBezTo>
                                <a:pt x="1457012" y="468002"/>
                                <a:pt x="1499112" y="495598"/>
                                <a:pt x="1554834" y="495598"/>
                              </a:cubicBezTo>
                              <a:cubicBezTo>
                                <a:pt x="1605281" y="495644"/>
                                <a:pt x="1653027" y="472815"/>
                                <a:pt x="1684664" y="433524"/>
                              </a:cubicBezTo>
                              <a:cubicBezTo>
                                <a:pt x="1691722" y="471037"/>
                                <a:pt x="1714307" y="494222"/>
                                <a:pt x="1757184" y="494222"/>
                              </a:cubicBezTo>
                              <a:cubicBezTo>
                                <a:pt x="1787533" y="494222"/>
                                <a:pt x="1812871" y="486529"/>
                                <a:pt x="1840114" y="474777"/>
                              </a:cubicBezTo>
                              <a:lnTo>
                                <a:pt x="1835209" y="460662"/>
                              </a:lnTo>
                              <a:cubicBezTo>
                                <a:pt x="1829457" y="462225"/>
                                <a:pt x="1823525" y="463019"/>
                                <a:pt x="1817564" y="463026"/>
                              </a:cubicBezTo>
                              <a:cubicBezTo>
                                <a:pt x="1800908" y="463026"/>
                                <a:pt x="1784710" y="455368"/>
                                <a:pt x="1781816" y="432854"/>
                              </a:cubicBezTo>
                              <a:cubicBezTo>
                                <a:pt x="1780299" y="419182"/>
                                <a:pt x="1779663" y="405427"/>
                                <a:pt x="1779910" y="391671"/>
                              </a:cubicBezTo>
                              <a:lnTo>
                                <a:pt x="1779910" y="277015"/>
                              </a:lnTo>
                              <a:cubicBezTo>
                                <a:pt x="1779910" y="253160"/>
                                <a:pt x="1778040" y="237773"/>
                                <a:pt x="1772853" y="222564"/>
                              </a:cubicBezTo>
                              <a:cubicBezTo>
                                <a:pt x="1756337" y="173158"/>
                                <a:pt x="1706155" y="150785"/>
                                <a:pt x="1622378" y="150785"/>
                              </a:cubicBezTo>
                              <a:cubicBezTo>
                                <a:pt x="1523038" y="150785"/>
                                <a:pt x="1474162" y="189003"/>
                                <a:pt x="1474162" y="231527"/>
                              </a:cubicBezTo>
                              <a:cubicBezTo>
                                <a:pt x="1474162" y="267099"/>
                                <a:pt x="1502923" y="282556"/>
                                <a:pt x="1532672" y="282556"/>
                              </a:cubicBezTo>
                              <a:cubicBezTo>
                                <a:pt x="1555434" y="282556"/>
                                <a:pt x="1570044" y="277686"/>
                                <a:pt x="1570044" y="271087"/>
                              </a:cubicBezTo>
                              <a:cubicBezTo>
                                <a:pt x="1570044" y="265546"/>
                                <a:pt x="1565245" y="258488"/>
                                <a:pt x="1565245" y="237421"/>
                              </a:cubicBezTo>
                              <a:cubicBezTo>
                                <a:pt x="1565245" y="199978"/>
                                <a:pt x="1585113" y="172523"/>
                                <a:pt x="1622167" y="172523"/>
                              </a:cubicBezTo>
                              <a:cubicBezTo>
                                <a:pt x="1660597" y="172523"/>
                                <a:pt x="1682370" y="198143"/>
                                <a:pt x="1682370" y="246631"/>
                              </a:cubicBezTo>
                              <a:lnTo>
                                <a:pt x="1682370" y="275251"/>
                              </a:lnTo>
                              <a:cubicBezTo>
                                <a:pt x="1682370" y="292013"/>
                                <a:pt x="1680218" y="293884"/>
                                <a:pt x="1656785" y="294625"/>
                              </a:cubicBezTo>
                              <a:moveTo>
                                <a:pt x="1682370" y="380025"/>
                              </a:moveTo>
                              <a:cubicBezTo>
                                <a:pt x="1682370" y="419514"/>
                                <a:pt x="1643552" y="453886"/>
                                <a:pt x="1600710" y="453886"/>
                              </a:cubicBezTo>
                              <a:cubicBezTo>
                                <a:pt x="1568950" y="453886"/>
                                <a:pt x="1550952" y="433383"/>
                                <a:pt x="1550952" y="404834"/>
                              </a:cubicBezTo>
                              <a:cubicBezTo>
                                <a:pt x="1550952" y="349782"/>
                                <a:pt x="1591782" y="323315"/>
                                <a:pt x="1646234" y="315410"/>
                              </a:cubicBezTo>
                              <a:cubicBezTo>
                                <a:pt x="1665608" y="312764"/>
                                <a:pt x="1674465" y="313928"/>
                                <a:pt x="1678383" y="317951"/>
                              </a:cubicBezTo>
                              <a:cubicBezTo>
                                <a:pt x="1681559" y="321198"/>
                                <a:pt x="1682300" y="325679"/>
                                <a:pt x="1682300" y="332455"/>
                              </a:cubicBezTo>
                              <a:close/>
                              <a:moveTo>
                                <a:pt x="1001566" y="495739"/>
                              </a:moveTo>
                              <a:cubicBezTo>
                                <a:pt x="1080261" y="495739"/>
                                <a:pt x="1132490" y="467508"/>
                                <a:pt x="1165415" y="438888"/>
                              </a:cubicBezTo>
                              <a:lnTo>
                                <a:pt x="1156981" y="426502"/>
                              </a:lnTo>
                              <a:cubicBezTo>
                                <a:pt x="1128901" y="442936"/>
                                <a:pt x="1096985" y="451677"/>
                                <a:pt x="1064452" y="451839"/>
                              </a:cubicBezTo>
                              <a:cubicBezTo>
                                <a:pt x="1013599" y="451839"/>
                                <a:pt x="968500" y="433136"/>
                                <a:pt x="943373" y="388036"/>
                              </a:cubicBezTo>
                              <a:cubicBezTo>
                                <a:pt x="931093" y="366015"/>
                                <a:pt x="931763" y="355111"/>
                                <a:pt x="934092" y="350559"/>
                              </a:cubicBezTo>
                              <a:cubicBezTo>
                                <a:pt x="936033" y="346747"/>
                                <a:pt x="938786" y="345089"/>
                                <a:pt x="945208" y="345089"/>
                              </a:cubicBezTo>
                              <a:cubicBezTo>
                                <a:pt x="951631" y="345089"/>
                                <a:pt x="965959" y="346888"/>
                                <a:pt x="984944" y="346888"/>
                              </a:cubicBezTo>
                              <a:cubicBezTo>
                                <a:pt x="1095436" y="346888"/>
                                <a:pt x="1153416" y="316716"/>
                                <a:pt x="1153416" y="254077"/>
                              </a:cubicBezTo>
                              <a:cubicBezTo>
                                <a:pt x="1153416" y="199343"/>
                                <a:pt x="1097341" y="150961"/>
                                <a:pt x="1004354" y="150961"/>
                              </a:cubicBezTo>
                              <a:cubicBezTo>
                                <a:pt x="900532" y="150961"/>
                                <a:pt x="827165" y="226093"/>
                                <a:pt x="827165" y="321656"/>
                              </a:cubicBezTo>
                              <a:cubicBezTo>
                                <a:pt x="827165" y="420044"/>
                                <a:pt x="893509" y="495739"/>
                                <a:pt x="1001566" y="495739"/>
                              </a:cubicBezTo>
                              <a:moveTo>
                                <a:pt x="999872" y="173829"/>
                              </a:moveTo>
                              <a:cubicBezTo>
                                <a:pt x="1039678" y="173829"/>
                                <a:pt x="1057288" y="211694"/>
                                <a:pt x="1057288" y="251466"/>
                              </a:cubicBezTo>
                              <a:cubicBezTo>
                                <a:pt x="1057288" y="308317"/>
                                <a:pt x="1025527" y="324621"/>
                                <a:pt x="972275" y="324621"/>
                              </a:cubicBezTo>
                              <a:cubicBezTo>
                                <a:pt x="929505" y="324621"/>
                                <a:pt x="927105" y="317986"/>
                                <a:pt x="927105" y="297977"/>
                              </a:cubicBezTo>
                              <a:cubicBezTo>
                                <a:pt x="927105" y="229269"/>
                                <a:pt x="955337" y="173829"/>
                                <a:pt x="999872" y="173829"/>
                              </a:cubicBezTo>
                              <a:moveTo>
                                <a:pt x="1232782" y="210777"/>
                              </a:moveTo>
                              <a:lnTo>
                                <a:pt x="1232782" y="400352"/>
                              </a:lnTo>
                              <a:cubicBezTo>
                                <a:pt x="1232782" y="468214"/>
                                <a:pt x="1276047" y="495634"/>
                                <a:pt x="1328452" y="495634"/>
                              </a:cubicBezTo>
                              <a:cubicBezTo>
                                <a:pt x="1372423" y="495634"/>
                                <a:pt x="1410112" y="476577"/>
                                <a:pt x="1424828" y="468073"/>
                              </a:cubicBezTo>
                              <a:lnTo>
                                <a:pt x="1417770" y="454627"/>
                              </a:lnTo>
                              <a:cubicBezTo>
                                <a:pt x="1406269" y="459783"/>
                                <a:pt x="1393776" y="462349"/>
                                <a:pt x="1381175" y="462144"/>
                              </a:cubicBezTo>
                              <a:cubicBezTo>
                                <a:pt x="1357001" y="462144"/>
                                <a:pt x="1342356" y="447534"/>
                                <a:pt x="1335934" y="423043"/>
                              </a:cubicBezTo>
                              <a:cubicBezTo>
                                <a:pt x="1333322" y="412845"/>
                                <a:pt x="1332158" y="400881"/>
                                <a:pt x="1332158" y="377167"/>
                              </a:cubicBezTo>
                              <a:lnTo>
                                <a:pt x="1332158" y="210530"/>
                              </a:lnTo>
                              <a:cubicBezTo>
                                <a:pt x="1332158" y="197755"/>
                                <a:pt x="1333110" y="193626"/>
                                <a:pt x="1336534" y="190203"/>
                              </a:cubicBezTo>
                              <a:cubicBezTo>
                                <a:pt x="1339957" y="186780"/>
                                <a:pt x="1347614" y="185863"/>
                                <a:pt x="1357001" y="185863"/>
                              </a:cubicBezTo>
                              <a:cubicBezTo>
                                <a:pt x="1371505" y="185863"/>
                                <a:pt x="1403901" y="186427"/>
                                <a:pt x="1419711" y="186780"/>
                              </a:cubicBezTo>
                              <a:lnTo>
                                <a:pt x="1419711" y="161442"/>
                              </a:lnTo>
                              <a:cubicBezTo>
                                <a:pt x="1405207" y="161830"/>
                                <a:pt x="1383116" y="162360"/>
                                <a:pt x="1360601" y="162360"/>
                              </a:cubicBezTo>
                              <a:cubicBezTo>
                                <a:pt x="1345321" y="162360"/>
                                <a:pt x="1340239" y="161689"/>
                                <a:pt x="1336534" y="158019"/>
                              </a:cubicBezTo>
                              <a:cubicBezTo>
                                <a:pt x="1332828" y="154349"/>
                                <a:pt x="1332158" y="150432"/>
                                <a:pt x="1332158" y="137692"/>
                              </a:cubicBezTo>
                              <a:lnTo>
                                <a:pt x="1332158" y="61538"/>
                              </a:lnTo>
                              <a:lnTo>
                                <a:pt x="1317689" y="61538"/>
                              </a:lnTo>
                              <a:cubicBezTo>
                                <a:pt x="1299091" y="115672"/>
                                <a:pt x="1248204" y="160736"/>
                                <a:pt x="1182989" y="172241"/>
                              </a:cubicBezTo>
                              <a:lnTo>
                                <a:pt x="1182989" y="186357"/>
                              </a:lnTo>
                              <a:cubicBezTo>
                                <a:pt x="1220890" y="186357"/>
                                <a:pt x="1224807" y="187098"/>
                                <a:pt x="1228159" y="190415"/>
                              </a:cubicBezTo>
                              <a:cubicBezTo>
                                <a:pt x="1231512" y="193732"/>
                                <a:pt x="1232535" y="198461"/>
                                <a:pt x="1232535" y="210706"/>
                              </a:cubicBezTo>
                              <a:moveTo>
                                <a:pt x="2104503" y="68702"/>
                              </a:moveTo>
                              <a:cubicBezTo>
                                <a:pt x="2106126" y="76748"/>
                                <a:pt x="2106726" y="85817"/>
                                <a:pt x="2106726" y="109108"/>
                              </a:cubicBezTo>
                              <a:lnTo>
                                <a:pt x="2106726" y="403704"/>
                              </a:lnTo>
                              <a:cubicBezTo>
                                <a:pt x="2106257" y="419348"/>
                                <a:pt x="2108050" y="434978"/>
                                <a:pt x="2112055" y="450110"/>
                              </a:cubicBezTo>
                              <a:cubicBezTo>
                                <a:pt x="2122642" y="483635"/>
                                <a:pt x="2159096" y="495528"/>
                                <a:pt x="2193962" y="495528"/>
                              </a:cubicBezTo>
                              <a:cubicBezTo>
                                <a:pt x="2225341" y="495422"/>
                                <a:pt x="2256371" y="488914"/>
                                <a:pt x="2285150" y="476401"/>
                              </a:cubicBezTo>
                              <a:lnTo>
                                <a:pt x="2281056" y="461967"/>
                              </a:lnTo>
                              <a:cubicBezTo>
                                <a:pt x="2274542" y="463746"/>
                                <a:pt x="2267833" y="464706"/>
                                <a:pt x="2261082" y="464826"/>
                              </a:cubicBezTo>
                              <a:cubicBezTo>
                                <a:pt x="2236380" y="464826"/>
                                <a:pt x="2216865" y="454627"/>
                                <a:pt x="2211289" y="430207"/>
                              </a:cubicBezTo>
                              <a:cubicBezTo>
                                <a:pt x="2208889" y="419938"/>
                                <a:pt x="2207760" y="407128"/>
                                <a:pt x="2207760" y="381613"/>
                              </a:cubicBezTo>
                              <a:lnTo>
                                <a:pt x="2207760" y="88005"/>
                              </a:lnTo>
                              <a:cubicBezTo>
                                <a:pt x="2207760" y="36623"/>
                                <a:pt x="2188386" y="21555"/>
                                <a:pt x="2144239" y="21555"/>
                              </a:cubicBezTo>
                              <a:cubicBezTo>
                                <a:pt x="2117384" y="21555"/>
                                <a:pt x="2066602" y="26142"/>
                                <a:pt x="2066602" y="26142"/>
                              </a:cubicBezTo>
                              <a:lnTo>
                                <a:pt x="2066602" y="40964"/>
                              </a:lnTo>
                              <a:cubicBezTo>
                                <a:pt x="2090811" y="41387"/>
                                <a:pt x="2100515" y="50951"/>
                                <a:pt x="2104115" y="68702"/>
                              </a:cubicBezTo>
                              <a:moveTo>
                                <a:pt x="2041264" y="464826"/>
                              </a:moveTo>
                              <a:cubicBezTo>
                                <a:pt x="2016562" y="464826"/>
                                <a:pt x="1997082" y="454627"/>
                                <a:pt x="1991436" y="430207"/>
                              </a:cubicBezTo>
                              <a:cubicBezTo>
                                <a:pt x="1989106" y="419938"/>
                                <a:pt x="1987907" y="407128"/>
                                <a:pt x="1987907" y="381613"/>
                              </a:cubicBezTo>
                              <a:lnTo>
                                <a:pt x="1987907" y="218894"/>
                              </a:lnTo>
                              <a:cubicBezTo>
                                <a:pt x="1987907" y="167512"/>
                                <a:pt x="1968533" y="152479"/>
                                <a:pt x="1924386" y="152479"/>
                              </a:cubicBezTo>
                              <a:cubicBezTo>
                                <a:pt x="1897530" y="152479"/>
                                <a:pt x="1846749" y="156996"/>
                                <a:pt x="1846749" y="156996"/>
                              </a:cubicBezTo>
                              <a:lnTo>
                                <a:pt x="1846749" y="171853"/>
                              </a:lnTo>
                              <a:cubicBezTo>
                                <a:pt x="1870957" y="172311"/>
                                <a:pt x="1880662" y="181840"/>
                                <a:pt x="1884261" y="199555"/>
                              </a:cubicBezTo>
                              <a:cubicBezTo>
                                <a:pt x="1885920" y="207636"/>
                                <a:pt x="1886449" y="216706"/>
                                <a:pt x="1886449" y="239997"/>
                              </a:cubicBezTo>
                              <a:lnTo>
                                <a:pt x="1886449" y="403704"/>
                              </a:lnTo>
                              <a:cubicBezTo>
                                <a:pt x="1886135" y="419377"/>
                                <a:pt x="1888108" y="435010"/>
                                <a:pt x="1892307" y="450110"/>
                              </a:cubicBezTo>
                              <a:cubicBezTo>
                                <a:pt x="1902894" y="483635"/>
                                <a:pt x="1939313" y="495528"/>
                                <a:pt x="1974179" y="495528"/>
                              </a:cubicBezTo>
                              <a:cubicBezTo>
                                <a:pt x="2005512" y="495411"/>
                                <a:pt x="2036493" y="488904"/>
                                <a:pt x="2065226" y="476401"/>
                              </a:cubicBezTo>
                              <a:lnTo>
                                <a:pt x="2061097" y="461967"/>
                              </a:lnTo>
                              <a:cubicBezTo>
                                <a:pt x="2054597" y="463753"/>
                                <a:pt x="2047899" y="464713"/>
                                <a:pt x="2041158" y="464826"/>
                              </a:cubicBezTo>
                              <a:moveTo>
                                <a:pt x="244818" y="639509"/>
                              </a:moveTo>
                              <a:cubicBezTo>
                                <a:pt x="153560" y="639509"/>
                                <a:pt x="18966" y="638027"/>
                                <a:pt x="18966" y="638027"/>
                              </a:cubicBezTo>
                              <a:lnTo>
                                <a:pt x="50" y="768774"/>
                              </a:lnTo>
                              <a:lnTo>
                                <a:pt x="17131" y="768774"/>
                              </a:lnTo>
                              <a:cubicBezTo>
                                <a:pt x="28353" y="741919"/>
                                <a:pt x="39222" y="717604"/>
                                <a:pt x="57784" y="699042"/>
                              </a:cubicBezTo>
                              <a:cubicBezTo>
                                <a:pt x="78428" y="678468"/>
                                <a:pt x="101649" y="671658"/>
                                <a:pt x="138421" y="671658"/>
                              </a:cubicBezTo>
                              <a:cubicBezTo>
                                <a:pt x="166970" y="671658"/>
                                <a:pt x="172510" y="673316"/>
                                <a:pt x="176674" y="677480"/>
                              </a:cubicBezTo>
                              <a:cubicBezTo>
                                <a:pt x="180838" y="681644"/>
                                <a:pt x="181474" y="685703"/>
                                <a:pt x="181474" y="699571"/>
                              </a:cubicBezTo>
                              <a:lnTo>
                                <a:pt x="181474" y="1035457"/>
                              </a:lnTo>
                              <a:cubicBezTo>
                                <a:pt x="181474" y="1062982"/>
                                <a:pt x="180097" y="1070323"/>
                                <a:pt x="174416" y="1084403"/>
                              </a:cubicBezTo>
                              <a:cubicBezTo>
                                <a:pt x="165417" y="1106636"/>
                                <a:pt x="138526" y="1123222"/>
                                <a:pt x="104896" y="1125092"/>
                              </a:cubicBezTo>
                              <a:lnTo>
                                <a:pt x="104896" y="1141360"/>
                              </a:lnTo>
                              <a:cubicBezTo>
                                <a:pt x="104896" y="1141360"/>
                                <a:pt x="189131" y="1139878"/>
                                <a:pt x="244889" y="1139878"/>
                              </a:cubicBezTo>
                              <a:cubicBezTo>
                                <a:pt x="300646" y="1139878"/>
                                <a:pt x="384917" y="1141360"/>
                                <a:pt x="384917" y="1141360"/>
                              </a:cubicBezTo>
                              <a:lnTo>
                                <a:pt x="384917" y="1125092"/>
                              </a:lnTo>
                              <a:cubicBezTo>
                                <a:pt x="351287" y="1123151"/>
                                <a:pt x="324361" y="1106636"/>
                                <a:pt x="315397" y="1084403"/>
                              </a:cubicBezTo>
                              <a:cubicBezTo>
                                <a:pt x="309716" y="1070287"/>
                                <a:pt x="308339" y="1062982"/>
                                <a:pt x="308339" y="1035457"/>
                              </a:cubicBezTo>
                              <a:lnTo>
                                <a:pt x="308339" y="699571"/>
                              </a:lnTo>
                              <a:cubicBezTo>
                                <a:pt x="308339" y="685703"/>
                                <a:pt x="309363" y="681256"/>
                                <a:pt x="313068" y="677480"/>
                              </a:cubicBezTo>
                              <a:cubicBezTo>
                                <a:pt x="317303" y="673316"/>
                                <a:pt x="322843" y="671658"/>
                                <a:pt x="351392" y="671658"/>
                              </a:cubicBezTo>
                              <a:cubicBezTo>
                                <a:pt x="388058" y="671658"/>
                                <a:pt x="411385" y="678468"/>
                                <a:pt x="431958" y="699042"/>
                              </a:cubicBezTo>
                              <a:cubicBezTo>
                                <a:pt x="450485" y="717604"/>
                                <a:pt x="461354" y="741919"/>
                                <a:pt x="472577" y="768774"/>
                              </a:cubicBezTo>
                              <a:lnTo>
                                <a:pt x="489692" y="768774"/>
                              </a:lnTo>
                              <a:lnTo>
                                <a:pt x="470741" y="638027"/>
                              </a:lnTo>
                              <a:cubicBezTo>
                                <a:pt x="470741" y="638027"/>
                                <a:pt x="336183" y="639509"/>
                                <a:pt x="244889" y="639509"/>
                              </a:cubicBezTo>
                              <a:moveTo>
                                <a:pt x="2562807" y="638027"/>
                              </a:moveTo>
                              <a:cubicBezTo>
                                <a:pt x="2562807" y="638027"/>
                                <a:pt x="2428178" y="639509"/>
                                <a:pt x="2336955" y="639509"/>
                              </a:cubicBezTo>
                              <a:cubicBezTo>
                                <a:pt x="2245732" y="639509"/>
                                <a:pt x="2111102" y="638027"/>
                                <a:pt x="2111102" y="638027"/>
                              </a:cubicBezTo>
                              <a:lnTo>
                                <a:pt x="2092222" y="768774"/>
                              </a:lnTo>
                              <a:lnTo>
                                <a:pt x="2109302" y="768774"/>
                              </a:lnTo>
                              <a:cubicBezTo>
                                <a:pt x="2120560" y="741919"/>
                                <a:pt x="2131394" y="717604"/>
                                <a:pt x="2149921" y="699042"/>
                              </a:cubicBezTo>
                              <a:cubicBezTo>
                                <a:pt x="2170494" y="678468"/>
                                <a:pt x="2193821" y="671658"/>
                                <a:pt x="2230487" y="671658"/>
                              </a:cubicBezTo>
                              <a:cubicBezTo>
                                <a:pt x="2259071" y="671658"/>
                                <a:pt x="2264611" y="673316"/>
                                <a:pt x="2268811" y="677480"/>
                              </a:cubicBezTo>
                              <a:cubicBezTo>
                                <a:pt x="2273010" y="681644"/>
                                <a:pt x="2273575" y="685703"/>
                                <a:pt x="2273575" y="699571"/>
                              </a:cubicBezTo>
                              <a:lnTo>
                                <a:pt x="2273575" y="1035457"/>
                              </a:lnTo>
                              <a:cubicBezTo>
                                <a:pt x="2273575" y="1062982"/>
                                <a:pt x="2272199" y="1070323"/>
                                <a:pt x="2266517" y="1084403"/>
                              </a:cubicBezTo>
                              <a:cubicBezTo>
                                <a:pt x="2257483" y="1106636"/>
                                <a:pt x="2230628" y="1123222"/>
                                <a:pt x="2196997" y="1125092"/>
                              </a:cubicBezTo>
                              <a:lnTo>
                                <a:pt x="2196997" y="1141360"/>
                              </a:lnTo>
                              <a:cubicBezTo>
                                <a:pt x="2196997" y="1141360"/>
                                <a:pt x="2281198" y="1139878"/>
                                <a:pt x="2336990" y="1139878"/>
                              </a:cubicBezTo>
                              <a:cubicBezTo>
                                <a:pt x="2392783" y="1139878"/>
                                <a:pt x="2476983" y="1141360"/>
                                <a:pt x="2476983" y="1141360"/>
                              </a:cubicBezTo>
                              <a:lnTo>
                                <a:pt x="2476983" y="1125092"/>
                              </a:lnTo>
                              <a:cubicBezTo>
                                <a:pt x="2443388" y="1123151"/>
                                <a:pt x="2416497" y="1106636"/>
                                <a:pt x="2407498" y="1084403"/>
                              </a:cubicBezTo>
                              <a:cubicBezTo>
                                <a:pt x="2401782" y="1070287"/>
                                <a:pt x="2400441" y="1062982"/>
                                <a:pt x="2400441" y="1035457"/>
                              </a:cubicBezTo>
                              <a:lnTo>
                                <a:pt x="2400441" y="699571"/>
                              </a:lnTo>
                              <a:cubicBezTo>
                                <a:pt x="2400441" y="685703"/>
                                <a:pt x="2401464" y="681256"/>
                                <a:pt x="2405205" y="677480"/>
                              </a:cubicBezTo>
                              <a:cubicBezTo>
                                <a:pt x="2408945" y="673704"/>
                                <a:pt x="2414980" y="671658"/>
                                <a:pt x="2443529" y="671658"/>
                              </a:cubicBezTo>
                              <a:cubicBezTo>
                                <a:pt x="2480230" y="671658"/>
                                <a:pt x="2503521" y="678468"/>
                                <a:pt x="2524095" y="699042"/>
                              </a:cubicBezTo>
                              <a:cubicBezTo>
                                <a:pt x="2542622" y="717604"/>
                                <a:pt x="2553491" y="741919"/>
                                <a:pt x="2564713" y="768774"/>
                              </a:cubicBezTo>
                              <a:lnTo>
                                <a:pt x="2581829" y="768774"/>
                              </a:lnTo>
                              <a:close/>
                              <a:moveTo>
                                <a:pt x="1900777" y="835648"/>
                              </a:moveTo>
                              <a:cubicBezTo>
                                <a:pt x="1820140" y="805969"/>
                                <a:pt x="1759337" y="785607"/>
                                <a:pt x="1759337" y="731014"/>
                              </a:cubicBezTo>
                              <a:cubicBezTo>
                                <a:pt x="1759337" y="682668"/>
                                <a:pt x="1802849" y="658459"/>
                                <a:pt x="1851619" y="658459"/>
                              </a:cubicBezTo>
                              <a:cubicBezTo>
                                <a:pt x="1928903" y="658459"/>
                                <a:pt x="1988542" y="721769"/>
                                <a:pt x="2011057" y="794571"/>
                              </a:cubicBezTo>
                              <a:lnTo>
                                <a:pt x="2026301" y="794571"/>
                              </a:lnTo>
                              <a:lnTo>
                                <a:pt x="2025349" y="662412"/>
                              </a:lnTo>
                              <a:cubicBezTo>
                                <a:pt x="2000646" y="652284"/>
                                <a:pt x="1915104" y="632098"/>
                                <a:pt x="1858429" y="632098"/>
                              </a:cubicBezTo>
                              <a:cubicBezTo>
                                <a:pt x="1753126" y="632098"/>
                                <a:pt x="1656785" y="669540"/>
                                <a:pt x="1656785" y="775656"/>
                              </a:cubicBezTo>
                              <a:cubicBezTo>
                                <a:pt x="1656785" y="849587"/>
                                <a:pt x="1707849" y="890770"/>
                                <a:pt x="1770171" y="918825"/>
                              </a:cubicBezTo>
                              <a:cubicBezTo>
                                <a:pt x="1853842" y="956444"/>
                                <a:pt x="1950641" y="973771"/>
                                <a:pt x="1950641" y="1047349"/>
                              </a:cubicBezTo>
                              <a:cubicBezTo>
                                <a:pt x="1950641" y="1097884"/>
                                <a:pt x="1899753" y="1118987"/>
                                <a:pt x="1847949" y="1118987"/>
                              </a:cubicBezTo>
                              <a:cubicBezTo>
                                <a:pt x="1760960" y="1118987"/>
                                <a:pt x="1701885" y="1058995"/>
                                <a:pt x="1673901" y="976065"/>
                              </a:cubicBezTo>
                              <a:lnTo>
                                <a:pt x="1658303" y="976065"/>
                              </a:lnTo>
                              <a:lnTo>
                                <a:pt x="1659044" y="1114964"/>
                              </a:lnTo>
                              <a:cubicBezTo>
                                <a:pt x="1717872" y="1134655"/>
                                <a:pt x="1776558" y="1147289"/>
                                <a:pt x="1838703" y="1147289"/>
                              </a:cubicBezTo>
                              <a:cubicBezTo>
                                <a:pt x="1949617" y="1147289"/>
                                <a:pt x="2057497" y="1109918"/>
                                <a:pt x="2057497" y="999461"/>
                              </a:cubicBezTo>
                              <a:cubicBezTo>
                                <a:pt x="2057497" y="911838"/>
                                <a:pt x="1997858" y="871431"/>
                                <a:pt x="1900883" y="835683"/>
                              </a:cubicBezTo>
                              <a:moveTo>
                                <a:pt x="981557" y="1009307"/>
                              </a:moveTo>
                              <a:cubicBezTo>
                                <a:pt x="954631" y="940034"/>
                                <a:pt x="918847" y="901321"/>
                                <a:pt x="843539" y="901321"/>
                              </a:cubicBezTo>
                              <a:lnTo>
                                <a:pt x="843539" y="898781"/>
                              </a:lnTo>
                              <a:cubicBezTo>
                                <a:pt x="944785" y="898781"/>
                                <a:pt x="1014341" y="851210"/>
                                <a:pt x="1014341" y="771139"/>
                              </a:cubicBezTo>
                              <a:cubicBezTo>
                                <a:pt x="1014341" y="684785"/>
                                <a:pt x="937374" y="633968"/>
                                <a:pt x="815308" y="633968"/>
                              </a:cubicBezTo>
                              <a:cubicBezTo>
                                <a:pt x="754257" y="633968"/>
                                <a:pt x="714980" y="645437"/>
                                <a:pt x="641013" y="645437"/>
                              </a:cubicBezTo>
                              <a:cubicBezTo>
                                <a:pt x="609570" y="645437"/>
                                <a:pt x="569164" y="639932"/>
                                <a:pt x="539097" y="638380"/>
                              </a:cubicBezTo>
                              <a:lnTo>
                                <a:pt x="539097" y="654648"/>
                              </a:lnTo>
                              <a:cubicBezTo>
                                <a:pt x="565776" y="657506"/>
                                <a:pt x="583668" y="673104"/>
                                <a:pt x="590232" y="695301"/>
                              </a:cubicBezTo>
                              <a:cubicBezTo>
                                <a:pt x="594431" y="709417"/>
                                <a:pt x="595419" y="716757"/>
                                <a:pt x="595419" y="744283"/>
                              </a:cubicBezTo>
                              <a:lnTo>
                                <a:pt x="595419" y="1035668"/>
                              </a:lnTo>
                              <a:cubicBezTo>
                                <a:pt x="595419" y="1063194"/>
                                <a:pt x="594431" y="1070534"/>
                                <a:pt x="590232" y="1084615"/>
                              </a:cubicBezTo>
                              <a:cubicBezTo>
                                <a:pt x="583283" y="1107475"/>
                                <a:pt x="562935" y="1123670"/>
                                <a:pt x="539097" y="1125304"/>
                              </a:cubicBezTo>
                              <a:lnTo>
                                <a:pt x="539097" y="1141572"/>
                              </a:lnTo>
                              <a:cubicBezTo>
                                <a:pt x="539097" y="1141572"/>
                                <a:pt x="604030" y="1140090"/>
                                <a:pt x="659823" y="1140090"/>
                              </a:cubicBezTo>
                              <a:cubicBezTo>
                                <a:pt x="715615" y="1140090"/>
                                <a:pt x="773208" y="1141572"/>
                                <a:pt x="773208" y="1141572"/>
                              </a:cubicBezTo>
                              <a:lnTo>
                                <a:pt x="773208" y="1125304"/>
                              </a:lnTo>
                              <a:cubicBezTo>
                                <a:pt x="749362" y="1123663"/>
                                <a:pt x="729008" y="1107475"/>
                                <a:pt x="722038" y="1084615"/>
                              </a:cubicBezTo>
                              <a:cubicBezTo>
                                <a:pt x="717874" y="1070499"/>
                                <a:pt x="716886" y="1063194"/>
                                <a:pt x="716886" y="1035668"/>
                              </a:cubicBezTo>
                              <a:lnTo>
                                <a:pt x="716886" y="941516"/>
                              </a:lnTo>
                              <a:cubicBezTo>
                                <a:pt x="716886" y="927753"/>
                                <a:pt x="717874" y="923342"/>
                                <a:pt x="721579" y="919637"/>
                              </a:cubicBezTo>
                              <a:cubicBezTo>
                                <a:pt x="725284" y="915931"/>
                                <a:pt x="730472" y="914978"/>
                                <a:pt x="758033" y="914978"/>
                              </a:cubicBezTo>
                              <a:cubicBezTo>
                                <a:pt x="782736" y="914978"/>
                                <a:pt x="793323" y="917131"/>
                                <a:pt x="805780" y="929553"/>
                              </a:cubicBezTo>
                              <a:cubicBezTo>
                                <a:pt x="842481" y="966254"/>
                                <a:pt x="847139" y="1078439"/>
                                <a:pt x="893686" y="1128515"/>
                              </a:cubicBezTo>
                              <a:cubicBezTo>
                                <a:pt x="921459" y="1158370"/>
                                <a:pt x="961795" y="1171251"/>
                                <a:pt x="1006930" y="1171674"/>
                              </a:cubicBezTo>
                              <a:cubicBezTo>
                                <a:pt x="1041750" y="1171371"/>
                                <a:pt x="1076404" y="1166808"/>
                                <a:pt x="1110116" y="1158088"/>
                              </a:cubicBezTo>
                              <a:lnTo>
                                <a:pt x="1108705" y="1140125"/>
                              </a:lnTo>
                              <a:cubicBezTo>
                                <a:pt x="1051430" y="1144854"/>
                                <a:pt x="1020481" y="1109494"/>
                                <a:pt x="981662" y="1009237"/>
                              </a:cubicBezTo>
                              <a:moveTo>
                                <a:pt x="760045" y="886359"/>
                              </a:moveTo>
                              <a:cubicBezTo>
                                <a:pt x="730966" y="886359"/>
                                <a:pt x="725955" y="886076"/>
                                <a:pt x="721544" y="881700"/>
                              </a:cubicBezTo>
                              <a:cubicBezTo>
                                <a:pt x="717838" y="877995"/>
                                <a:pt x="716850" y="873549"/>
                                <a:pt x="716850" y="859821"/>
                              </a:cubicBezTo>
                              <a:lnTo>
                                <a:pt x="716850" y="697489"/>
                              </a:lnTo>
                              <a:cubicBezTo>
                                <a:pt x="716850" y="684115"/>
                                <a:pt x="719109" y="679845"/>
                                <a:pt x="723414" y="676069"/>
                              </a:cubicBezTo>
                              <a:cubicBezTo>
                                <a:pt x="730472" y="669611"/>
                                <a:pt x="749705" y="665235"/>
                                <a:pt x="783618" y="665235"/>
                              </a:cubicBezTo>
                              <a:cubicBezTo>
                                <a:pt x="846716" y="665235"/>
                                <a:pt x="891110" y="711993"/>
                                <a:pt x="891110" y="772797"/>
                              </a:cubicBezTo>
                              <a:cubicBezTo>
                                <a:pt x="891110" y="809039"/>
                                <a:pt x="879676" y="836848"/>
                                <a:pt x="860690" y="855833"/>
                              </a:cubicBezTo>
                              <a:cubicBezTo>
                                <a:pt x="834082" y="882442"/>
                                <a:pt x="807121" y="886288"/>
                                <a:pt x="760045" y="886288"/>
                              </a:cubicBezTo>
                              <a:moveTo>
                                <a:pt x="1523744" y="639579"/>
                              </a:moveTo>
                              <a:cubicBezTo>
                                <a:pt x="1485102" y="639579"/>
                                <a:pt x="1440602" y="638097"/>
                                <a:pt x="1440602" y="638097"/>
                              </a:cubicBezTo>
                              <a:lnTo>
                                <a:pt x="1440602" y="654366"/>
                              </a:lnTo>
                              <a:cubicBezTo>
                                <a:pt x="1467246" y="656307"/>
                                <a:pt x="1488808" y="672822"/>
                                <a:pt x="1495936" y="695054"/>
                              </a:cubicBezTo>
                              <a:cubicBezTo>
                                <a:pt x="1500453" y="709170"/>
                                <a:pt x="1501512" y="716475"/>
                                <a:pt x="1501512" y="744001"/>
                              </a:cubicBezTo>
                              <a:lnTo>
                                <a:pt x="1501512" y="910214"/>
                              </a:lnTo>
                              <a:cubicBezTo>
                                <a:pt x="1501512" y="963149"/>
                                <a:pt x="1499747" y="999285"/>
                                <a:pt x="1483302" y="1033339"/>
                              </a:cubicBezTo>
                              <a:cubicBezTo>
                                <a:pt x="1460929" y="1079816"/>
                                <a:pt x="1421793" y="1104801"/>
                                <a:pt x="1364518" y="1104801"/>
                              </a:cubicBezTo>
                              <a:cubicBezTo>
                                <a:pt x="1320724" y="1104801"/>
                                <a:pt x="1284764" y="1082145"/>
                                <a:pt x="1267084" y="1045796"/>
                              </a:cubicBezTo>
                              <a:cubicBezTo>
                                <a:pt x="1252051" y="1014918"/>
                                <a:pt x="1247322" y="974159"/>
                                <a:pt x="1247322" y="880889"/>
                              </a:cubicBezTo>
                              <a:lnTo>
                                <a:pt x="1247322" y="743930"/>
                              </a:lnTo>
                              <a:cubicBezTo>
                                <a:pt x="1247322" y="716405"/>
                                <a:pt x="1248310" y="709029"/>
                                <a:pt x="1252474" y="694984"/>
                              </a:cubicBezTo>
                              <a:cubicBezTo>
                                <a:pt x="1259444" y="672123"/>
                                <a:pt x="1279799" y="655936"/>
                                <a:pt x="1303644" y="654295"/>
                              </a:cubicBezTo>
                              <a:lnTo>
                                <a:pt x="1303644" y="638027"/>
                              </a:lnTo>
                              <a:cubicBezTo>
                                <a:pt x="1303644" y="638027"/>
                                <a:pt x="1238711" y="639509"/>
                                <a:pt x="1182918" y="639509"/>
                              </a:cubicBezTo>
                              <a:cubicBezTo>
                                <a:pt x="1127126" y="639509"/>
                                <a:pt x="1069533" y="638027"/>
                                <a:pt x="1069533" y="638027"/>
                              </a:cubicBezTo>
                              <a:lnTo>
                                <a:pt x="1069533" y="654295"/>
                              </a:lnTo>
                              <a:cubicBezTo>
                                <a:pt x="1093378" y="655936"/>
                                <a:pt x="1113733" y="672123"/>
                                <a:pt x="1120703" y="694984"/>
                              </a:cubicBezTo>
                              <a:cubicBezTo>
                                <a:pt x="1124867" y="709100"/>
                                <a:pt x="1125855" y="716405"/>
                                <a:pt x="1125855" y="743930"/>
                              </a:cubicBezTo>
                              <a:cubicBezTo>
                                <a:pt x="1125855" y="743930"/>
                                <a:pt x="1126879" y="822026"/>
                                <a:pt x="1126879" y="896840"/>
                              </a:cubicBezTo>
                              <a:cubicBezTo>
                                <a:pt x="1126879" y="971653"/>
                                <a:pt x="1130831" y="1014318"/>
                                <a:pt x="1155746" y="1059418"/>
                              </a:cubicBezTo>
                              <a:cubicBezTo>
                                <a:pt x="1191035" y="1123680"/>
                                <a:pt x="1267578" y="1147289"/>
                                <a:pt x="1343486" y="1147289"/>
                              </a:cubicBezTo>
                              <a:cubicBezTo>
                                <a:pt x="1434568" y="1147289"/>
                                <a:pt x="1490713" y="1110835"/>
                                <a:pt x="1519933" y="1060442"/>
                              </a:cubicBezTo>
                              <a:cubicBezTo>
                                <a:pt x="1541107" y="1023705"/>
                                <a:pt x="1550035" y="980440"/>
                                <a:pt x="1550035" y="926342"/>
                              </a:cubicBezTo>
                              <a:lnTo>
                                <a:pt x="1551093" y="743824"/>
                              </a:lnTo>
                              <a:cubicBezTo>
                                <a:pt x="1551093" y="716299"/>
                                <a:pt x="1552152" y="708923"/>
                                <a:pt x="1556599" y="694878"/>
                              </a:cubicBezTo>
                              <a:cubicBezTo>
                                <a:pt x="1563657" y="672646"/>
                                <a:pt x="1585007" y="656060"/>
                                <a:pt x="1611368" y="654189"/>
                              </a:cubicBezTo>
                              <a:lnTo>
                                <a:pt x="1611368" y="637921"/>
                              </a:lnTo>
                              <a:cubicBezTo>
                                <a:pt x="1611368" y="637921"/>
                                <a:pt x="1562386" y="639403"/>
                                <a:pt x="1523744" y="639403"/>
                              </a:cubicBezTo>
                            </a:path>
                          </a:pathLst>
                        </a:custGeom>
                        <a:grpFill/>
                        <a:ln w="352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w16du="http://schemas.microsoft.com/office/word/2023/wordml/word16du" xmlns:oel="http://schemas.microsoft.com/office/2019/extlst">
          <w:pict w14:anchorId="525984A2">
            <v:group id="Group 18" style="position:absolute;margin-left:0;margin-top:35.65pt;width:87.85pt;height:49.9pt;z-index:-251650048;mso-position-horizontal:center;mso-position-horizontal-relative:page;mso-position-vertical-relative:page;mso-width-relative:margin;mso-height-relative:margin" coordsize="25817,14673" o:spid="_x0000_s1026" w14:anchorId="1DD9F7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">
              <v:shape id="Graphic 6" style="position:absolute;left:4833;top:13441;width:642;height:1199;visibility:visible;mso-wrap-style:square;v-text-anchor:middle" coordsize="64226,119878" o:spid="_x0000_s1027" filled="f" stroked="f" strokeweight=".09783mm" path="m20186,97964r,-64757l1023,39171r,-23255l45347,r,97964l64227,97964r,21914l,119878,,97964r2018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">
                <v:stroke joinstyle="miter"/>
                <v:path arrowok="t" o:connecttype="custom" o:connectlocs="20186,97964;20186,33207;1023,39171;1023,15916;45347,0;45347,97964;64227,97964;64227,119878;0,119878;0,97964;20186,97964" o:connectangles="0,0,0,0,0,0,0,0,0,0,0"/>
              </v:shape>
              <v:shape id="Graphic 6" style="position:absolute;left:5768;top:13415;width:1056;height:1254;visibility:visible;mso-wrap-style:square;v-text-anchor:middle" coordsize="105545,125399" o:spid="_x0000_s1028" filled="f" stroked="f" strokeweight=".09783mm" path="m19093,60479c9735,55832,3873,46226,4025,35776,4025,12662,25587,134,52654,134v27067,,46935,10975,49687,32361c102422,33589,102422,34682,102341,35776v120,10234,-5981,19516,-15421,23468c97877,63098,105305,73325,105588,84935v529,28796,-24703,41112,-53111,40583c25269,125518,-810,113872,72,84935,1067,73847,8429,64350,18917,60620t9246,25691c28163,92451,32786,102050,52865,102050v20080,,25021,-9422,24703,-15739c77356,77383,68781,71384,52865,71384v-14398,,-24491,5505,-24702,14927m52865,51339v14116,,21597,-7058,21597,-15563c74462,29601,67757,21661,52512,21661v-17644,,-21914,10587,-21385,14892c31621,44599,38997,51445,52865,5144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">
                <v:stroke joinstyle="miter"/>
                <v:path arrowok="t" o:connecttype="custom" o:connectlocs="19093,60479;4025,35776;52654,134;102341,32495;102341,35776;86920,59244;105588,84935;52477,125518;72,84935;18917,60620;28163,86311;52865,102050;77568,86311;52865,71384;28163,86311;52865,51339;74462,35776;52512,21661;31127,36553;52865,51445" o:connectangles="0,0,0,0,0,0,0,0,0,0,0,0,0,0,0,0,0,0,0,0"/>
              </v:shape>
              <v:shape id="Graphic 6" style="position:absolute;left:7151;top:13420;width:1011;height:1244;visibility:visible;mso-wrap-style:square;v-text-anchor:middle" coordsize="101150,124360" o:spid="_x0000_s1029" filled="f" stroked="f" strokeweight=".09783mm" path="m32976,49822r16621,c58313,49822,71512,49151,71512,38000v,-5153,-3529,-13516,-21174,-13516c40951,24484,30152,26213,28423,36129r-26573,c4074,9239,27753,134,50479,134v20045,,43724,8081,47288,30843c98116,32840,98296,34728,98296,36623v276,10552,-6006,20175,-15774,24174c93959,65014,101462,76028,101190,88217v46,1771,-60,3543,-317,5293c96744,119554,70030,124494,49456,124494,26200,124494,1850,113731,50,85676r26715,c28141,97004,38410,100780,49562,100780v7516,,23291,-1871,23291,-14575c72853,81582,71829,71666,51256,71666r-18316,l32976,4982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">
                <v:stroke joinstyle="miter"/>
                <v:path arrowok="t" o:connecttype="custom" o:connectlocs="32976,49822;49597,49822;71512,38000;50338,24484;28423,36129;1850,36129;50479,134;97767,30977;98296,36623;82522,60797;101190,88217;100873,93510;49456,124494;50,85676;26765,85676;49562,100780;72853,86205;51256,71666;32940,71666" o:connectangles="0,0,0,0,0,0,0,0,0,0,0,0,0,0,0,0,0,0,0"/>
              </v:shape>
              <v:shape id="Graphic 6" style="position:absolute;left:8502;top:13425;width:978;height:1215;visibility:visible;mso-wrap-style:square;v-text-anchor:middle" coordsize="97787,121501" o:spid="_x0000_s1030" filled="f" stroked="f" strokeweight=".09783mm" path="m49738,134v25514,,48100,11646,48100,37689c97838,67466,77476,76006,49879,76006v-10269,,-24702,1236,-24702,16269l25177,96933r71778,l96955,121636r-96905,l50,92204c50,59985,26094,52786,49879,52786v8928,,21774,-2541,21774,-14363c71653,28295,63430,23002,49738,23002v-10799,,-22126,4622,-22656,14398l1427,37400c2803,9450,26412,205,49738,2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">
                <v:stroke joinstyle="miter"/>
                <v:path arrowok="t" o:connecttype="custom" o:connectlocs="49738,134;97838,37823;49879,76006;25177,92275;25177,96933;96955,96933;96955,121636;50,121636;50,92204;49879,52786;71653,38423;49738,23002;27082,37400;1427,37400;49738,205" o:connectangles="0,0,0,0,0,0,0,0,0,0,0,0,0,0,0"/>
              </v:shape>
              <v:shape id="Graphic 6" style="position:absolute;left:10385;top:13412;width:1295;height:1257;visibility:visible;mso-wrap-style:square;v-text-anchor:middle" coordsize="129477,125736" o:spid="_x0000_s1031" filled="f" stroked="f" strokeweight=".09783mm" path="m64807,125870c26447,125870,50,102050,50,63020,50,23990,26447,134,64807,134v38359,,64721,23820,64721,62886c129528,102085,103166,125870,64807,125870t,-101739c44018,23633,26761,40085,26264,60874v-18,692,-15,1384,7,2075c26271,85358,42045,101768,64807,101768v23291,,38536,-16304,38536,-38819c103343,40435,88098,24131,64807,2413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">
                <v:stroke joinstyle="miter"/>
                <v:path arrowok="t" o:connecttype="custom" o:connectlocs="64807,125870;50,63020;64807,134;129528,63020;64807,125870;64807,24131;26264,60874;26271,62949;64807,101768;103343,62949;64807,24131" o:connectangles="0,0,0,0,0,0,0,0,0,0,0"/>
              </v:shape>
              <v:shape id="Graphic 6" style="position:absolute;left:12050;top:13441;width:1086;height:1199;visibility:visible;mso-wrap-style:square;v-text-anchor:middle" coordsize="108620,119878" o:spid="_x0000_s1032" filled="f" stroked="f" strokeweight=".09783mm" path="m81730,40230l81730,r26891,l108621,119878r-22973,l26044,43124r1058,39418l27102,119878,,119878,,,22938,,83424,77919,81730,402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">
                <v:stroke joinstyle="miter"/>
                <v:path arrowok="t" o:connecttype="custom" o:connectlocs="81730,40230;81730,0;108621,0;108621,119878;85648,119878;26044,43124;27102,82542;27102,119878;0,119878;0,0;22938,0;83424,77919;81730,40230" o:connectangles="0,0,0,0,0,0,0,0,0,0,0,0,0"/>
              </v:shape>
              <v:shape id="Graphic 6" style="position:absolute;left:13444;top:13441;width:1827;height:1197;visibility:visible;mso-wrap-style:square;v-text-anchor:middle" coordsize="182623,119701" o:spid="_x0000_s1033" filled="f" stroked="f" strokeweight=".09783mm" path="m117196,119702l91506,52758,66662,119702r-21915,l,,30031,,44923,40900,55722,79613,82613,r17433,l128171,79613,138441,41112,152662,r29961,l139111,119702r-2191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">
                <v:stroke joinstyle="miter"/>
                <v:path arrowok="t" o:connecttype="custom" o:connectlocs="117196,119702;91506,52758;66662,119702;44747,119702;0,0;30031,0;44923,40900;55722,79613;82613,0;100046,0;128171,79613;138441,41112;152662,0;182623,0;139111,119702;117196,119702" o:connectangles="0,0,0,0,0,0,0,0,0,0,0,0,0,0,0,0"/>
              </v:shape>
              <v:shape id="Graphic 6" style="position:absolute;left:15365;top:13440;width:1367;height:1200;visibility:visible;mso-wrap-style:square;v-text-anchor:middle" coordsize="136711,119984" o:spid="_x0000_s1034" filled="f" stroked="f" strokeweight=".09783mm" path="m37563,99545r-8752,20573l50,120118,53867,134r29114,l136762,120118r-28973,l99073,99545r-61510,xm47691,75901r41254,l68406,27272,47691,759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">
                <v:stroke joinstyle="miter"/>
                <v:path arrowok="t" o:connecttype="custom" o:connectlocs="37563,99545;28811,120118;50,120118;53867,134;82981,134;136762,120118;107789,120118;99073,99545;47691,75901;88945,75901;68406,27272" o:connectangles="0,0,0,0,0,0,0,0,0,0,0"/>
              </v:shape>
              <v:shape id="Graphic 6" style="position:absolute;left:17031;top:13440;width:1063;height:1200;visibility:visible;mso-wrap-style:square;v-text-anchor:middle" coordsize="106362,119984" o:spid="_x0000_s1035" filled="f" stroked="f" strokeweight=".09783mm" path="m76770,120118l46103,80770r-19232,l26871,120118r-26821,l50,134r56852,c85839,134,101261,19473,101261,40576v,15562,-4941,29431,-27738,37654l106413,117966r,2046l76770,120118xm26871,58115r30490,c66543,58662,74430,51660,74977,42474v21,-374,32,-748,28,-1122c75298,31612,67640,23478,57901,23182v-297,-7,-597,-11,-893,-4l26871,23178r,3493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">
                <v:stroke joinstyle="miter"/>
                <v:path arrowok="t" o:connecttype="custom" o:connectlocs="76770,120118;46103,80770;26871,80770;26871,120118;50,120118;50,134;56902,134;101261,40576;73523,78230;106413,117966;106413,120012;26871,58115;57361,58115;74977,42474;75005,41352;57901,23182;57008,23178;26871,23178" o:connectangles="0,0,0,0,0,0,0,0,0,0,0,0,0,0,0,0,0,0"/>
              </v:shape>
              <v:shape id="Graphic 6" style="position:absolute;left:18444;top:13440;width:1088;height:1200;visibility:visible;mso-wrap-style:square;v-text-anchor:middle" coordsize="108762,119984" o:spid="_x0000_s1036" filled="f" stroked="f" strokeweight=".09783mm" path="m108813,59350v,31513,-17645,60768,-59604,60768l50,120118,50,134r49159,c90497,134,108813,27660,108813,59209m49209,95345v26043,,33242,-19197,33242,-36525c82451,41493,74229,24237,49209,24237r-22762,l26447,95345r2276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">
                <v:stroke joinstyle="miter"/>
                <v:path arrowok="t" o:connecttype="custom" o:connectlocs="108813,59350;49209,120118;50,120118;50,134;49209,134;108813,59209;49209,95345;82451,58820;49209,24237;26447,24237;26447,95345" o:connectangles="0,0,0,0,0,0,0,0,0,0,0"/>
              </v:shape>
              <v:shape id="Graphic 6" style="position:absolute;left:19812;top:13408;width:1027;height:1265;visibility:visible;mso-wrap-style:square;v-text-anchor:middle" coordsize="102762,126428" o:spid="_x0000_s1037" filled="f" stroked="f" strokeweight=".09783mm" path="m52244,22719v-11470,,-21174,4976,-21174,13057c31070,46716,41657,48763,56761,50139v23749,2224,46052,10799,46052,38536c102813,115248,78111,126541,52279,126541,32058,127035,9931,118989,50,102368l15966,85958v8893,11646,24702,16763,36489,16763c67030,102721,76452,97251,76452,88358v,-10128,-7905,-14116,-24173,-15633c27117,70537,4320,63832,4814,35918,4814,11921,27788,134,52102,134v18527,,32361,3741,44747,17998l80016,32636c72256,26118,62414,22599,52279,2271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">
                <v:stroke joinstyle="miter"/>
                <v:path arrowok="t" o:connecttype="custom" o:connectlocs="52244,22719;31070,35776;56761,50139;102813,88675;52279,126541;50,102368;15966,85958;52455,102721;76452,88358;52279,72725;4814,35918;52102,134;96849,18132;80016,32636;52279,22719" o:connectangles="0,0,0,0,0,0,0,0,0,0,0,0,0,0,0"/>
              </v:shape>
              <v:shape id="Graphic 6" style="position:absolute;width:25817;height:11715;visibility:visible;mso-wrap-style:square;v-text-anchor:middle" coordsize="2581777,1171539" o:spid="_x0000_s1038" filled="f" stroked="f" strokeweight=".09783mm" path="m551554,491646r,-14928c529728,475233,511091,460415,504725,439488v-3811,-12845,-4729,-19621,-4729,-44782l499996,308705v,-12598,918,-16621,4341,-20044c507760,285238,511889,284391,532569,284391v26255,,36807,1341,48805,13375c615499,331855,614934,420291,655482,463626v22726,24279,64862,37054,105127,37054c789155,500271,817542,496346,845128,488999r-1377,-14857c806486,477424,775643,468284,734354,366439,711098,309235,685160,271969,616205,271969r,-2329c708875,269640,772572,226093,772572,152796,772572,73713,701993,27166,590373,27166v-55934,,-91753,10587,-159579,10587c402033,37753,368367,32706,340876,31154r,14927c365261,48692,381636,62949,387670,83311v3564,12563,4482,19621,4482,44642l392152,394706v,25161,-918,31760,-4729,44782c381078,460418,362449,475240,340629,476718r,14928c340629,491646,396704,490270,447768,490270v51064,,103786,1376,103786,1376m499996,85288v,-12246,2083,-16092,6000,-19621c512560,59773,530098,55750,561153,55750v57734,,98387,42806,98387,98458c659540,187415,648953,212859,631662,230257v-24315,24349,-49018,27843,-92106,27843c512948,258100,508360,257888,504266,253830v-3528,-3529,-4340,-7446,-4340,-20009l499926,85288t1431729,27772c1964651,113060,1989212,89558,1989212,56597v,-32960,-24702,-56463,-57557,-56463c1898801,134,1874098,23672,1874098,56597v,32925,24703,56463,57557,56463m1656750,294801v-116843,3529,-199738,41818,-199738,117161c1457012,468002,1499112,495598,1554834,495598v50447,46,98193,-22783,129830,-62074c1691722,471037,1714307,494222,1757184,494222v30349,,55687,-7693,82930,-19445l1835209,460662v-5752,1563,-11684,2357,-17645,2364c1800908,463026,1784710,455368,1781816,432854v-1517,-13672,-2153,-27427,-1906,-41183l1779910,277015v,-23855,-1870,-39242,-7057,-54451c1756337,173158,1706155,150785,1622378,150785v-99340,,-148216,38218,-148216,80742c1474162,267099,1502923,282556,1532672,282556v22762,,37372,-4870,37372,-11469c1570044,265546,1565245,258488,1565245,237421v,-37443,19868,-64898,56922,-64898c1660597,172523,1682370,198143,1682370,246631r,28620c1682370,292013,1680218,293884,1656785,294625t25585,85400c1682370,419514,1643552,453886,1600710,453886v-31760,,-49758,-20503,-49758,-49052c1550952,349782,1591782,323315,1646234,315410v19374,-2646,28231,-1482,32149,2541c1681559,321198,1682300,325679,1682300,332455r70,47570xm1001566,495739v78695,,130924,-28231,163849,-56851l1156981,426502v-28080,16434,-59996,25175,-92529,25337c1013599,451839,968500,433136,943373,388036v-12280,-22021,-11610,-32925,-9281,-37477c936033,346747,938786,345089,945208,345089v6423,,20751,1799,39736,1799c1095436,346888,1153416,316716,1153416,254077v,-54734,-56075,-103116,-149062,-103116c900532,150961,827165,226093,827165,321656v,98388,66344,174083,174401,174083m999872,173829v39806,,57416,37865,57416,77637c1057288,308317,1025527,324621,972275,324621v-42770,,-45170,-6635,-45170,-26644c927105,229269,955337,173829,999872,173829t232910,36948l1232782,400352v,67862,43265,95282,95670,95282c1372423,495634,1410112,476577,1424828,468073r-7058,-13446c1406269,459783,1393776,462349,1381175,462144v-24174,,-38819,-14610,-45241,-39101c1333322,412845,1332158,400881,1332158,377167r,-166637c1332158,197755,1333110,193626,1336534,190203v3423,-3423,11080,-4340,20467,-4340c1371505,185863,1403901,186427,1419711,186780r,-25338c1405207,161830,1383116,162360,1360601,162360v-15280,,-20362,-671,-24067,-4341c1332828,154349,1332158,150432,1332158,137692r,-76154l1317689,61538v-18598,54134,-69485,99198,-134700,110703l1182989,186357v37901,,41818,741,45170,4058c1231512,193732,1232535,198461,1232535,210706m2104503,68702v1623,8046,2223,17115,2223,40406l2106726,403704v-469,15644,1324,31274,5329,46406c2122642,483635,2159096,495528,2193962,495528v31379,-106,62409,-6614,91188,-19127l2281056,461967v-6514,1779,-13223,2739,-19974,2859c2236380,464826,2216865,454627,2211289,430207v-2400,-10269,-3529,-23079,-3529,-48594l2207760,88005v,-51382,-19374,-66450,-63521,-66450c2117384,21555,2066602,26142,2066602,26142r,14822c2090811,41387,2100515,50951,2104115,68702t-62851,396124c2016562,464826,1997082,454627,1991436,430207v-2330,-10269,-3529,-23079,-3529,-48594l1987907,218894v,-51382,-19374,-66415,-63521,-66415c1897530,152479,1846749,156996,1846749,156996r,14857c1870957,172311,1880662,181840,1884261,199555v1659,8081,2188,17151,2188,40442l1886449,403704v-314,15673,1659,31306,5858,46406c1902894,483635,1939313,495528,1974179,495528v31333,-117,62314,-6624,91047,-19127l2061097,461967v-6500,1786,-13198,2746,-19939,2859m244818,639509v-91258,,-225852,-1482,-225852,-1482l50,768774r17081,c28353,741919,39222,717604,57784,699042v20644,-20574,43865,-27384,80637,-27384c166970,671658,172510,673316,176674,677480v4164,4164,4800,8223,4800,22091l181474,1035457v,27525,-1377,34866,-7058,48946c165417,1106636,138526,1123222,104896,1125092r,16268c104896,1141360,189131,1139878,244889,1139878v55757,,140028,1482,140028,1482l384917,1125092v-33630,-1941,-60556,-18456,-69520,-40689c309716,1070287,308339,1062982,308339,1035457r,-335886c308339,685703,309363,681256,313068,677480v4235,-4164,9775,-5822,38324,-5822c388058,671658,411385,678468,431958,699042v18527,18562,29396,42877,40619,69732l489692,768774,470741,638027v,,-134558,1482,-225852,1482m2562807,638027v,,-134629,1482,-225852,1482c2245732,639509,2111102,638027,2111102,638027r-18880,130747l2109302,768774v11258,-26855,22092,-51170,40619,-69732c2170494,678468,2193821,671658,2230487,671658v28584,,34124,1658,38324,5822c2273010,681644,2273575,685703,2273575,699571r,335886c2273575,1062982,2272199,1070323,2266517,1084403v-9034,22233,-35889,38819,-69520,40689l2196997,1141360v,,84201,-1482,139993,-1482c2392783,1139878,2476983,1141360,2476983,1141360r,-16268c2443388,1123151,2416497,1106636,2407498,1084403v-5716,-14116,-7057,-21421,-7057,-48946l2400441,699571v,-13868,1023,-18315,4764,-22091c2408945,673704,2414980,671658,2443529,671658v36701,,59992,6810,80566,27384c2542622,717604,2553491,741919,2564713,768774r17116,l2562807,638027xm1900777,835648c1820140,805969,1759337,785607,1759337,731014v,-48346,43512,-72555,92282,-72555c1928903,658459,1988542,721769,2011057,794571r15244,l2025349,662412v-24703,-10128,-110245,-30314,-166920,-30314c1753126,632098,1656785,669540,1656785,775656v,73931,51064,115114,113386,143169c1853842,956444,1950641,973771,1950641,1047349v,50535,-50888,71638,-102692,71638c1760960,1118987,1701885,1058995,1673901,976065r-15598,l1659044,1114964v58828,19691,117514,32325,179659,32325c1949617,1147289,2057497,1109918,2057497,999461v,-87623,-59639,-128030,-156614,-163778m981557,1009307c954631,940034,918847,901321,843539,901321r,-2540c944785,898781,1014341,851210,1014341,771139v,-86354,-76967,-137171,-199033,-137171c754257,633968,714980,645437,641013,645437v-31443,,-71849,-5505,-101916,-7057l539097,654648v26679,2858,44571,18456,51135,40653c594431,709417,595419,716757,595419,744283r,291385c595419,1063194,594431,1070534,590232,1084615v-6949,22860,-27297,39055,-51135,40689l539097,1141572v,,64933,-1482,120726,-1482c715615,1140090,773208,1141572,773208,1141572r,-16268c749362,1123663,729008,1107475,722038,1084615v-4164,-14116,-5152,-21421,-5152,-48947l716886,941516v,-13763,988,-18174,4693,-21879c725284,915931,730472,914978,758033,914978v24703,,35290,2153,47747,14575c842481,966254,847139,1078439,893686,1128515v27773,29855,68109,42736,113244,43159c1041750,1171371,1076404,1166808,1110116,1158088r-1411,-17963c1051430,1144854,1020481,1109494,981662,1009237m760045,886359v-29079,,-34090,-283,-38501,-4659c717838,877995,716850,873549,716850,859821r,-162332c716850,684115,719109,679845,723414,676069v7058,-6458,26291,-10834,60204,-10834c846716,665235,891110,711993,891110,772797v,36242,-11434,64051,-30420,83036c834082,882442,807121,886288,760045,886288m1523744,639579v-38642,,-83142,-1482,-83142,-1482l1440602,654366v26644,1941,48206,18456,55334,40688c1500453,709170,1501512,716475,1501512,744001r,166213c1501512,963149,1499747,999285,1483302,1033339v-22373,46477,-61509,71462,-118784,71462c1320724,1104801,1284764,1082145,1267084,1045796v-15033,-30878,-19762,-71637,-19762,-164907l1247322,743930v,-27525,988,-34901,5152,-48946c1259444,672123,1279799,655936,1303644,654295r,-16268c1303644,638027,1238711,639509,1182918,639509v-55792,,-113385,-1482,-113385,-1482l1069533,654295v23845,1641,44200,17828,51170,40689c1124867,709100,1125855,716405,1125855,743930v,,1024,78096,1024,152910c1126879,971653,1130831,1014318,1155746,1059418v35289,64262,111832,87871,187740,87871c1434568,1147289,1490713,1110835,1519933,1060442v21174,-36737,30102,-80002,30102,-134100l1551093,743824v,-27525,1059,-34901,5506,-48946c1563657,672646,1585007,656060,1611368,654189r,-16268c1611368,637921,1562386,639403,1523744,63940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">
                <v:stroke joinstyle="miter"/>
                <v:path arrowok="t" o:connecttype="custom" o:connectlocs="551554,491646;551554,476718;504725,439488;499996,394706;499996,308705;504337,288661;532569,284391;581374,297766;655482,463626;760609,500680;845128,488999;843751,474142;734354,366439;616205,271969;616205,269640;772572,152796;590373,27166;430794,37753;340876,31154;340876,46081;387670,83311;392152,127953;392152,394706;387423,439488;340629,476718;340629,491646;447768,490270;551554,491646;499996,85288;505996,65667;561153,55750;659540,154208;631662,230257;539556,258100;504266,253830;499926,233821;499926,85288;1931655,113060;1989212,56597;1931655,134;1874098,56597;1931655,113060;1656750,294801;1457012,411962;1554834,495598;1684664,433524;1757184,494222;1840114,474777;1835209,460662;1817564,463026;1781816,432854;1779910,391671;1779910,277015;1772853,222564;1622378,150785;1474162,231527;1532672,282556;1570044,271087;1565245,237421;1622167,172523;1682370,246631;1682370,275251;1656785,294625;1682370,380025;1600710,453886;1550952,404834;1646234,315410;1678383,317951;1682300,332455;1001566,495739;1165415,438888;1156981,426502;1064452,451839;943373,388036;934092,350559;945208,345089;984944,346888;1153416,254077;1004354,150961;827165,321656;1001566,495739;999872,173829;1057288,251466;972275,324621;927105,297977;999872,173829;1232782,210777;1232782,400352;1328452,495634;1424828,468073;1417770,454627;1381175,462144;1335934,423043;1332158,377167;1332158,210530;1336534,190203;1357001,185863;1419711,186780;1419711,161442;1360601,162360;1336534,158019;1332158,137692;1332158,61538;1317689,61538;1182989,172241;1182989,186357;1228159,190415;1232535,210706;2104503,68702;2106726,109108;2106726,403704;2112055,450110;2193962,495528;2285150,476401;2281056,461967;2261082,464826;2211289,430207;2207760,381613;2207760,88005;2144239,21555;2066602,26142;2066602,40964;2104115,68702;2041264,464826;1991436,430207;1987907,381613;1987907,218894;1924386,152479;1846749,156996;1846749,171853;1884261,199555;1886449,239997;1886449,403704;1892307,450110;1974179,495528;2065226,476401;2061097,461967;2041158,464826;244818,639509;18966,638027;50,768774;17131,768774;57784,699042;138421,671658;176674,677480;181474,699571;181474,1035457;174416,1084403;104896,1125092;104896,1141360;244889,1139878;384917,1141360;384917,1125092;315397,1084403;308339,1035457;308339,699571;313068,677480;351392,671658;431958,699042;472577,768774;489692,768774;470741,638027;244889,639509;2562807,638027;2336955,639509;2111102,638027;2092222,768774;2109302,768774;2149921,699042;2230487,671658;2268811,677480;2273575,699571;2273575,1035457;2266517,1084403;2196997,1125092;2196997,1141360;2336990,1139878;2476983,1141360;2476983,1125092;2407498,1084403;2400441,1035457;2400441,699571;2405205,677480;2443529,671658;2524095,699042;2564713,768774;2581829,768774;1900777,835648;1759337,731014;1851619,658459;2011057,794571;2026301,794571;2025349,662412;1858429,632098;1656785,775656;1770171,918825;1950641,1047349;1847949,1118987;1673901,976065;1658303,976065;1659044,1114964;1838703,1147289;2057497,999461;1900883,835683;981557,1009307;843539,901321;843539,898781;1014341,771139;815308,633968;641013,645437;539097,638380;539097,654648;590232,695301;595419,744283;595419,1035668;590232,1084615;539097,1125304;539097,1141572;659823,1140090;773208,1141572;773208,1125304;722038,1084615;716886,1035668;716886,941516;721579,919637;758033,914978;805780,929553;893686,1128515;1006930,1171674;1110116,1158088;1108705,1140125;981662,1009237;760045,886359;721544,881700;716850,859821;716850,697489;723414,676069;783618,665235;891110,772797;860690,855833;760045,886288;1523744,639579;1440602,638097;1440602,654366;1495936,695054;1501512,744001;1501512,910214;1483302,1033339;1364518,1104801;1267084,1045796;1247322,880889;1247322,743930;1252474,694984;1303644,654295;1303644,638027;1182918,639509;1069533,638027;1069533,654295;1120703,694984;1125855,743930;1126879,896840;1155746,1059418;1343486,1147289;1519933,1060442;1550035,926342;1551093,743824;1556599,694878;1611368,654189;1611368,637921;1523744,63940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7E95"/>
    <w:multiLevelType w:val="multilevel"/>
    <w:tmpl w:val="788066B8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hint="default" w:ascii="Symbol" w:hAnsi="Symbol"/>
        <w:color w:val="auto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567"/>
        </w:tabs>
        <w:ind w:left="567" w:hanging="283"/>
      </w:pPr>
      <w:rPr>
        <w:rFonts w:hint="default" w:ascii="Times New Roman" w:hAnsi="Times New Roman" w:cs="Times New Roman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851"/>
        </w:tabs>
        <w:ind w:left="851" w:hanging="283"/>
      </w:pPr>
      <w:rPr>
        <w:rFonts w:hint="default" w:ascii="Symbol" w:hAnsi="Symbol"/>
        <w:color w:val="6A97CF" w:themeColor="accent1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135"/>
        </w:tabs>
        <w:ind w:left="1135" w:hanging="283"/>
      </w:pPr>
      <w:rPr>
        <w:rFonts w:hint="default" w:ascii="Times New Roman" w:hAnsi="Times New Roman" w:cs="Times New Roman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419"/>
        </w:tabs>
        <w:ind w:left="1419" w:hanging="283"/>
      </w:pPr>
      <w:rPr>
        <w:rFonts w:hint="default" w:ascii="Symbol" w:hAnsi="Symbol"/>
        <w:color w:val="auto"/>
      </w:rPr>
    </w:lvl>
    <w:lvl w:ilvl="5">
      <w:start w:val="1"/>
      <w:numFmt w:val="bullet"/>
      <w:lvlText w:val="–"/>
      <w:lvlJc w:val="left"/>
      <w:pPr>
        <w:tabs>
          <w:tab w:val="num" w:pos="1703"/>
        </w:tabs>
        <w:ind w:left="1703" w:hanging="283"/>
      </w:pPr>
      <w:rPr>
        <w:rFonts w:hint="default" w:ascii="Times New Roman" w:hAnsi="Times New Roman" w:cs="Times New Roman"/>
      </w:rPr>
    </w:lvl>
    <w:lvl w:ilvl="6">
      <w:start w:val="1"/>
      <w:numFmt w:val="bullet"/>
      <w:lvlText w:val=""/>
      <w:lvlJc w:val="left"/>
      <w:pPr>
        <w:tabs>
          <w:tab w:val="num" w:pos="1987"/>
        </w:tabs>
        <w:ind w:left="1987" w:hanging="283"/>
      </w:pPr>
      <w:rPr>
        <w:rFonts w:hint="default" w:ascii="Symbol" w:hAnsi="Symbol"/>
        <w:color w:val="auto"/>
      </w:rPr>
    </w:lvl>
    <w:lvl w:ilvl="7">
      <w:start w:val="1"/>
      <w:numFmt w:val="bullet"/>
      <w:lvlText w:val="–"/>
      <w:lvlJc w:val="left"/>
      <w:pPr>
        <w:tabs>
          <w:tab w:val="num" w:pos="2271"/>
        </w:tabs>
        <w:ind w:left="2271" w:hanging="283"/>
      </w:pPr>
      <w:rPr>
        <w:rFonts w:hint="default" w:ascii="Times New Roman" w:hAnsi="Times New Roman" w:cs="Times New Roman"/>
      </w:rPr>
    </w:lvl>
    <w:lvl w:ilvl="8">
      <w:start w:val="1"/>
      <w:numFmt w:val="bullet"/>
      <w:lvlText w:val=""/>
      <w:lvlJc w:val="left"/>
      <w:pPr>
        <w:tabs>
          <w:tab w:val="num" w:pos="2555"/>
        </w:tabs>
        <w:ind w:left="2555" w:hanging="283"/>
      </w:pPr>
      <w:rPr>
        <w:rFonts w:hint="default" w:ascii="Symbol" w:hAnsi="Symbol"/>
        <w:color w:val="auto"/>
      </w:rPr>
    </w:lvl>
  </w:abstractNum>
  <w:abstractNum w:abstractNumId="1" w15:restartNumberingAfterBreak="0">
    <w:nsid w:val="1BB05DB3"/>
    <w:multiLevelType w:val="hybridMultilevel"/>
    <w:tmpl w:val="ABA21AB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972CB"/>
    <w:multiLevelType w:val="multilevel"/>
    <w:tmpl w:val="0B763342"/>
    <w:lvl w:ilvl="0">
      <w:start w:val="1"/>
      <w:numFmt w:val="decimal"/>
      <w:pStyle w:val="ListNumber"/>
      <w:lvlText w:val="%1."/>
      <w:lvlJc w:val="left"/>
      <w:pPr>
        <w:tabs>
          <w:tab w:val="num" w:pos="851"/>
        </w:tabs>
        <w:ind w:left="851" w:hanging="851"/>
      </w:pPr>
      <w:rPr>
        <w:rFonts w:hint="default" w:asciiTheme="majorHAnsi" w:hAnsiTheme="majorHAnsi"/>
        <w:b/>
        <w:i w:val="0"/>
        <w:color w:val="6A97CF" w:themeColor="accent1"/>
        <w:sz w:val="44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tabs>
          <w:tab w:val="num" w:pos="1701"/>
        </w:tabs>
        <w:ind w:left="1701" w:hanging="283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985"/>
        </w:tabs>
        <w:ind w:left="1985" w:hanging="284"/>
      </w:pPr>
      <w:rPr>
        <w:rFonts w:hint="default" w:asciiTheme="minorHAnsi" w:hAnsiTheme="minorHAnsi"/>
        <w:b w:val="0"/>
        <w:bCs/>
        <w:i w:val="0"/>
        <w:color w:val="353636" w:themeColor="text1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268"/>
        </w:tabs>
        <w:ind w:left="2268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3" w15:restartNumberingAfterBreak="0">
    <w:nsid w:val="309F728E"/>
    <w:multiLevelType w:val="hybridMultilevel"/>
    <w:tmpl w:val="0090DC5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35596D"/>
    <w:multiLevelType w:val="multilevel"/>
    <w:tmpl w:val="00AE5266"/>
    <w:styleLink w:val="RetailTrustHeadings"/>
    <w:lvl w:ilvl="0">
      <w:start w:val="1"/>
      <w:numFmt w:val="decimal"/>
      <w:lvlText w:val="%1."/>
      <w:lvlJc w:val="left"/>
      <w:pPr>
        <w:tabs>
          <w:tab w:val="num" w:pos="1021"/>
        </w:tabs>
        <w:ind w:left="1381" w:hanging="1021"/>
      </w:pPr>
    </w:lvl>
    <w:lvl w:ilvl="1">
      <w:start w:val="1"/>
      <w:numFmt w:val="lowerLetter"/>
      <w:lvlText w:val="%2)"/>
      <w:lvlJc w:val="left"/>
      <w:pPr>
        <w:ind w:left="-1329" w:hanging="360"/>
      </w:pPr>
    </w:lvl>
    <w:lvl w:ilvl="2">
      <w:start w:val="1"/>
      <w:numFmt w:val="lowerRoman"/>
      <w:lvlText w:val="%3)"/>
      <w:lvlJc w:val="left"/>
      <w:pPr>
        <w:ind w:left="-969" w:hanging="360"/>
      </w:pPr>
    </w:lvl>
    <w:lvl w:ilvl="3">
      <w:start w:val="1"/>
      <w:numFmt w:val="decimal"/>
      <w:lvlText w:val="(%4)"/>
      <w:lvlJc w:val="left"/>
      <w:pPr>
        <w:ind w:left="-609" w:hanging="360"/>
      </w:pPr>
    </w:lvl>
    <w:lvl w:ilvl="4">
      <w:start w:val="1"/>
      <w:numFmt w:val="lowerLetter"/>
      <w:lvlText w:val="(%5)"/>
      <w:lvlJc w:val="left"/>
      <w:pPr>
        <w:ind w:left="-249" w:hanging="360"/>
      </w:pPr>
    </w:lvl>
    <w:lvl w:ilvl="5">
      <w:start w:val="1"/>
      <w:numFmt w:val="lowerRoman"/>
      <w:lvlText w:val="(%6)"/>
      <w:lvlJc w:val="left"/>
      <w:pPr>
        <w:ind w:left="111" w:hanging="360"/>
      </w:pPr>
    </w:lvl>
    <w:lvl w:ilvl="6">
      <w:start w:val="1"/>
      <w:numFmt w:val="decimal"/>
      <w:lvlText w:val="%7."/>
      <w:lvlJc w:val="left"/>
      <w:pPr>
        <w:ind w:left="471" w:hanging="360"/>
      </w:pPr>
    </w:lvl>
    <w:lvl w:ilvl="7">
      <w:start w:val="1"/>
      <w:numFmt w:val="lowerLetter"/>
      <w:lvlText w:val="%8."/>
      <w:lvlJc w:val="left"/>
      <w:pPr>
        <w:ind w:left="831" w:hanging="360"/>
      </w:pPr>
    </w:lvl>
    <w:lvl w:ilvl="8">
      <w:start w:val="1"/>
      <w:numFmt w:val="lowerRoman"/>
      <w:lvlText w:val="%9."/>
      <w:lvlJc w:val="left"/>
      <w:pPr>
        <w:ind w:left="1191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20"/>
  <w:drawingGridHorizontalSpacing w:val="851"/>
  <w:drawingGridVerticalSpacing w:val="84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7D"/>
    <w:rsid w:val="00036D42"/>
    <w:rsid w:val="000411E6"/>
    <w:rsid w:val="0004180C"/>
    <w:rsid w:val="00064DE0"/>
    <w:rsid w:val="0007276A"/>
    <w:rsid w:val="000B2091"/>
    <w:rsid w:val="000B45DB"/>
    <w:rsid w:val="000B7D74"/>
    <w:rsid w:val="000C4A42"/>
    <w:rsid w:val="000E3BBF"/>
    <w:rsid w:val="000F2B29"/>
    <w:rsid w:val="00114EC0"/>
    <w:rsid w:val="00140383"/>
    <w:rsid w:val="00171B49"/>
    <w:rsid w:val="001941CE"/>
    <w:rsid w:val="001F42C9"/>
    <w:rsid w:val="0022696B"/>
    <w:rsid w:val="00230E7B"/>
    <w:rsid w:val="0028006C"/>
    <w:rsid w:val="002B57E5"/>
    <w:rsid w:val="002B7064"/>
    <w:rsid w:val="002C7816"/>
    <w:rsid w:val="002D4428"/>
    <w:rsid w:val="002F32E7"/>
    <w:rsid w:val="003171FA"/>
    <w:rsid w:val="00341538"/>
    <w:rsid w:val="003441D1"/>
    <w:rsid w:val="0034637B"/>
    <w:rsid w:val="00366B14"/>
    <w:rsid w:val="00367255"/>
    <w:rsid w:val="00373BB2"/>
    <w:rsid w:val="003A033B"/>
    <w:rsid w:val="003B3C58"/>
    <w:rsid w:val="003B58AF"/>
    <w:rsid w:val="003B764B"/>
    <w:rsid w:val="003D3840"/>
    <w:rsid w:val="00404656"/>
    <w:rsid w:val="004418C0"/>
    <w:rsid w:val="00443BB9"/>
    <w:rsid w:val="00446E36"/>
    <w:rsid w:val="004564EA"/>
    <w:rsid w:val="004B3795"/>
    <w:rsid w:val="004E0B86"/>
    <w:rsid w:val="00520AF0"/>
    <w:rsid w:val="00526548"/>
    <w:rsid w:val="0053007D"/>
    <w:rsid w:val="005520D2"/>
    <w:rsid w:val="005557F9"/>
    <w:rsid w:val="00561171"/>
    <w:rsid w:val="00571A23"/>
    <w:rsid w:val="00580F9D"/>
    <w:rsid w:val="00592C4F"/>
    <w:rsid w:val="005970DC"/>
    <w:rsid w:val="005B2B3B"/>
    <w:rsid w:val="005C40CB"/>
    <w:rsid w:val="00631420"/>
    <w:rsid w:val="00660E08"/>
    <w:rsid w:val="00676C05"/>
    <w:rsid w:val="006810AB"/>
    <w:rsid w:val="00683D92"/>
    <w:rsid w:val="00697E3F"/>
    <w:rsid w:val="006A532E"/>
    <w:rsid w:val="00702541"/>
    <w:rsid w:val="00721ECF"/>
    <w:rsid w:val="00726E2A"/>
    <w:rsid w:val="00741598"/>
    <w:rsid w:val="00750C78"/>
    <w:rsid w:val="007944E9"/>
    <w:rsid w:val="007D12C9"/>
    <w:rsid w:val="007D1A43"/>
    <w:rsid w:val="0080404B"/>
    <w:rsid w:val="00826898"/>
    <w:rsid w:val="00897904"/>
    <w:rsid w:val="008C4BCE"/>
    <w:rsid w:val="008F40AD"/>
    <w:rsid w:val="009110E0"/>
    <w:rsid w:val="009175C5"/>
    <w:rsid w:val="009866BF"/>
    <w:rsid w:val="00995702"/>
    <w:rsid w:val="009970FD"/>
    <w:rsid w:val="009A5E88"/>
    <w:rsid w:val="009F682C"/>
    <w:rsid w:val="00A151A2"/>
    <w:rsid w:val="00A265B9"/>
    <w:rsid w:val="00A27C76"/>
    <w:rsid w:val="00A34B23"/>
    <w:rsid w:val="00A607C0"/>
    <w:rsid w:val="00A707B1"/>
    <w:rsid w:val="00A85181"/>
    <w:rsid w:val="00A964FA"/>
    <w:rsid w:val="00AA2D1E"/>
    <w:rsid w:val="00AC3401"/>
    <w:rsid w:val="00B06800"/>
    <w:rsid w:val="00B21BCA"/>
    <w:rsid w:val="00B40A7C"/>
    <w:rsid w:val="00B51CE0"/>
    <w:rsid w:val="00B54FC6"/>
    <w:rsid w:val="00B5784E"/>
    <w:rsid w:val="00B76CB0"/>
    <w:rsid w:val="00B81211"/>
    <w:rsid w:val="00BA5682"/>
    <w:rsid w:val="00BB0881"/>
    <w:rsid w:val="00BB5612"/>
    <w:rsid w:val="00BF5A43"/>
    <w:rsid w:val="00C05F08"/>
    <w:rsid w:val="00C24F35"/>
    <w:rsid w:val="00C52675"/>
    <w:rsid w:val="00C65704"/>
    <w:rsid w:val="00C90948"/>
    <w:rsid w:val="00C9332B"/>
    <w:rsid w:val="00C96878"/>
    <w:rsid w:val="00D06A9A"/>
    <w:rsid w:val="00D136B9"/>
    <w:rsid w:val="00D715DA"/>
    <w:rsid w:val="00D75814"/>
    <w:rsid w:val="00DA0C58"/>
    <w:rsid w:val="00DA65D9"/>
    <w:rsid w:val="00DB1240"/>
    <w:rsid w:val="00DC241D"/>
    <w:rsid w:val="00DD3A94"/>
    <w:rsid w:val="00DD3C69"/>
    <w:rsid w:val="00E04B07"/>
    <w:rsid w:val="00E06F21"/>
    <w:rsid w:val="00E15A98"/>
    <w:rsid w:val="00E17AD2"/>
    <w:rsid w:val="00E26187"/>
    <w:rsid w:val="00E37278"/>
    <w:rsid w:val="00E83C4E"/>
    <w:rsid w:val="00E907EC"/>
    <w:rsid w:val="00ED2E99"/>
    <w:rsid w:val="00F43E89"/>
    <w:rsid w:val="00F6418B"/>
    <w:rsid w:val="00F67311"/>
    <w:rsid w:val="00F80120"/>
    <w:rsid w:val="00F80709"/>
    <w:rsid w:val="00F93815"/>
    <w:rsid w:val="00FA22DE"/>
    <w:rsid w:val="00FA24B1"/>
    <w:rsid w:val="00FB3DFF"/>
    <w:rsid w:val="00FB53A2"/>
    <w:rsid w:val="00FF2C0A"/>
    <w:rsid w:val="02F59EFB"/>
    <w:rsid w:val="059D110C"/>
    <w:rsid w:val="06B83E9A"/>
    <w:rsid w:val="0727F5CC"/>
    <w:rsid w:val="083F9CC1"/>
    <w:rsid w:val="08E5F39C"/>
    <w:rsid w:val="0B323F6C"/>
    <w:rsid w:val="0B9CE198"/>
    <w:rsid w:val="0CB92E36"/>
    <w:rsid w:val="0D44D0C1"/>
    <w:rsid w:val="0D9564EE"/>
    <w:rsid w:val="0F8EF932"/>
    <w:rsid w:val="18CE1F3D"/>
    <w:rsid w:val="1C6ADD63"/>
    <w:rsid w:val="1CEAFD81"/>
    <w:rsid w:val="1EAE5DA2"/>
    <w:rsid w:val="22180A3D"/>
    <w:rsid w:val="24C7E065"/>
    <w:rsid w:val="2BA37B1D"/>
    <w:rsid w:val="2D456B05"/>
    <w:rsid w:val="2E5A8B2F"/>
    <w:rsid w:val="2E66111B"/>
    <w:rsid w:val="35FD4F38"/>
    <w:rsid w:val="3685B0AB"/>
    <w:rsid w:val="38864039"/>
    <w:rsid w:val="393DE873"/>
    <w:rsid w:val="3D62B289"/>
    <w:rsid w:val="410BFB18"/>
    <w:rsid w:val="4137F3A6"/>
    <w:rsid w:val="450A05EF"/>
    <w:rsid w:val="473EB4A0"/>
    <w:rsid w:val="49974653"/>
    <w:rsid w:val="4A8DBDC0"/>
    <w:rsid w:val="4AC69DBE"/>
    <w:rsid w:val="4AF3B05B"/>
    <w:rsid w:val="4C6DE68D"/>
    <w:rsid w:val="4E1D997D"/>
    <w:rsid w:val="4E77B529"/>
    <w:rsid w:val="4F212F79"/>
    <w:rsid w:val="4F454EBF"/>
    <w:rsid w:val="518DF795"/>
    <w:rsid w:val="56A28792"/>
    <w:rsid w:val="5955933D"/>
    <w:rsid w:val="5B7948D7"/>
    <w:rsid w:val="5CDB4816"/>
    <w:rsid w:val="5F729F26"/>
    <w:rsid w:val="680EB1EB"/>
    <w:rsid w:val="6B3B01A1"/>
    <w:rsid w:val="70C0A2C0"/>
    <w:rsid w:val="720AF477"/>
    <w:rsid w:val="776D18FD"/>
    <w:rsid w:val="790200FC"/>
    <w:rsid w:val="7BE392C6"/>
    <w:rsid w:val="7DD1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B95E1"/>
  <w15:chartTrackingRefBased/>
  <w15:docId w15:val="{E900638B-C78C-49E6-8D87-261E7886EF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 w:qFormat="1"/>
    <w:lsdException w:name="List Number" w:uiPriority="0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 w:qFormat="1"/>
    <w:lsdException w:name="List Bullet 3" w:uiPriority="0" w:semiHidden="1" w:unhideWhenUsed="1" w:qFormat="1"/>
    <w:lsdException w:name="List Bullet 4" w:semiHidden="1" w:unhideWhenUsed="1"/>
    <w:lsdException w:name="List Bullet 5" w:semiHidden="1" w:unhideWhenUsed="1"/>
    <w:lsdException w:name="List Number 2" w:uiPriority="0" w:semiHidden="1" w:unhideWhenUsed="1" w:qFormat="1"/>
    <w:lsdException w:name="List Number 3" w:uiPriority="0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18C0"/>
  </w:style>
  <w:style w:type="paragraph" w:styleId="Heading1">
    <w:name w:val="heading 1"/>
    <w:basedOn w:val="Normal"/>
    <w:next w:val="Normal"/>
    <w:link w:val="Heading1Char"/>
    <w:qFormat/>
    <w:rsid w:val="004418C0"/>
    <w:pPr>
      <w:keepNext/>
      <w:keepLines/>
      <w:spacing w:before="360" w:after="240" w:line="240" w:lineRule="auto"/>
      <w:ind w:right="28"/>
      <w:contextualSpacing/>
      <w:outlineLvl w:val="0"/>
    </w:pPr>
    <w:rPr>
      <w:rFonts w:eastAsiaTheme="majorEastAsia" w:cstheme="majorBidi"/>
      <w:b/>
      <w:color w:val="6A97CF" w:themeColor="text2"/>
      <w:sz w:val="40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C65704"/>
    <w:pPr>
      <w:keepNext/>
      <w:keepLines/>
      <w:spacing w:before="400" w:after="0" w:line="288" w:lineRule="auto"/>
      <w:outlineLvl w:val="1"/>
    </w:pPr>
    <w:rPr>
      <w:rFonts w:eastAsiaTheme="majorEastAsia" w:cstheme="majorBidi"/>
      <w:b/>
      <w:color w:val="EC6669" w:themeColor="accent2"/>
      <w:sz w:val="28"/>
      <w:szCs w:val="26"/>
      <w:lang w:val="en-GB"/>
    </w:rPr>
  </w:style>
  <w:style w:type="paragraph" w:styleId="Heading3">
    <w:name w:val="heading 3"/>
    <w:basedOn w:val="Normal"/>
    <w:next w:val="Normal"/>
    <w:link w:val="Heading3Char"/>
    <w:qFormat/>
    <w:rsid w:val="00C65704"/>
    <w:pPr>
      <w:keepNext/>
      <w:keepLines/>
      <w:spacing w:before="400" w:after="0" w:line="288" w:lineRule="auto"/>
      <w:outlineLvl w:val="2"/>
    </w:pPr>
    <w:rPr>
      <w:rFonts w:eastAsiaTheme="majorEastAsia" w:cstheme="majorBidi"/>
      <w:b/>
      <w:color w:val="6EC2BA" w:themeColor="accent4"/>
      <w:sz w:val="24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4418C0"/>
    <w:rPr>
      <w:rFonts w:eastAsiaTheme="majorEastAsia" w:cstheme="majorBidi"/>
      <w:b/>
      <w:color w:val="6A97CF" w:themeColor="text2"/>
      <w:sz w:val="40"/>
      <w:szCs w:val="32"/>
      <w:lang w:val="en-GB"/>
    </w:rPr>
  </w:style>
  <w:style w:type="character" w:styleId="Heading2Char" w:customStyle="1">
    <w:name w:val="Heading 2 Char"/>
    <w:basedOn w:val="DefaultParagraphFont"/>
    <w:link w:val="Heading2"/>
    <w:rsid w:val="00C65704"/>
    <w:rPr>
      <w:rFonts w:eastAsiaTheme="majorEastAsia" w:cstheme="majorBidi"/>
      <w:b/>
      <w:color w:val="EC6669" w:themeColor="accent2"/>
      <w:sz w:val="28"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rsid w:val="00C65704"/>
    <w:rPr>
      <w:rFonts w:eastAsiaTheme="majorEastAsia" w:cstheme="majorBidi"/>
      <w:b/>
      <w:color w:val="6EC2BA" w:themeColor="accent4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65704"/>
    <w:pPr>
      <w:tabs>
        <w:tab w:val="left" w:pos="3165"/>
        <w:tab w:val="right" w:pos="10205"/>
      </w:tabs>
      <w:spacing w:after="0" w:line="288" w:lineRule="auto"/>
      <w:ind w:left="854"/>
    </w:pPr>
    <w:rPr>
      <w:sz w:val="16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C65704"/>
    <w:rPr>
      <w:sz w:val="16"/>
      <w:szCs w:val="20"/>
    </w:rPr>
  </w:style>
  <w:style w:type="paragraph" w:styleId="TOC1">
    <w:name w:val="toc 1"/>
    <w:basedOn w:val="Normal"/>
    <w:next w:val="Normal"/>
    <w:uiPriority w:val="39"/>
    <w:unhideWhenUsed/>
    <w:rsid w:val="003171FA"/>
    <w:pPr>
      <w:tabs>
        <w:tab w:val="right" w:pos="9356"/>
      </w:tabs>
      <w:spacing w:before="200" w:after="100" w:line="288" w:lineRule="auto"/>
      <w:ind w:left="426" w:right="963" w:hanging="426"/>
    </w:pPr>
    <w:rPr>
      <w:b/>
      <w:noProof/>
      <w:sz w:val="20"/>
      <w:szCs w:val="20"/>
      <w:lang w:val="en-GB"/>
    </w:rPr>
  </w:style>
  <w:style w:type="paragraph" w:styleId="TOC2">
    <w:name w:val="toc 2"/>
    <w:basedOn w:val="Normal"/>
    <w:next w:val="Normal"/>
    <w:uiPriority w:val="39"/>
    <w:unhideWhenUsed/>
    <w:rsid w:val="007944E9"/>
    <w:pPr>
      <w:tabs>
        <w:tab w:val="right" w:pos="9356"/>
      </w:tabs>
      <w:spacing w:after="100" w:line="288" w:lineRule="auto"/>
      <w:ind w:left="426" w:right="963"/>
    </w:pPr>
    <w:rPr>
      <w:noProof/>
      <w:sz w:val="20"/>
      <w:szCs w:val="20"/>
      <w:lang w:val="en-GB"/>
    </w:rPr>
  </w:style>
  <w:style w:type="paragraph" w:styleId="TOCHeading">
    <w:name w:val="TOC Heading"/>
    <w:basedOn w:val="Heading1"/>
    <w:next w:val="Normal"/>
    <w:uiPriority w:val="39"/>
    <w:qFormat/>
    <w:rsid w:val="007944E9"/>
    <w:pPr>
      <w:spacing w:before="460" w:after="0"/>
      <w:ind w:left="28"/>
      <w:outlineLvl w:val="9"/>
    </w:pPr>
    <w:rPr>
      <w:rFonts w:asciiTheme="majorHAnsi" w:hAnsiTheme="majorHAnsi"/>
      <w:sz w:val="48"/>
    </w:rPr>
  </w:style>
  <w:style w:type="paragraph" w:styleId="CoverHeading" w:customStyle="1">
    <w:name w:val="Cover Heading"/>
    <w:basedOn w:val="Normal"/>
    <w:rsid w:val="00F80709"/>
    <w:pPr>
      <w:spacing w:after="0" w:line="240" w:lineRule="auto"/>
    </w:pPr>
    <w:rPr>
      <w:rFonts w:asciiTheme="majorHAnsi" w:hAnsiTheme="majorHAnsi"/>
      <w:b/>
      <w:sz w:val="68"/>
      <w:szCs w:val="20"/>
      <w:lang w:val="en-GB"/>
    </w:rPr>
  </w:style>
  <w:style w:type="numbering" w:styleId="RetailTrustHeadings" w:customStyle="1">
    <w:name w:val="RetailTrust Headings"/>
    <w:basedOn w:val="NoList"/>
    <w:uiPriority w:val="99"/>
    <w:rsid w:val="007944E9"/>
    <w:pPr>
      <w:numPr>
        <w:numId w:val="1"/>
      </w:numPr>
    </w:pPr>
  </w:style>
  <w:style w:type="paragraph" w:styleId="Heading1NoTOC" w:customStyle="1">
    <w:name w:val="Heading 1 No TOC"/>
    <w:basedOn w:val="Normal"/>
    <w:next w:val="Normal"/>
    <w:qFormat/>
    <w:rsid w:val="008C4BCE"/>
    <w:pPr>
      <w:keepNext/>
      <w:keepLines/>
      <w:pageBreakBefore/>
      <w:pBdr>
        <w:top w:val="single" w:color="auto" w:sz="24" w:space="21"/>
      </w:pBdr>
      <w:spacing w:after="440" w:line="240" w:lineRule="auto"/>
      <w:ind w:left="28" w:right="28"/>
      <w:contextualSpacing/>
      <w:outlineLvl w:val="0"/>
    </w:pPr>
    <w:rPr>
      <w:rFonts w:eastAsiaTheme="majorEastAsia" w:cstheme="majorBidi"/>
      <w:b/>
      <w:color w:val="6A97CF" w:themeColor="text2"/>
      <w:sz w:val="40"/>
      <w:szCs w:val="32"/>
      <w:lang w:val="en-GB"/>
    </w:rPr>
  </w:style>
  <w:style w:type="table" w:styleId="retailTrustHighlightBoxblue" w:customStyle="1">
    <w:name w:val="retailTrust Highlight Box blue"/>
    <w:basedOn w:val="TableNormal"/>
    <w:uiPriority w:val="99"/>
    <w:rsid w:val="00C52675"/>
    <w:pPr>
      <w:spacing w:after="0" w:line="240" w:lineRule="auto"/>
    </w:pPr>
    <w:rPr>
      <w:color w:val="FFFFFF" w:themeColor="background1"/>
      <w:sz w:val="20"/>
      <w:szCs w:val="20"/>
      <w:lang w:val="en-GB"/>
    </w:rPr>
    <w:tblPr>
      <w:tblCellMar>
        <w:top w:w="170" w:type="dxa"/>
        <w:left w:w="227" w:type="dxa"/>
        <w:bottom w:w="170" w:type="dxa"/>
        <w:right w:w="227" w:type="dxa"/>
      </w:tblCellMar>
    </w:tblPr>
    <w:tcPr>
      <w:shd w:val="clear" w:color="auto" w:fill="6A97CF" w:themeFill="accent1"/>
    </w:tcPr>
  </w:style>
  <w:style w:type="character" w:styleId="Hyperlink">
    <w:name w:val="Hyperlink"/>
    <w:basedOn w:val="DefaultParagraphFont"/>
    <w:uiPriority w:val="99"/>
    <w:unhideWhenUsed/>
    <w:rsid w:val="007944E9"/>
    <w:rPr>
      <w:color w:val="6A97CF" w:themeColor="hyperlink"/>
      <w:u w:val="single"/>
    </w:rPr>
  </w:style>
  <w:style w:type="paragraph" w:styleId="CoverSubheading" w:customStyle="1">
    <w:name w:val="Cover Subheading"/>
    <w:basedOn w:val="Normal"/>
    <w:qFormat/>
    <w:rsid w:val="007944E9"/>
    <w:pPr>
      <w:spacing w:after="0" w:line="240" w:lineRule="auto"/>
    </w:pPr>
    <w:rPr>
      <w:rFonts w:asciiTheme="majorHAnsi" w:hAnsiTheme="majorHAnsi"/>
      <w:sz w:val="44"/>
      <w:szCs w:val="20"/>
      <w:lang w:val="en-GB"/>
    </w:rPr>
  </w:style>
  <w:style w:type="table" w:styleId="retailTrustDefaultTable" w:customStyle="1">
    <w:name w:val="retailTrust Default Table"/>
    <w:basedOn w:val="TableNormal"/>
    <w:uiPriority w:val="99"/>
    <w:rsid w:val="00C52675"/>
    <w:pPr>
      <w:spacing w:after="0" w:line="240" w:lineRule="auto"/>
    </w:pPr>
    <w:rPr>
      <w:rFonts w:eastAsia="Cambria" w:cs="Times New Roman"/>
      <w:sz w:val="20"/>
      <w:szCs w:val="20"/>
      <w:lang w:val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8" w:space="0"/>
        <w:insideV w:val="single" w:color="FFFFFF" w:themeColor="background1" w:sz="8" w:space="0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wordWrap/>
        <w:spacing w:beforeLines="0"/>
        <w:jc w:val="left"/>
      </w:pPr>
      <w:rPr>
        <w:rFonts w:asciiTheme="minorHAnsi" w:hAnsiTheme="minorHAnsi"/>
        <w:b/>
        <w:color w:val="FFFFFF" w:themeColor="background1"/>
      </w:rPr>
      <w:tblPr/>
      <w:tcPr>
        <w:shd w:val="clear" w:color="auto" w:fill="6A97CF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TOC3">
    <w:name w:val="toc 3"/>
    <w:basedOn w:val="TOC2"/>
    <w:next w:val="Normal"/>
    <w:autoRedefine/>
    <w:uiPriority w:val="39"/>
    <w:unhideWhenUsed/>
    <w:rsid w:val="00750C78"/>
    <w:pPr>
      <w:ind w:left="420"/>
    </w:pPr>
    <w:rPr>
      <w:rFonts w:eastAsia="Cambria" w:cs="Times New Roman"/>
      <w:szCs w:val="21"/>
    </w:rPr>
  </w:style>
  <w:style w:type="table" w:styleId="retailTrustbreakoutred" w:customStyle="1">
    <w:name w:val="retailTrust breakout red"/>
    <w:basedOn w:val="retailTrustHighlightBoxblue"/>
    <w:uiPriority w:val="99"/>
    <w:rsid w:val="00C52675"/>
    <w:tblPr/>
    <w:tcPr>
      <w:shd w:val="clear" w:color="auto" w:fill="EC6669" w:themeFill="accent2"/>
    </w:tcPr>
  </w:style>
  <w:style w:type="paragraph" w:styleId="Documenttitle" w:customStyle="1">
    <w:name w:val="Document title"/>
    <w:qFormat/>
    <w:rsid w:val="00C65704"/>
    <w:pPr>
      <w:tabs>
        <w:tab w:val="left" w:pos="3165"/>
        <w:tab w:val="right" w:pos="10205"/>
      </w:tabs>
    </w:pPr>
    <w:rPr>
      <w:bCs/>
      <w:sz w:val="24"/>
      <w:szCs w:val="20"/>
    </w:rPr>
  </w:style>
  <w:style w:type="paragraph" w:styleId="Coverline" w:customStyle="1">
    <w:name w:val="Coverline"/>
    <w:basedOn w:val="Normal"/>
    <w:qFormat/>
    <w:rsid w:val="007944E9"/>
    <w:pPr>
      <w:tabs>
        <w:tab w:val="left" w:pos="714"/>
      </w:tabs>
      <w:spacing w:after="600" w:line="288" w:lineRule="auto"/>
    </w:pPr>
    <w:rPr>
      <w:noProof/>
      <w:sz w:val="14"/>
      <w:szCs w:val="14"/>
      <w:lang w:val="en-GB"/>
    </w:rPr>
  </w:style>
  <w:style w:type="paragraph" w:styleId="ListBullet">
    <w:name w:val="List Bullet"/>
    <w:basedOn w:val="Normal"/>
    <w:unhideWhenUsed/>
    <w:qFormat/>
    <w:rsid w:val="009175C5"/>
    <w:pPr>
      <w:numPr>
        <w:numId w:val="3"/>
      </w:numPr>
      <w:spacing w:after="120" w:line="288" w:lineRule="auto"/>
      <w:contextualSpacing/>
    </w:pPr>
    <w:rPr>
      <w:szCs w:val="20"/>
      <w:lang w:val="en-GB"/>
    </w:rPr>
  </w:style>
  <w:style w:type="paragraph" w:styleId="ListBullet2">
    <w:name w:val="List Bullet 2"/>
    <w:basedOn w:val="Normal"/>
    <w:unhideWhenUsed/>
    <w:qFormat/>
    <w:rsid w:val="009175C5"/>
    <w:pPr>
      <w:numPr>
        <w:ilvl w:val="1"/>
        <w:numId w:val="3"/>
      </w:numPr>
      <w:spacing w:after="0" w:line="288" w:lineRule="auto"/>
      <w:contextualSpacing/>
    </w:pPr>
    <w:rPr>
      <w:szCs w:val="20"/>
      <w:lang w:val="en-GB"/>
    </w:rPr>
  </w:style>
  <w:style w:type="paragraph" w:styleId="ListBullet3">
    <w:name w:val="List Bullet 3"/>
    <w:basedOn w:val="Normal"/>
    <w:unhideWhenUsed/>
    <w:qFormat/>
    <w:rsid w:val="009175C5"/>
    <w:pPr>
      <w:numPr>
        <w:ilvl w:val="2"/>
        <w:numId w:val="3"/>
      </w:numPr>
      <w:spacing w:after="0" w:line="288" w:lineRule="auto"/>
      <w:contextualSpacing/>
    </w:pPr>
    <w:rPr>
      <w:szCs w:val="20"/>
      <w:lang w:val="en-GB"/>
    </w:rPr>
  </w:style>
  <w:style w:type="paragraph" w:styleId="ListBullet4">
    <w:name w:val="List Bullet 4"/>
    <w:basedOn w:val="Normal"/>
    <w:uiPriority w:val="99"/>
    <w:unhideWhenUsed/>
    <w:rsid w:val="009175C5"/>
    <w:pPr>
      <w:numPr>
        <w:ilvl w:val="3"/>
        <w:numId w:val="3"/>
      </w:numPr>
      <w:spacing w:after="0" w:line="288" w:lineRule="auto"/>
      <w:contextualSpacing/>
    </w:pPr>
    <w:rPr>
      <w:szCs w:val="20"/>
      <w:lang w:val="en-GB"/>
    </w:rPr>
  </w:style>
  <w:style w:type="paragraph" w:styleId="ListBullet5">
    <w:name w:val="List Bullet 5"/>
    <w:basedOn w:val="Normal"/>
    <w:uiPriority w:val="99"/>
    <w:semiHidden/>
    <w:unhideWhenUsed/>
    <w:rsid w:val="007944E9"/>
    <w:pPr>
      <w:numPr>
        <w:ilvl w:val="4"/>
        <w:numId w:val="3"/>
      </w:numPr>
      <w:spacing w:after="0" w:line="288" w:lineRule="auto"/>
      <w:contextualSpacing/>
    </w:pPr>
    <w:rPr>
      <w:sz w:val="20"/>
      <w:szCs w:val="20"/>
      <w:lang w:val="en-GB"/>
    </w:rPr>
  </w:style>
  <w:style w:type="paragraph" w:styleId="ListNumber">
    <w:name w:val="List Number"/>
    <w:basedOn w:val="ListParagraph"/>
    <w:unhideWhenUsed/>
    <w:qFormat/>
    <w:rsid w:val="007944E9"/>
    <w:pPr>
      <w:numPr>
        <w:numId w:val="2"/>
      </w:numPr>
      <w:spacing w:before="240" w:after="240" w:line="312" w:lineRule="auto"/>
    </w:pPr>
    <w:rPr>
      <w:rFonts w:eastAsia="Cambria" w:cs="Times New Roman"/>
      <w:sz w:val="20"/>
      <w:szCs w:val="21"/>
      <w:lang w:val="en-GB"/>
    </w:rPr>
  </w:style>
  <w:style w:type="paragraph" w:styleId="ListNumber2">
    <w:name w:val="List Number 2"/>
    <w:basedOn w:val="ListParagraph"/>
    <w:unhideWhenUsed/>
    <w:qFormat/>
    <w:rsid w:val="007944E9"/>
    <w:pPr>
      <w:numPr>
        <w:ilvl w:val="1"/>
        <w:numId w:val="2"/>
      </w:numPr>
      <w:spacing w:before="120" w:after="120" w:line="288" w:lineRule="auto"/>
    </w:pPr>
    <w:rPr>
      <w:rFonts w:eastAsia="Cambria" w:cs="Times New Roman"/>
      <w:sz w:val="20"/>
      <w:szCs w:val="21"/>
      <w:lang w:val="en-GB"/>
    </w:rPr>
  </w:style>
  <w:style w:type="paragraph" w:styleId="ListNumber3">
    <w:name w:val="List Number 3"/>
    <w:basedOn w:val="Normal"/>
    <w:unhideWhenUsed/>
    <w:qFormat/>
    <w:rsid w:val="007944E9"/>
    <w:pPr>
      <w:numPr>
        <w:ilvl w:val="2"/>
        <w:numId w:val="2"/>
      </w:numPr>
      <w:spacing w:after="0" w:line="288" w:lineRule="auto"/>
      <w:contextualSpacing/>
    </w:pPr>
    <w:rPr>
      <w:sz w:val="20"/>
      <w:szCs w:val="20"/>
      <w:lang w:val="en-GB"/>
    </w:rPr>
  </w:style>
  <w:style w:type="paragraph" w:styleId="ListNumber4">
    <w:name w:val="List Number 4"/>
    <w:basedOn w:val="ListNumber3"/>
    <w:uiPriority w:val="99"/>
    <w:unhideWhenUsed/>
    <w:rsid w:val="007944E9"/>
    <w:pPr>
      <w:numPr>
        <w:ilvl w:val="3"/>
      </w:numPr>
    </w:pPr>
  </w:style>
  <w:style w:type="paragraph" w:styleId="ListNumber5">
    <w:name w:val="List Number 5"/>
    <w:basedOn w:val="Normal"/>
    <w:uiPriority w:val="99"/>
    <w:semiHidden/>
    <w:unhideWhenUsed/>
    <w:rsid w:val="007944E9"/>
    <w:pPr>
      <w:numPr>
        <w:ilvl w:val="4"/>
        <w:numId w:val="2"/>
      </w:numPr>
      <w:spacing w:after="0" w:line="288" w:lineRule="auto"/>
      <w:contextualSpacing/>
    </w:pPr>
    <w:rPr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944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44E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944E9"/>
  </w:style>
  <w:style w:type="table" w:styleId="TableGrid">
    <w:name w:val="Table Grid"/>
    <w:basedOn w:val="TableNormal"/>
    <w:uiPriority w:val="39"/>
    <w:rsid w:val="00C5267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retailTrustBreakoutYellow" w:customStyle="1">
    <w:name w:val="retailTrust Breakout Yellow"/>
    <w:basedOn w:val="TableNormal"/>
    <w:uiPriority w:val="99"/>
    <w:rsid w:val="00E83C4E"/>
    <w:pPr>
      <w:spacing w:after="0" w:line="240" w:lineRule="auto"/>
    </w:pPr>
    <w:tblPr>
      <w:tblCellMar>
        <w:top w:w="170" w:type="dxa"/>
        <w:left w:w="227" w:type="dxa"/>
        <w:bottom w:w="170" w:type="dxa"/>
        <w:right w:w="227" w:type="dxa"/>
      </w:tblCellMar>
    </w:tblPr>
    <w:tcPr>
      <w:shd w:val="clear" w:color="auto" w:fill="FDCB4E" w:themeFill="accent3"/>
    </w:tcPr>
  </w:style>
  <w:style w:type="table" w:styleId="retailTrustTablered" w:customStyle="1">
    <w:name w:val="retailTrust Table red"/>
    <w:basedOn w:val="TableNormal"/>
    <w:uiPriority w:val="99"/>
    <w:rsid w:val="00FB53A2"/>
    <w:pPr>
      <w:spacing w:after="0" w:line="240" w:lineRule="auto"/>
    </w:pPr>
    <w:rPr>
      <w:rFonts w:eastAsia="Cambria" w:cs="Times New Roman"/>
      <w:sz w:val="20"/>
      <w:szCs w:val="20"/>
      <w:lang w:val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8" w:space="0"/>
        <w:insideV w:val="single" w:color="FFFFFF" w:themeColor="background1" w:sz="8" w:space="0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wordWrap/>
        <w:spacing w:beforeLines="0"/>
        <w:jc w:val="left"/>
      </w:pPr>
      <w:rPr>
        <w:rFonts w:asciiTheme="minorHAnsi" w:hAnsiTheme="minorHAnsi"/>
        <w:b/>
        <w:color w:val="FFFFFF" w:themeColor="background1"/>
      </w:rPr>
      <w:tblPr/>
      <w:tcPr>
        <w:shd w:val="clear" w:color="auto" w:fill="EC6669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uiPriority w:val="1"/>
    <w:qFormat/>
    <w:rsid w:val="004418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C7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8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C7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8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C78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9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image" Target="/media/image2.png" Id="R8fac584a0c0741de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hanba\OneDrive%20-%20Retail%20Trust\Documents\Custom%20Office%20Templates\Retail%20Trust%20plain%20word%20document%20Covent%20Garden%20address.dotx" TargetMode="External"/></Relationships>
</file>

<file path=word/theme/theme1.xml><?xml version="1.0" encoding="utf-8"?>
<a:theme xmlns:a="http://schemas.openxmlformats.org/drawingml/2006/main" name="Office Theme">
  <a:themeElements>
    <a:clrScheme name="RetailTrust">
      <a:dk1>
        <a:srgbClr val="353636"/>
      </a:dk1>
      <a:lt1>
        <a:sysClr val="window" lastClr="FFFFFF"/>
      </a:lt1>
      <a:dk2>
        <a:srgbClr val="6A97CF"/>
      </a:dk2>
      <a:lt2>
        <a:srgbClr val="E7E6E6"/>
      </a:lt2>
      <a:accent1>
        <a:srgbClr val="6A97CF"/>
      </a:accent1>
      <a:accent2>
        <a:srgbClr val="EC6669"/>
      </a:accent2>
      <a:accent3>
        <a:srgbClr val="FDCB4E"/>
      </a:accent3>
      <a:accent4>
        <a:srgbClr val="6EC2BA"/>
      </a:accent4>
      <a:accent5>
        <a:srgbClr val="6A97CF"/>
      </a:accent5>
      <a:accent6>
        <a:srgbClr val="EC6669"/>
      </a:accent6>
      <a:hlink>
        <a:srgbClr val="6A97CF"/>
      </a:hlink>
      <a:folHlink>
        <a:srgbClr val="EC6669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42A8891E72794A9962D15B2454BB84" ma:contentTypeVersion="14" ma:contentTypeDescription="Create a new document." ma:contentTypeScope="" ma:versionID="ff304d49bbefee2bcad6a095e53030a6">
  <xsd:schema xmlns:xsd="http://www.w3.org/2001/XMLSchema" xmlns:xs="http://www.w3.org/2001/XMLSchema" xmlns:p="http://schemas.microsoft.com/office/2006/metadata/properties" xmlns:ns2="1c5ce12d-7ac2-4fb9-b507-6f15f945b65c" xmlns:ns3="914f72ef-270e-4225-a2e7-21f5bfb53115" targetNamespace="http://schemas.microsoft.com/office/2006/metadata/properties" ma:root="true" ma:fieldsID="508a3aa2d131e4c20b7c2ac6576e3e4d" ns2:_="" ns3:_="">
    <xsd:import namespace="1c5ce12d-7ac2-4fb9-b507-6f15f945b65c"/>
    <xsd:import namespace="914f72ef-270e-4225-a2e7-21f5bfb531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ce12d-7ac2-4fb9-b507-6f15f945b6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4eb1a4d-0df0-483f-84cb-185c93f61370}" ma:internalName="TaxCatchAll" ma:showField="CatchAllData" ma:web="1c5ce12d-7ac2-4fb9-b507-6f15f945b6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72ef-270e-4225-a2e7-21f5bfb5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f6d82cb-9fdd-4c7d-9294-7323c1f9cc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ce12d-7ac2-4fb9-b507-6f15f945b65c" xsi:nil="true"/>
    <lcf76f155ced4ddcb4097134ff3c332f xmlns="914f72ef-270e-4225-a2e7-21f5bfb53115">
      <Terms xmlns="http://schemas.microsoft.com/office/infopath/2007/PartnerControls"/>
    </lcf76f155ced4ddcb4097134ff3c332f>
    <SharedWithUsers xmlns="1c5ce12d-7ac2-4fb9-b507-6f15f945b65c">
      <UserInfo>
        <DisplayName/>
        <AccountId xsi:nil="true"/>
        <AccountType/>
      </UserInfo>
    </SharedWithUsers>
    <MediaLengthInSeconds xmlns="914f72ef-270e-4225-a2e7-21f5bfb53115" xsi:nil="true"/>
  </documentManagement>
</p:properties>
</file>

<file path=customXml/itemProps1.xml><?xml version="1.0" encoding="utf-8"?>
<ds:datastoreItem xmlns:ds="http://schemas.openxmlformats.org/officeDocument/2006/customXml" ds:itemID="{337BC130-AEAB-41A1-9E73-717AF0E40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4F196-F8B4-442B-BAEE-B709751468AE}"/>
</file>

<file path=customXml/itemProps3.xml><?xml version="1.0" encoding="utf-8"?>
<ds:datastoreItem xmlns:ds="http://schemas.openxmlformats.org/officeDocument/2006/customXml" ds:itemID="{FFE43555-0E31-E948-86B8-F731A14716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96423F-CC8B-496D-9F4A-B83967B5EF39}">
  <ds:schemaRefs>
    <ds:schemaRef ds:uri="http://schemas.microsoft.com/office/2006/metadata/properties"/>
    <ds:schemaRef ds:uri="http://schemas.microsoft.com/office/infopath/2007/PartnerControls"/>
    <ds:schemaRef ds:uri="1c5ce12d-7ac2-4fb9-b507-6f15f945b65c"/>
    <ds:schemaRef ds:uri="914f72ef-270e-4225-a2e7-21f5bfb5311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Retail Trust plain word document Covent Garden address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Jat Khanba</dc:creator>
  <keywords/>
  <dc:description/>
  <lastModifiedBy>Katie Palmer</lastModifiedBy>
  <revision>44</revision>
  <dcterms:created xsi:type="dcterms:W3CDTF">2023-03-08T18:09:00.0000000Z</dcterms:created>
  <dcterms:modified xsi:type="dcterms:W3CDTF">2025-01-24T09:43:16.3364971Z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0x0101006542A8891E72794A9962D15B2454BB84</vt:lpwstr>
  </property>
  <property fmtid="{D5CDD505-2E9C-101B-9397-08002B2CF9AE}" pid="3" name="MediaServiceImageTags">
    <vt:lpwstr/>
  </property>
  <property fmtid="{D5CDD505-2E9C-101B-9397-08002B2CF9AE}" pid="4" name="Order">
    <vt:r8>18788700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